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jc w:val="center"/>
        <w:tblCellMar>
          <w:left w:w="0" w:type="dxa"/>
          <w:right w:w="0" w:type="dxa"/>
        </w:tblCellMar>
        <w:tblLook w:val="05E0" w:firstRow="1" w:lastRow="1" w:firstColumn="1" w:lastColumn="1" w:noHBand="0" w:noVBand="1"/>
      </w:tblPr>
      <w:tblGrid>
        <w:gridCol w:w="5253"/>
        <w:gridCol w:w="4669"/>
      </w:tblGrid>
      <w:tr w:rsidR="00230FCE" w:rsidRPr="001145AF" w14:paraId="28946DC9" w14:textId="77777777" w:rsidTr="00230FCE">
        <w:trPr>
          <w:jc w:val="center"/>
        </w:trPr>
        <w:tc>
          <w:tcPr>
            <w:tcW w:w="2250" w:type="pct"/>
            <w:shd w:val="clear" w:color="auto" w:fill="auto"/>
            <w:tcMar>
              <w:top w:w="0" w:type="dxa"/>
              <w:left w:w="0" w:type="dxa"/>
              <w:bottom w:w="0" w:type="dxa"/>
              <w:right w:w="0" w:type="dxa"/>
            </w:tcMar>
          </w:tcPr>
          <w:p w14:paraId="6487640E" w14:textId="7700D1C0" w:rsidR="00230FCE" w:rsidRPr="001145AF" w:rsidRDefault="001145AF" w:rsidP="00230FCE">
            <w:pPr>
              <w:pStyle w:val="rvps14"/>
              <w:spacing w:before="150" w:after="150"/>
              <w:rPr>
                <w:rStyle w:val="spanrvts0"/>
                <w:lang w:val="uk-UA" w:eastAsia="uk"/>
              </w:rPr>
            </w:pPr>
            <w:r>
              <w:rPr>
                <w:rStyle w:val="spanrvts0"/>
                <w:lang w:val="uk" w:eastAsia="uk"/>
              </w:rPr>
              <w:t xml:space="preserve">№02/360 </w:t>
            </w:r>
            <w:r>
              <w:rPr>
                <w:rStyle w:val="spanrvts0"/>
                <w:lang w:val="uk-UA" w:eastAsia="uk"/>
              </w:rPr>
              <w:t xml:space="preserve">від 06.05.2025 р. </w:t>
            </w:r>
          </w:p>
        </w:tc>
        <w:tc>
          <w:tcPr>
            <w:tcW w:w="2000" w:type="pct"/>
            <w:shd w:val="clear" w:color="auto" w:fill="auto"/>
            <w:tcMar>
              <w:top w:w="0" w:type="dxa"/>
              <w:left w:w="0" w:type="dxa"/>
              <w:bottom w:w="0" w:type="dxa"/>
              <w:right w:w="0" w:type="dxa"/>
            </w:tcMar>
            <w:hideMark/>
          </w:tcPr>
          <w:p w14:paraId="391653AA" w14:textId="77777777" w:rsidR="00230FCE" w:rsidRPr="00230FCE" w:rsidRDefault="00230FCE" w:rsidP="00230FCE">
            <w:pPr>
              <w:pStyle w:val="rvps14"/>
              <w:spacing w:before="150" w:after="150"/>
              <w:ind w:left="295"/>
              <w:rPr>
                <w:rStyle w:val="spanrvts0"/>
                <w:sz w:val="20"/>
                <w:szCs w:val="20"/>
                <w:lang w:val="uk" w:eastAsia="uk"/>
              </w:rPr>
            </w:pPr>
            <w:r w:rsidRPr="00230FCE">
              <w:rPr>
                <w:rStyle w:val="spanrvts0"/>
                <w:bCs/>
                <w:sz w:val="20"/>
                <w:szCs w:val="20"/>
                <w:lang w:val="uk" w:eastAsia="uk"/>
              </w:rPr>
              <w:t xml:space="preserve">Додаток 62 </w:t>
            </w:r>
            <w:r w:rsidRPr="00230FCE">
              <w:rPr>
                <w:rStyle w:val="spanrvts0"/>
                <w:bCs/>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230FCE">
              <w:rPr>
                <w:rStyle w:val="spanrvts0"/>
                <w:bCs/>
                <w:sz w:val="20"/>
                <w:szCs w:val="20"/>
                <w:lang w:val="uk" w:eastAsia="uk"/>
              </w:rPr>
              <w:br/>
              <w:t>паперами (пункт 108)</w:t>
            </w:r>
          </w:p>
        </w:tc>
      </w:tr>
    </w:tbl>
    <w:p w14:paraId="6144875E" w14:textId="77777777" w:rsidR="00230FCE" w:rsidRPr="00230FCE" w:rsidRDefault="00230FCE" w:rsidP="00230FCE">
      <w:pPr>
        <w:pStyle w:val="rvps7"/>
        <w:spacing w:before="150" w:after="150"/>
        <w:ind w:left="450" w:right="450"/>
        <w:rPr>
          <w:rStyle w:val="spanrvts0"/>
          <w:lang w:val="uk" w:eastAsia="uk"/>
        </w:rPr>
      </w:pPr>
      <w:r w:rsidRPr="00230FCE">
        <w:rPr>
          <w:rStyle w:val="spanrvts15"/>
          <w:bCs w:val="0"/>
          <w:lang w:val="uk" w:eastAsia="uk"/>
        </w:rPr>
        <w:t xml:space="preserve">ПОВІДОМЛЕННЯ </w:t>
      </w:r>
      <w:r w:rsidRPr="00230FCE">
        <w:rPr>
          <w:rStyle w:val="spanrvts15"/>
          <w:bCs w:val="0"/>
          <w:lang w:val="uk" w:eastAsia="uk"/>
        </w:rPr>
        <w:br/>
        <w:t>про проведення (скликання) загальних зборів акціонерного товариства</w:t>
      </w:r>
    </w:p>
    <w:tbl>
      <w:tblPr>
        <w:tblW w:w="4977" w:type="pct"/>
        <w:tblInd w:w="-20" w:type="dxa"/>
        <w:tblLayout w:type="fixed"/>
        <w:tblCellMar>
          <w:top w:w="567" w:type="dxa"/>
          <w:left w:w="567" w:type="dxa"/>
          <w:bottom w:w="567" w:type="dxa"/>
          <w:right w:w="567" w:type="dxa"/>
        </w:tblCellMar>
        <w:tblLook w:val="05E0" w:firstRow="1" w:lastRow="1" w:firstColumn="1" w:lastColumn="1" w:noHBand="0" w:noVBand="1"/>
      </w:tblPr>
      <w:tblGrid>
        <w:gridCol w:w="21"/>
        <w:gridCol w:w="4871"/>
        <w:gridCol w:w="20"/>
        <w:gridCol w:w="4948"/>
      </w:tblGrid>
      <w:tr w:rsidR="00230FCE" w14:paraId="09101883"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D0A08B4" w14:textId="77777777" w:rsidR="00230FCE" w:rsidRPr="00230FCE" w:rsidRDefault="00230FCE" w:rsidP="00230FCE">
            <w:pPr>
              <w:pStyle w:val="rvps12"/>
              <w:spacing w:before="150" w:after="150"/>
              <w:rPr>
                <w:rStyle w:val="spanrvts0"/>
                <w:lang w:val="uk" w:eastAsia="uk"/>
              </w:rPr>
            </w:pPr>
            <w:r w:rsidRPr="00230FCE">
              <w:rPr>
                <w:rStyle w:val="spanrvts0"/>
                <w:b/>
                <w:bCs/>
                <w:lang w:val="uk" w:eastAsia="uk"/>
              </w:rPr>
              <w:t>1</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24FC95EB" w14:textId="77777777" w:rsidR="00230FCE" w:rsidRPr="00230FCE" w:rsidRDefault="00230FCE" w:rsidP="00230FCE">
            <w:pPr>
              <w:pStyle w:val="rvps12"/>
              <w:spacing w:before="150" w:after="150"/>
              <w:rPr>
                <w:rStyle w:val="spanrvts0"/>
                <w:lang w:val="uk" w:eastAsia="uk"/>
              </w:rPr>
            </w:pPr>
            <w:r w:rsidRPr="00230FCE">
              <w:rPr>
                <w:rStyle w:val="spanrvts0"/>
                <w:b/>
                <w:bCs/>
                <w:lang w:val="uk" w:eastAsia="uk"/>
              </w:rPr>
              <w:t>2</w:t>
            </w:r>
          </w:p>
        </w:tc>
      </w:tr>
      <w:tr w:rsidR="00230FCE" w14:paraId="29FAF11C"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9891FA6" w14:textId="77777777" w:rsidR="00230FCE" w:rsidRPr="00230FCE" w:rsidRDefault="00230FCE" w:rsidP="00EB1242">
            <w:pPr>
              <w:pStyle w:val="rvps14"/>
              <w:rPr>
                <w:rStyle w:val="spanrvts0"/>
                <w:lang w:val="uk" w:eastAsia="uk"/>
              </w:rPr>
            </w:pPr>
            <w:r w:rsidRPr="00230FCE">
              <w:rPr>
                <w:rStyle w:val="spanrvts0"/>
                <w:b/>
                <w:bCs/>
                <w:lang w:val="uk" w:eastAsia="uk"/>
              </w:rPr>
              <w:t>Повне найменування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8FF6C7" w14:textId="77777777" w:rsidR="00230FCE" w:rsidRPr="00AA2A4D" w:rsidRDefault="00AA2A4D" w:rsidP="00EB1242">
            <w:pPr>
              <w:pStyle w:val="rvps14"/>
              <w:rPr>
                <w:rStyle w:val="spanrvts0"/>
                <w:lang w:eastAsia="uk"/>
              </w:rPr>
            </w:pPr>
            <w:r>
              <w:rPr>
                <w:rStyle w:val="spanrvts0"/>
                <w:lang w:eastAsia="uk"/>
              </w:rPr>
              <w:t xml:space="preserve"> </w:t>
            </w:r>
            <w:r w:rsidR="00566B07">
              <w:rPr>
                <w:rStyle w:val="spanrvts0"/>
                <w:lang w:eastAsia="uk"/>
              </w:rPr>
              <w:t>ПРИВАТНЕ АКЦІОНЕРНЕ ТОВАРИСТВО "СТАЛЬКАНАТ"</w:t>
            </w:r>
          </w:p>
        </w:tc>
      </w:tr>
      <w:tr w:rsidR="00230FCE" w14:paraId="6C745A8A"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B007739" w14:textId="77777777" w:rsidR="00230FCE" w:rsidRPr="00230FCE" w:rsidRDefault="00230FCE" w:rsidP="00EB1242">
            <w:pPr>
              <w:pStyle w:val="rvps14"/>
              <w:rPr>
                <w:rStyle w:val="spanrvts0"/>
                <w:lang w:val="uk" w:eastAsia="uk"/>
              </w:rPr>
            </w:pPr>
            <w:r w:rsidRPr="00230FCE">
              <w:rPr>
                <w:rStyle w:val="spanrvts0"/>
                <w:b/>
                <w:bCs/>
                <w:lang w:val="uk" w:eastAsia="uk"/>
              </w:rPr>
              <w:t xml:space="preserve">Ідентифікаційний код юридичної особи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EA7416" w14:textId="77777777" w:rsidR="00230FCE" w:rsidRPr="00230FCE" w:rsidRDefault="00AA2A4D" w:rsidP="00EB1242">
            <w:pPr>
              <w:pStyle w:val="rvps14"/>
              <w:rPr>
                <w:rStyle w:val="spanrvts0"/>
                <w:lang w:val="uk" w:eastAsia="uk"/>
              </w:rPr>
            </w:pPr>
            <w:r>
              <w:rPr>
                <w:rStyle w:val="spanrvts0"/>
                <w:lang w:eastAsia="uk"/>
              </w:rPr>
              <w:t xml:space="preserve"> </w:t>
            </w:r>
            <w:r w:rsidR="00566B07">
              <w:rPr>
                <w:rStyle w:val="spanrvts0"/>
                <w:lang w:eastAsia="uk"/>
              </w:rPr>
              <w:t>44437592</w:t>
            </w:r>
          </w:p>
        </w:tc>
      </w:tr>
      <w:tr w:rsidR="00230FCE" w:rsidRPr="001145AF" w14:paraId="60B9A5A1"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6C2455C" w14:textId="77777777" w:rsidR="00230FCE" w:rsidRPr="00230FCE" w:rsidRDefault="00230FCE" w:rsidP="00EB1242">
            <w:pPr>
              <w:pStyle w:val="rvps14"/>
              <w:rPr>
                <w:rStyle w:val="spanrvts0"/>
                <w:lang w:val="uk" w:eastAsia="uk"/>
              </w:rPr>
            </w:pPr>
            <w:r w:rsidRPr="00230FCE">
              <w:rPr>
                <w:rStyle w:val="spanrvts0"/>
                <w:b/>
                <w:bCs/>
                <w:lang w:val="uk" w:eastAsia="uk"/>
              </w:rPr>
              <w:t xml:space="preserve">Місцезнаходження </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EBC38C" w14:textId="77777777" w:rsidR="00230FCE" w:rsidRPr="00230FCE" w:rsidRDefault="00AA2A4D" w:rsidP="00EB1242">
            <w:pPr>
              <w:pStyle w:val="rvps14"/>
              <w:rPr>
                <w:rStyle w:val="spanrvts0"/>
                <w:lang w:val="uk" w:eastAsia="uk"/>
              </w:rPr>
            </w:pPr>
            <w:r w:rsidRPr="008E5ED9">
              <w:rPr>
                <w:rStyle w:val="spanrvts0"/>
                <w:lang w:val="ru-RU" w:eastAsia="uk"/>
              </w:rPr>
              <w:t xml:space="preserve"> </w:t>
            </w:r>
            <w:r w:rsidR="00566B07" w:rsidRPr="008E5ED9">
              <w:rPr>
                <w:rStyle w:val="spanrvts0"/>
                <w:lang w:val="ru-RU" w:eastAsia="uk"/>
              </w:rPr>
              <w:t>65007, м</w:t>
            </w:r>
            <w:proofErr w:type="spellStart"/>
            <w:r w:rsidR="00566B07">
              <w:rPr>
                <w:rStyle w:val="spanrvts0"/>
                <w:lang w:eastAsia="uk"/>
              </w:rPr>
              <w:t>i</w:t>
            </w:r>
            <w:proofErr w:type="spellEnd"/>
            <w:r w:rsidR="00566B07" w:rsidRPr="008E5ED9">
              <w:rPr>
                <w:rStyle w:val="spanrvts0"/>
                <w:lang w:val="ru-RU" w:eastAsia="uk"/>
              </w:rPr>
              <w:t xml:space="preserve">сто Одеса, </w:t>
            </w:r>
            <w:proofErr w:type="spellStart"/>
            <w:r w:rsidR="00566B07" w:rsidRPr="008E5ED9">
              <w:rPr>
                <w:rStyle w:val="spanrvts0"/>
                <w:lang w:val="ru-RU" w:eastAsia="uk"/>
              </w:rPr>
              <w:t>вулиця</w:t>
            </w:r>
            <w:proofErr w:type="spellEnd"/>
            <w:r w:rsidR="00566B07" w:rsidRPr="008E5ED9">
              <w:rPr>
                <w:rStyle w:val="spanrvts0"/>
                <w:lang w:val="ru-RU" w:eastAsia="uk"/>
              </w:rPr>
              <w:t xml:space="preserve"> </w:t>
            </w:r>
            <w:proofErr w:type="spellStart"/>
            <w:r w:rsidR="00566B07" w:rsidRPr="008E5ED9">
              <w:rPr>
                <w:rStyle w:val="spanrvts0"/>
                <w:lang w:val="ru-RU" w:eastAsia="uk"/>
              </w:rPr>
              <w:t>Водопров</w:t>
            </w:r>
            <w:r w:rsidR="00566B07">
              <w:rPr>
                <w:rStyle w:val="spanrvts0"/>
                <w:lang w:eastAsia="uk"/>
              </w:rPr>
              <w:t>i</w:t>
            </w:r>
            <w:proofErr w:type="spellEnd"/>
            <w:r w:rsidR="00566B07" w:rsidRPr="008E5ED9">
              <w:rPr>
                <w:rStyle w:val="spanrvts0"/>
                <w:lang w:val="ru-RU" w:eastAsia="uk"/>
              </w:rPr>
              <w:t xml:space="preserve">дна, </w:t>
            </w:r>
            <w:proofErr w:type="spellStart"/>
            <w:r w:rsidR="00566B07" w:rsidRPr="008E5ED9">
              <w:rPr>
                <w:rStyle w:val="spanrvts0"/>
                <w:lang w:val="ru-RU" w:eastAsia="uk"/>
              </w:rPr>
              <w:t>будинок</w:t>
            </w:r>
            <w:proofErr w:type="spellEnd"/>
            <w:r w:rsidR="00566B07" w:rsidRPr="008E5ED9">
              <w:rPr>
                <w:rStyle w:val="spanrvts0"/>
                <w:lang w:val="ru-RU" w:eastAsia="uk"/>
              </w:rPr>
              <w:t xml:space="preserve"> 16</w:t>
            </w:r>
          </w:p>
        </w:tc>
      </w:tr>
      <w:tr w:rsidR="00230FCE" w:rsidRPr="00230FCE" w14:paraId="25550DAD"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D13EE2D" w14:textId="77777777" w:rsidR="00230FCE" w:rsidRPr="00230FCE" w:rsidRDefault="00230FCE" w:rsidP="00EB1242">
            <w:pPr>
              <w:pStyle w:val="rvps14"/>
              <w:rPr>
                <w:rStyle w:val="spanrvts0"/>
                <w:lang w:val="uk" w:eastAsia="uk"/>
              </w:rPr>
            </w:pPr>
            <w:r w:rsidRPr="00230FCE">
              <w:rPr>
                <w:rStyle w:val="spanrvts0"/>
                <w:b/>
                <w:bCs/>
                <w:lang w:val="uk" w:eastAsia="uk"/>
              </w:rPr>
              <w:t>Дата і час початку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A50247" w14:textId="77777777" w:rsidR="00230FCE" w:rsidRPr="00230FCE" w:rsidRDefault="00AA2A4D" w:rsidP="00EB1242">
            <w:pPr>
              <w:pStyle w:val="rvps14"/>
              <w:rPr>
                <w:rStyle w:val="spanrvts0"/>
                <w:lang w:val="uk" w:eastAsia="uk"/>
              </w:rPr>
            </w:pPr>
            <w:r w:rsidRPr="008E5ED9">
              <w:rPr>
                <w:rStyle w:val="spanrvts0"/>
                <w:lang w:val="ru-RU" w:eastAsia="uk"/>
              </w:rPr>
              <w:t xml:space="preserve"> </w:t>
            </w:r>
            <w:r w:rsidR="00566B07">
              <w:rPr>
                <w:rStyle w:val="spanrvts0"/>
                <w:lang w:eastAsia="uk"/>
              </w:rPr>
              <w:t>22.05.2025 18:00</w:t>
            </w:r>
          </w:p>
        </w:tc>
      </w:tr>
      <w:tr w:rsidR="00230FCE" w:rsidRPr="001145AF" w14:paraId="5FE47037"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4AFA5BF2" w14:textId="77777777" w:rsidR="00230FCE" w:rsidRPr="00230FCE" w:rsidRDefault="00230FCE" w:rsidP="00230FCE">
            <w:pPr>
              <w:pStyle w:val="rvps14"/>
              <w:spacing w:before="150" w:after="150"/>
              <w:rPr>
                <w:rStyle w:val="spanrvts0"/>
                <w:lang w:val="uk" w:eastAsia="uk"/>
              </w:rPr>
            </w:pPr>
            <w:r w:rsidRPr="00230FCE">
              <w:rPr>
                <w:rStyle w:val="spanrvts0"/>
                <w:b/>
                <w:bCs/>
                <w:lang w:val="uk" w:eastAsia="uk"/>
              </w:rPr>
              <w:t>Спосіб проведення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1A6324D" w14:textId="1D5FB24F" w:rsidR="00230FCE" w:rsidRPr="00230FCE" w:rsidRDefault="00AA2A4D" w:rsidP="00B8206F">
            <w:pPr>
              <w:pStyle w:val="rvps14"/>
              <w:spacing w:before="150" w:after="150"/>
              <w:rPr>
                <w:rStyle w:val="spanrvts0"/>
                <w:lang w:val="uk" w:eastAsia="uk"/>
              </w:rPr>
            </w:pPr>
            <w:r w:rsidRPr="00AA2A4D">
              <w:rPr>
                <w:lang w:val="ru-RU"/>
              </w:rPr>
              <w:t xml:space="preserve">   </w:t>
            </w:r>
            <w:r w:rsidR="00566B07" w:rsidRPr="008E5ED9">
              <w:rPr>
                <w:b/>
                <w:lang w:val="ru-RU"/>
              </w:rPr>
              <w:t xml:space="preserve"> </w:t>
            </w:r>
            <w:r w:rsidRPr="00AA2A4D">
              <w:rPr>
                <w:lang w:val="ru-RU"/>
              </w:rPr>
              <w:t xml:space="preserve"> </w:t>
            </w:r>
            <w:hyperlink r:id="rId4" w:history="1"/>
            <w:r w:rsidR="00230FCE" w:rsidRPr="00230FCE">
              <w:rPr>
                <w:rStyle w:val="spanrvts0"/>
                <w:b/>
                <w:bCs/>
                <w:lang w:val="uk" w:eastAsia="uk"/>
              </w:rPr>
              <w:t>очне голосування, місце проведення</w:t>
            </w:r>
            <w:r w:rsidR="00230FCE" w:rsidRPr="00230FCE">
              <w:rPr>
                <w:rStyle w:val="spanrvts37"/>
                <w:b w:val="0"/>
                <w:bCs w:val="0"/>
                <w:sz w:val="0"/>
                <w:szCs w:val="0"/>
                <w:lang w:val="uk" w:eastAsia="uk"/>
              </w:rPr>
              <w:t>-</w:t>
            </w:r>
            <w:r w:rsidR="00B8206F">
              <w:rPr>
                <w:rStyle w:val="spanrvts0"/>
                <w:b/>
                <w:bCs/>
                <w:lang w:val="uk" w:eastAsia="uk"/>
              </w:rPr>
              <w:t xml:space="preserve">: </w:t>
            </w:r>
            <w:r w:rsidR="00B8206F">
              <w:rPr>
                <w:rStyle w:val="spanrvts0"/>
                <w:b/>
                <w:bCs/>
                <w:lang w:val="uk" w:eastAsia="uk"/>
              </w:rPr>
              <w:br/>
            </w:r>
            <w:r w:rsidR="00B8206F" w:rsidRPr="00B8206F">
              <w:rPr>
                <w:rStyle w:val="spanrvts0"/>
                <w:b/>
                <w:bCs/>
                <w:lang w:val="ru-RU" w:eastAsia="uk"/>
              </w:rPr>
              <w:t xml:space="preserve"> </w:t>
            </w:r>
            <w:r w:rsidR="00230FCE" w:rsidRPr="00230FCE">
              <w:rPr>
                <w:rStyle w:val="spanrvts0"/>
                <w:b/>
                <w:bCs/>
                <w:lang w:val="uk" w:eastAsia="uk"/>
              </w:rPr>
              <w:br/>
            </w:r>
            <w:r w:rsidRPr="00AA2A4D">
              <w:rPr>
                <w:lang w:val="ru-RU"/>
              </w:rPr>
              <w:t xml:space="preserve">   </w:t>
            </w:r>
            <w:r w:rsidR="00566B07" w:rsidRPr="008E5ED9">
              <w:rPr>
                <w:b/>
                <w:lang w:val="ru-RU"/>
              </w:rPr>
              <w:t xml:space="preserve"> </w:t>
            </w:r>
            <w:r w:rsidRPr="00AA2A4D">
              <w:rPr>
                <w:lang w:val="ru-RU"/>
              </w:rPr>
              <w:t xml:space="preserve"> </w:t>
            </w:r>
            <w:hyperlink r:id="rId5" w:history="1"/>
            <w:r w:rsidR="00230FCE" w:rsidRPr="00230FCE">
              <w:rPr>
                <w:rStyle w:val="spanrvts0"/>
                <w:b/>
                <w:bCs/>
                <w:lang w:val="uk" w:eastAsia="uk"/>
              </w:rPr>
              <w:t xml:space="preserve">електронне голосування </w:t>
            </w:r>
            <w:r w:rsidR="00230FCE" w:rsidRPr="00230FCE">
              <w:rPr>
                <w:rStyle w:val="spanrvts0"/>
                <w:b/>
                <w:bCs/>
                <w:lang w:val="uk" w:eastAsia="uk"/>
              </w:rPr>
              <w:br/>
            </w:r>
            <w:r w:rsidRPr="00AA2A4D">
              <w:rPr>
                <w:lang w:val="ru-RU"/>
              </w:rPr>
              <w:t xml:space="preserve">   </w:t>
            </w:r>
            <w:r w:rsidR="00566B07" w:rsidRPr="008E5ED9">
              <w:rPr>
                <w:b/>
                <w:lang w:val="ru-RU"/>
              </w:rPr>
              <w:t>[</w:t>
            </w:r>
            <w:r w:rsidR="00566B07">
              <w:rPr>
                <w:b/>
              </w:rPr>
              <w:t>X</w:t>
            </w:r>
            <w:r w:rsidR="00566B07" w:rsidRPr="008E5ED9">
              <w:rPr>
                <w:b/>
                <w:lang w:val="ru-RU"/>
              </w:rPr>
              <w:t>]</w:t>
            </w:r>
            <w:r w:rsidR="00B8206F" w:rsidRPr="00B8206F">
              <w:rPr>
                <w:lang w:val="ru-RU"/>
              </w:rPr>
              <w:t xml:space="preserve"> </w:t>
            </w:r>
            <w:hyperlink r:id="rId6" w:history="1"/>
            <w:r w:rsidR="00230FCE" w:rsidRPr="00230FCE">
              <w:rPr>
                <w:rStyle w:val="spanrvts0"/>
                <w:b/>
                <w:bCs/>
                <w:lang w:val="uk" w:eastAsia="uk"/>
              </w:rPr>
              <w:t>опитування (дистанційно)</w:t>
            </w:r>
          </w:p>
        </w:tc>
      </w:tr>
      <w:tr w:rsidR="00230FCE" w:rsidRPr="00230FCE" w14:paraId="2EE3C008"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59B1C951" w14:textId="77777777" w:rsidR="00230FCE" w:rsidRPr="00230FCE" w:rsidRDefault="00230FCE" w:rsidP="00230FCE">
            <w:pPr>
              <w:pStyle w:val="rvps14"/>
              <w:spacing w:before="150" w:after="150"/>
              <w:rPr>
                <w:rStyle w:val="spanrvts0"/>
                <w:lang w:val="uk" w:eastAsia="uk"/>
              </w:rPr>
            </w:pPr>
            <w:r w:rsidRPr="00230FCE">
              <w:rPr>
                <w:rStyle w:val="spanrvts0"/>
                <w:b/>
                <w:bCs/>
                <w:lang w:val="uk" w:eastAsia="uk"/>
              </w:rPr>
              <w:t>Час початку і закінчення реєстрації акціонерів для участі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14851DD7" w14:textId="20C37D72" w:rsidR="00230FCE" w:rsidRDefault="00B8206F" w:rsidP="00EB1242">
            <w:pPr>
              <w:pStyle w:val="rvps14"/>
              <w:contextualSpacing/>
              <w:rPr>
                <w:rStyle w:val="spanrvts0"/>
                <w:lang w:eastAsia="uk"/>
              </w:rPr>
            </w:pPr>
            <w:r w:rsidRPr="008E5ED9">
              <w:rPr>
                <w:rStyle w:val="spanrvts0"/>
                <w:lang w:val="ru-RU" w:eastAsia="uk"/>
              </w:rPr>
              <w:t xml:space="preserve"> </w:t>
            </w:r>
            <w:r w:rsidR="00566B07">
              <w:rPr>
                <w:rStyle w:val="spanrvts0"/>
                <w:lang w:eastAsia="uk"/>
              </w:rPr>
              <w:t>07.05.2025 11:00</w:t>
            </w:r>
          </w:p>
          <w:p w14:paraId="51D68CC8" w14:textId="343C9E0C" w:rsidR="00EB1242" w:rsidRPr="00B8206F" w:rsidRDefault="00EB1242" w:rsidP="00EB1242">
            <w:pPr>
              <w:pStyle w:val="rvps14"/>
              <w:rPr>
                <w:rStyle w:val="spanrvts0"/>
                <w:lang w:eastAsia="uk"/>
              </w:rPr>
            </w:pPr>
            <w:r>
              <w:rPr>
                <w:rStyle w:val="spanrvts0"/>
                <w:lang w:eastAsia="uk"/>
              </w:rPr>
              <w:t xml:space="preserve"> </w:t>
            </w:r>
            <w:r w:rsidR="00566B07">
              <w:rPr>
                <w:rStyle w:val="spanrvts0"/>
                <w:lang w:eastAsia="uk"/>
              </w:rPr>
              <w:t>22.05.2025 18:00</w:t>
            </w:r>
          </w:p>
        </w:tc>
      </w:tr>
      <w:tr w:rsidR="00230FCE" w:rsidRPr="00230FCE" w14:paraId="6B612B9A"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724AB18B" w14:textId="77777777" w:rsidR="00230FCE" w:rsidRPr="00230FCE" w:rsidRDefault="00230FCE" w:rsidP="00EB1242">
            <w:pPr>
              <w:pStyle w:val="rvps14"/>
              <w:rPr>
                <w:rStyle w:val="spanrvts0"/>
                <w:lang w:val="uk" w:eastAsia="uk"/>
              </w:rPr>
            </w:pPr>
            <w:r w:rsidRPr="00230FCE">
              <w:rPr>
                <w:rStyle w:val="spanrvts0"/>
                <w:b/>
                <w:bCs/>
                <w:lang w:val="uk" w:eastAsia="uk"/>
              </w:rPr>
              <w:t>Дата складення переліку акціонерів, які мають право на участь у загальних зборах</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14:paraId="368A1C01" w14:textId="41AD992F" w:rsidR="00230FCE" w:rsidRPr="00B8206F" w:rsidRDefault="00B8206F" w:rsidP="00EB1242">
            <w:pPr>
              <w:pStyle w:val="rvps14"/>
              <w:rPr>
                <w:rStyle w:val="spanrvts0"/>
                <w:lang w:eastAsia="uk"/>
              </w:rPr>
            </w:pPr>
            <w:r w:rsidRPr="008E5ED9">
              <w:rPr>
                <w:rStyle w:val="spanrvts0"/>
                <w:lang w:val="ru-RU" w:eastAsia="uk"/>
              </w:rPr>
              <w:t xml:space="preserve"> </w:t>
            </w:r>
            <w:r w:rsidR="00566B07">
              <w:rPr>
                <w:rStyle w:val="spanrvts0"/>
                <w:lang w:eastAsia="uk"/>
              </w:rPr>
              <w:t>19.05.2025</w:t>
            </w:r>
          </w:p>
        </w:tc>
      </w:tr>
      <w:tr w:rsidR="00230FCE" w:rsidRPr="001145AF" w14:paraId="1E1AF6BD"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9D2999A" w14:textId="77777777" w:rsidR="00230FCE" w:rsidRPr="00230FCE" w:rsidRDefault="00230FCE" w:rsidP="00230FCE">
            <w:pPr>
              <w:pStyle w:val="rvps14"/>
              <w:spacing w:before="150" w:after="150"/>
              <w:rPr>
                <w:rStyle w:val="spanrvts0"/>
                <w:lang w:val="uk" w:eastAsia="uk"/>
              </w:rPr>
            </w:pPr>
            <w:r w:rsidRPr="00230FCE">
              <w:rPr>
                <w:rStyle w:val="spanrvts0"/>
                <w:b/>
                <w:bCs/>
                <w:lang w:val="uk" w:eastAsia="uk"/>
              </w:rPr>
              <w:t>Проект порядку денного / порядок денний</w:t>
            </w:r>
            <w:r w:rsidRPr="00230FCE">
              <w:rPr>
                <w:rStyle w:val="spanrvts37"/>
                <w:b w:val="0"/>
                <w:bCs w:val="0"/>
                <w:sz w:val="0"/>
                <w:szCs w:val="0"/>
                <w:lang w:val="uk" w:eastAsia="uk"/>
              </w:rPr>
              <w:t>-</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415B69" w14:textId="77777777" w:rsidR="00566B07" w:rsidRPr="008E5ED9" w:rsidRDefault="00EB1242"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ПОРЯДОК ДЕННИЙ (перелік питань, що виносяться на голосування) Загальних зборів, які призначені на «22» травня 2025 р.:</w:t>
            </w:r>
          </w:p>
          <w:p w14:paraId="3B2420E3" w14:textId="77777777" w:rsidR="00566B07" w:rsidRPr="008E5ED9" w:rsidRDefault="00566B07" w:rsidP="00EB1242">
            <w:pPr>
              <w:pStyle w:val="rvps14"/>
              <w:rPr>
                <w:rStyle w:val="spanrvts0"/>
                <w:lang w:val="ru-RU" w:eastAsia="uk"/>
              </w:rPr>
            </w:pPr>
            <w:r w:rsidRPr="008E5ED9">
              <w:rPr>
                <w:rStyle w:val="spanrvts0"/>
                <w:lang w:val="ru-RU" w:eastAsia="uk"/>
              </w:rPr>
              <w:t>1. Зміна умов кредитування/фінансування в АТ «Райффайзен Банк».</w:t>
            </w:r>
          </w:p>
          <w:p w14:paraId="72DE6FFA" w14:textId="77777777" w:rsidR="00566B07" w:rsidRPr="008E5ED9" w:rsidRDefault="00566B07" w:rsidP="00EB1242">
            <w:pPr>
              <w:pStyle w:val="rvps14"/>
              <w:rPr>
                <w:rStyle w:val="spanrvts0"/>
                <w:lang w:val="ru-RU" w:eastAsia="uk"/>
              </w:rPr>
            </w:pPr>
            <w:r w:rsidRPr="008E5ED9">
              <w:rPr>
                <w:rStyle w:val="spanrvts0"/>
                <w:lang w:val="ru-RU" w:eastAsia="uk"/>
              </w:rPr>
              <w:t>2. Поширення діючого забезпечення перед АТ «Райффайзен Банк» на нові умови фінансування.</w:t>
            </w:r>
          </w:p>
          <w:p w14:paraId="3448F27B" w14:textId="77777777" w:rsidR="00566B07" w:rsidRPr="008E5ED9" w:rsidRDefault="00566B07" w:rsidP="00EB1242">
            <w:pPr>
              <w:pStyle w:val="rvps14"/>
              <w:rPr>
                <w:rStyle w:val="spanrvts0"/>
                <w:lang w:val="ru-RU" w:eastAsia="uk"/>
              </w:rPr>
            </w:pPr>
            <w:r w:rsidRPr="008E5ED9">
              <w:rPr>
                <w:rStyle w:val="spanrvts0"/>
                <w:lang w:val="ru-RU" w:eastAsia="uk"/>
              </w:rPr>
              <w:t>3. Надання майна в заставу АТ «Райффайзен Банк».</w:t>
            </w:r>
          </w:p>
          <w:p w14:paraId="0F57B947" w14:textId="77777777" w:rsidR="00566B07" w:rsidRPr="008E5ED9" w:rsidRDefault="00566B07" w:rsidP="00EB1242">
            <w:pPr>
              <w:pStyle w:val="rvps14"/>
              <w:rPr>
                <w:rStyle w:val="spanrvts0"/>
                <w:lang w:val="ru-RU" w:eastAsia="uk"/>
              </w:rPr>
            </w:pPr>
            <w:r w:rsidRPr="008E5ED9">
              <w:rPr>
                <w:rStyle w:val="spanrvts0"/>
                <w:lang w:val="ru-RU" w:eastAsia="uk"/>
              </w:rPr>
              <w:t xml:space="preserve">4. Підтвердження повноважень Генерального директора Лавриненка Сергія Геннадійовича та фінансового </w:t>
            </w:r>
          </w:p>
          <w:p w14:paraId="58F8D586" w14:textId="77777777" w:rsidR="00566B07" w:rsidRPr="008E5ED9" w:rsidRDefault="00566B07" w:rsidP="00EB1242">
            <w:pPr>
              <w:pStyle w:val="rvps14"/>
              <w:rPr>
                <w:rStyle w:val="spanrvts0"/>
                <w:lang w:val="ru-RU" w:eastAsia="uk"/>
              </w:rPr>
            </w:pPr>
            <w:r w:rsidRPr="008E5ED9">
              <w:rPr>
                <w:rStyle w:val="spanrvts0"/>
                <w:lang w:val="ru-RU" w:eastAsia="uk"/>
              </w:rPr>
              <w:t xml:space="preserve">директора Муксімова Андрія Олександровича та надання повноважень на укладання (підписання) </w:t>
            </w:r>
          </w:p>
          <w:p w14:paraId="591EE40B" w14:textId="77777777" w:rsidR="00566B07" w:rsidRPr="008E5ED9" w:rsidRDefault="00566B07" w:rsidP="00EB1242">
            <w:pPr>
              <w:pStyle w:val="rvps14"/>
              <w:rPr>
                <w:rStyle w:val="spanrvts0"/>
                <w:lang w:val="ru-RU" w:eastAsia="uk"/>
              </w:rPr>
            </w:pPr>
            <w:r w:rsidRPr="008E5ED9">
              <w:rPr>
                <w:rStyle w:val="spanrvts0"/>
                <w:lang w:val="ru-RU" w:eastAsia="uk"/>
              </w:rPr>
              <w:t>договорів/додаткових угод та всіх необхідних документів.</w:t>
            </w:r>
          </w:p>
          <w:p w14:paraId="79D76ACC" w14:textId="77777777" w:rsidR="00566B07" w:rsidRPr="008E5ED9" w:rsidRDefault="00566B07" w:rsidP="00EB1242">
            <w:pPr>
              <w:pStyle w:val="rvps14"/>
              <w:rPr>
                <w:rStyle w:val="spanrvts0"/>
                <w:lang w:val="ru-RU" w:eastAsia="uk"/>
              </w:rPr>
            </w:pPr>
            <w:r w:rsidRPr="008E5ED9">
              <w:rPr>
                <w:rStyle w:val="spanrvts0"/>
                <w:lang w:val="ru-RU" w:eastAsia="uk"/>
              </w:rPr>
              <w:t>5. Прийняття рішення про попереднє схвалення значних правочинів.</w:t>
            </w:r>
          </w:p>
          <w:p w14:paraId="3CC61E52" w14:textId="77777777" w:rsidR="00566B07" w:rsidRPr="008E5ED9" w:rsidRDefault="00566B07" w:rsidP="00EB1242">
            <w:pPr>
              <w:pStyle w:val="rvps14"/>
              <w:rPr>
                <w:rStyle w:val="spanrvts0"/>
                <w:lang w:val="ru-RU" w:eastAsia="uk"/>
              </w:rPr>
            </w:pPr>
            <w:r w:rsidRPr="008E5ED9">
              <w:rPr>
                <w:rStyle w:val="spanrvts0"/>
                <w:lang w:val="ru-RU" w:eastAsia="uk"/>
              </w:rPr>
              <w:t>6. Про збільшення суми договору за яким придбавається катанки №191</w:t>
            </w:r>
            <w:r>
              <w:rPr>
                <w:rStyle w:val="spanrvts0"/>
                <w:lang w:eastAsia="uk"/>
              </w:rPr>
              <w:t>S</w:t>
            </w:r>
            <w:r w:rsidRPr="008E5ED9">
              <w:rPr>
                <w:rStyle w:val="spanrvts0"/>
                <w:lang w:val="ru-RU" w:eastAsia="uk"/>
              </w:rPr>
              <w:t>21 від 06.07.2021 р.</w:t>
            </w:r>
          </w:p>
          <w:p w14:paraId="6F5B56B9" w14:textId="2D049FC1" w:rsidR="00230FCE" w:rsidRPr="001145AF" w:rsidRDefault="00566B07" w:rsidP="00EB1242">
            <w:pPr>
              <w:pStyle w:val="rvps14"/>
              <w:rPr>
                <w:rStyle w:val="spanrvts0"/>
                <w:lang w:val="ru-RU" w:eastAsia="uk"/>
              </w:rPr>
            </w:pPr>
            <w:proofErr w:type="spellStart"/>
            <w:r w:rsidRPr="001145AF">
              <w:rPr>
                <w:rStyle w:val="spanrvts0"/>
                <w:lang w:val="ru-RU" w:eastAsia="uk"/>
              </w:rPr>
              <w:t>Прийняти</w:t>
            </w:r>
            <w:proofErr w:type="spellEnd"/>
            <w:r w:rsidRPr="001145AF">
              <w:rPr>
                <w:rStyle w:val="spanrvts0"/>
                <w:lang w:val="ru-RU" w:eastAsia="uk"/>
              </w:rPr>
              <w:t xml:space="preserve"> до </w:t>
            </w:r>
            <w:proofErr w:type="spellStart"/>
            <w:r w:rsidRPr="001145AF">
              <w:rPr>
                <w:rStyle w:val="spanrvts0"/>
                <w:lang w:val="ru-RU" w:eastAsia="uk"/>
              </w:rPr>
              <w:t>відома</w:t>
            </w:r>
            <w:proofErr w:type="spellEnd"/>
            <w:r w:rsidRPr="001145AF">
              <w:rPr>
                <w:rStyle w:val="spanrvts0"/>
                <w:lang w:val="ru-RU" w:eastAsia="uk"/>
              </w:rPr>
              <w:t xml:space="preserve"> </w:t>
            </w:r>
            <w:proofErr w:type="spellStart"/>
            <w:r w:rsidRPr="001145AF">
              <w:rPr>
                <w:rStyle w:val="spanrvts0"/>
                <w:lang w:val="ru-RU" w:eastAsia="uk"/>
              </w:rPr>
              <w:t>відсутність</w:t>
            </w:r>
            <w:proofErr w:type="spellEnd"/>
            <w:r w:rsidRPr="001145AF">
              <w:rPr>
                <w:rStyle w:val="spanrvts0"/>
                <w:lang w:val="ru-RU" w:eastAsia="uk"/>
              </w:rPr>
              <w:t xml:space="preserve"> </w:t>
            </w:r>
            <w:proofErr w:type="spellStart"/>
            <w:r w:rsidRPr="001145AF">
              <w:rPr>
                <w:rStyle w:val="spanrvts0"/>
                <w:lang w:val="ru-RU" w:eastAsia="uk"/>
              </w:rPr>
              <w:t>взаємозв’язку</w:t>
            </w:r>
            <w:proofErr w:type="spellEnd"/>
            <w:r w:rsidRPr="001145AF">
              <w:rPr>
                <w:rStyle w:val="spanrvts0"/>
                <w:lang w:val="ru-RU" w:eastAsia="uk"/>
              </w:rPr>
              <w:t xml:space="preserve"> </w:t>
            </w:r>
            <w:proofErr w:type="spellStart"/>
            <w:r w:rsidRPr="001145AF">
              <w:rPr>
                <w:rStyle w:val="spanrvts0"/>
                <w:lang w:val="ru-RU" w:eastAsia="uk"/>
              </w:rPr>
              <w:t>між</w:t>
            </w:r>
            <w:proofErr w:type="spellEnd"/>
            <w:r w:rsidRPr="001145AF">
              <w:rPr>
                <w:rStyle w:val="spanrvts0"/>
                <w:lang w:val="ru-RU" w:eastAsia="uk"/>
              </w:rPr>
              <w:t xml:space="preserve"> </w:t>
            </w:r>
            <w:proofErr w:type="spellStart"/>
            <w:r w:rsidRPr="001145AF">
              <w:rPr>
                <w:rStyle w:val="spanrvts0"/>
                <w:lang w:val="ru-RU" w:eastAsia="uk"/>
              </w:rPr>
              <w:t>питаннями</w:t>
            </w:r>
            <w:proofErr w:type="spellEnd"/>
            <w:r w:rsidRPr="001145AF">
              <w:rPr>
                <w:rStyle w:val="spanrvts0"/>
                <w:lang w:val="ru-RU" w:eastAsia="uk"/>
              </w:rPr>
              <w:t xml:space="preserve">, </w:t>
            </w:r>
            <w:proofErr w:type="spellStart"/>
            <w:r w:rsidRPr="001145AF">
              <w:rPr>
                <w:rStyle w:val="spanrvts0"/>
                <w:lang w:val="ru-RU" w:eastAsia="uk"/>
              </w:rPr>
              <w:t>включеними</w:t>
            </w:r>
            <w:proofErr w:type="spellEnd"/>
            <w:r w:rsidRPr="001145AF">
              <w:rPr>
                <w:rStyle w:val="spanrvts0"/>
                <w:lang w:val="ru-RU" w:eastAsia="uk"/>
              </w:rPr>
              <w:t xml:space="preserve"> </w:t>
            </w:r>
            <w:proofErr w:type="gramStart"/>
            <w:r w:rsidRPr="001145AF">
              <w:rPr>
                <w:rStyle w:val="spanrvts0"/>
                <w:lang w:val="ru-RU" w:eastAsia="uk"/>
              </w:rPr>
              <w:t>до порядку</w:t>
            </w:r>
            <w:proofErr w:type="gramEnd"/>
            <w:r w:rsidRPr="001145AF">
              <w:rPr>
                <w:rStyle w:val="spanrvts0"/>
                <w:lang w:val="ru-RU" w:eastAsia="uk"/>
              </w:rPr>
              <w:t xml:space="preserve"> денного.</w:t>
            </w:r>
          </w:p>
        </w:tc>
      </w:tr>
      <w:tr w:rsidR="00230FCE" w:rsidRPr="00230FCE" w14:paraId="14671A9C"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0B786A22"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Проекти рішень (крім кумулятивного голосування) з кожного питання, включеного до проекту порядку денного</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896E280" w14:textId="77777777" w:rsidR="00566B07" w:rsidRPr="008E5ED9" w:rsidRDefault="00EB1242"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Перелік питань разом з проєктом рішень (крім кумулятивного голосування) щодо кожного з питань, включених до порядку денного позачергових Загальних зборів ПРИВАТНОГО АКЦІОНЕРНОГО ТОВАРИСТВА "СТАЛЬКАНАТ", які скликаються на "22" травня 2025 року.</w:t>
            </w:r>
          </w:p>
          <w:p w14:paraId="033C9ADF"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№1.</w:t>
            </w:r>
          </w:p>
          <w:p w14:paraId="0350496E" w14:textId="77777777" w:rsidR="00566B07" w:rsidRPr="008E5ED9" w:rsidRDefault="00566B07" w:rsidP="00EB1242">
            <w:pPr>
              <w:pStyle w:val="rvps14"/>
              <w:rPr>
                <w:rStyle w:val="spanrvts0"/>
                <w:lang w:val="ru-RU" w:eastAsia="uk"/>
              </w:rPr>
            </w:pPr>
            <w:r w:rsidRPr="008E5ED9">
              <w:rPr>
                <w:rStyle w:val="spanrvts0"/>
                <w:lang w:val="ru-RU" w:eastAsia="uk"/>
              </w:rPr>
              <w:t>Питання, винесене на голосування: Зміна умов кредитування/фінансування в АТ "Райффайзен Банк".</w:t>
            </w:r>
          </w:p>
          <w:p w14:paraId="7F830345" w14:textId="77777777" w:rsidR="00566B07" w:rsidRPr="008E5ED9" w:rsidRDefault="00566B07" w:rsidP="00EB1242">
            <w:pPr>
              <w:pStyle w:val="rvps14"/>
              <w:rPr>
                <w:rStyle w:val="spanrvts0"/>
                <w:lang w:val="ru-RU" w:eastAsia="uk"/>
              </w:rPr>
            </w:pPr>
            <w:r w:rsidRPr="008E5ED9">
              <w:rPr>
                <w:rStyle w:val="spanrvts0"/>
                <w:lang w:val="ru-RU" w:eastAsia="uk"/>
              </w:rPr>
              <w:t>Проєкт рішення з цього питання: Змінити умови кредитування/фінансування в АТ "Райффайзен Банк" за Генеральним договором на здійснення кредитних операцій №01/Д2-КБ/2770 від 31.05.2021 р.  (далі - ГД) у зв'язку з:</w:t>
            </w:r>
          </w:p>
          <w:p w14:paraId="21233180"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 xml:space="preserve">Збільшенням  в еквіваленті до 1 019 000 000,00 (один мільярд дев'ятнадцять мільйонів гривень 00 копійок) гривень ліміту ГД  без зміни строку ГД який встановлено до "01" травня 2031 року. </w:t>
            </w:r>
          </w:p>
          <w:p w14:paraId="42DB5D63" w14:textId="77777777" w:rsidR="00566B07" w:rsidRPr="008E5ED9" w:rsidRDefault="00566B07" w:rsidP="00EB1242">
            <w:pPr>
              <w:pStyle w:val="rvps14"/>
              <w:rPr>
                <w:rStyle w:val="spanrvts0"/>
                <w:lang w:val="ru-RU" w:eastAsia="uk"/>
              </w:rPr>
            </w:pPr>
          </w:p>
          <w:p w14:paraId="62282A64" w14:textId="77777777" w:rsidR="00566B07" w:rsidRPr="008E5ED9" w:rsidRDefault="00566B07" w:rsidP="00EB1242">
            <w:pPr>
              <w:pStyle w:val="rvps14"/>
              <w:rPr>
                <w:rStyle w:val="spanrvts0"/>
                <w:lang w:val="ru-RU" w:eastAsia="uk"/>
              </w:rPr>
            </w:pPr>
            <w:r w:rsidRPr="008E5ED9">
              <w:rPr>
                <w:rStyle w:val="spanrvts0"/>
                <w:lang w:val="ru-RU" w:eastAsia="uk"/>
              </w:rPr>
              <w:t>Отримати в АТ "Райффайзен Банк" фінансування в межах ГД, а саме:</w:t>
            </w:r>
          </w:p>
          <w:p w14:paraId="25427280" w14:textId="77777777" w:rsidR="00566B07" w:rsidRPr="008E5ED9" w:rsidRDefault="00566B07" w:rsidP="00EB1242">
            <w:pPr>
              <w:pStyle w:val="rvps14"/>
              <w:rPr>
                <w:rStyle w:val="spanrvts0"/>
                <w:lang w:val="ru-RU" w:eastAsia="uk"/>
              </w:rPr>
            </w:pPr>
          </w:p>
          <w:p w14:paraId="04D98BE6" w14:textId="77777777" w:rsidR="00566B07" w:rsidRPr="008E5ED9" w:rsidRDefault="00566B07" w:rsidP="00EB1242">
            <w:pPr>
              <w:pStyle w:val="rvps14"/>
              <w:rPr>
                <w:rStyle w:val="spanrvts0"/>
                <w:lang w:val="ru-RU" w:eastAsia="uk"/>
              </w:rPr>
            </w:pPr>
            <w:r w:rsidRPr="008E5ED9">
              <w:rPr>
                <w:rStyle w:val="spanrvts0"/>
                <w:lang w:val="ru-RU" w:eastAsia="uk"/>
              </w:rPr>
              <w:t>1. Укласти новий Кредитний договір (кредитування траншами) на загальну суму (ліміт) не більше еквівалент 300 000 000,00 (триста мільйонів гривень 00 копійок)  гривень (можливість вибірки грн./дол. США/євро) та строком не більше 31.12.2025 року;</w:t>
            </w:r>
          </w:p>
          <w:p w14:paraId="6AE4DAEB" w14:textId="77777777" w:rsidR="00566B07" w:rsidRPr="008E5ED9" w:rsidRDefault="00566B07" w:rsidP="00EB1242">
            <w:pPr>
              <w:pStyle w:val="rvps14"/>
              <w:rPr>
                <w:rStyle w:val="spanrvts0"/>
                <w:lang w:val="ru-RU" w:eastAsia="uk"/>
              </w:rPr>
            </w:pPr>
            <w:r w:rsidRPr="008E5ED9">
              <w:rPr>
                <w:rStyle w:val="spanrvts0"/>
                <w:lang w:val="ru-RU" w:eastAsia="uk"/>
              </w:rPr>
              <w:t>2. Укласти новий Кредитний договір (відновлювальна кредитна лінія) на загальну суму (ліміт) не більше  еквівалент 300 000 000,00 (триста мільйонів гривень 00 копійок)  гривень (можливість вибірки грн./дол. США/євро) та строком не більше 31.12.2025 року;</w:t>
            </w:r>
          </w:p>
          <w:p w14:paraId="7D2617D5" w14:textId="77777777" w:rsidR="00566B07" w:rsidRPr="008E5ED9" w:rsidRDefault="00566B07" w:rsidP="00EB1242">
            <w:pPr>
              <w:pStyle w:val="rvps14"/>
              <w:rPr>
                <w:rStyle w:val="spanrvts0"/>
                <w:lang w:val="ru-RU" w:eastAsia="uk"/>
              </w:rPr>
            </w:pPr>
            <w:r w:rsidRPr="008E5ED9">
              <w:rPr>
                <w:rStyle w:val="spanrvts0"/>
                <w:lang w:val="ru-RU" w:eastAsia="uk"/>
              </w:rPr>
              <w:t>3. Укласти новий Кредитний договір (невідновлювальна кредитна лінія) на загальну суму (ліміт) не більше  еквівалент 175 000 000,00 (сто сімдесят п'ять мільйонів гривень 00 копійок) гривень (можливість вибірки грн./дол. США/євро) та строком не більше 31.12.2026 року;</w:t>
            </w:r>
          </w:p>
          <w:p w14:paraId="2FA41A9A" w14:textId="77777777" w:rsidR="00566B07" w:rsidRPr="008E5ED9" w:rsidRDefault="00566B07" w:rsidP="00EB1242">
            <w:pPr>
              <w:pStyle w:val="rvps14"/>
              <w:rPr>
                <w:rStyle w:val="spanrvts0"/>
                <w:lang w:val="ru-RU" w:eastAsia="uk"/>
              </w:rPr>
            </w:pPr>
          </w:p>
          <w:p w14:paraId="39B1725C" w14:textId="77777777" w:rsidR="00566B07" w:rsidRPr="008E5ED9" w:rsidRDefault="00566B07" w:rsidP="00EB1242">
            <w:pPr>
              <w:pStyle w:val="rvps14"/>
              <w:rPr>
                <w:rStyle w:val="spanrvts0"/>
                <w:lang w:val="ru-RU" w:eastAsia="uk"/>
              </w:rPr>
            </w:pPr>
            <w:r w:rsidRPr="008E5ED9">
              <w:rPr>
                <w:rStyle w:val="spanrvts0"/>
                <w:lang w:val="ru-RU" w:eastAsia="uk"/>
              </w:rPr>
              <w:t>Сума всіх укладених в межах ГД договорів та додаткових угод може перевищувати ліміт ГД, однак в будь-якому випадку, протягом строку дії ГД на будь-яку дату загальний розмір основної суми заборгованості за всіма договорами укладеними в межах ГД  не може перевищувати ліміт ГД.</w:t>
            </w:r>
          </w:p>
          <w:p w14:paraId="407037AC" w14:textId="77777777" w:rsidR="00566B07" w:rsidRPr="008E5ED9" w:rsidRDefault="00566B07" w:rsidP="00EB1242">
            <w:pPr>
              <w:pStyle w:val="rvps14"/>
              <w:rPr>
                <w:rStyle w:val="spanrvts0"/>
                <w:lang w:val="ru-RU" w:eastAsia="uk"/>
              </w:rPr>
            </w:pPr>
          </w:p>
          <w:p w14:paraId="2C4FDF92"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№2.</w:t>
            </w:r>
          </w:p>
          <w:p w14:paraId="3D5A651B" w14:textId="77777777" w:rsidR="00566B07" w:rsidRPr="008E5ED9" w:rsidRDefault="00566B07" w:rsidP="00EB1242">
            <w:pPr>
              <w:pStyle w:val="rvps14"/>
              <w:rPr>
                <w:rStyle w:val="spanrvts0"/>
                <w:lang w:val="ru-RU" w:eastAsia="uk"/>
              </w:rPr>
            </w:pPr>
            <w:r w:rsidRPr="008E5ED9">
              <w:rPr>
                <w:rStyle w:val="spanrvts0"/>
                <w:lang w:val="ru-RU" w:eastAsia="uk"/>
              </w:rPr>
              <w:t>Питання, винесене на голосування: Поширення діючого забезпечення перед АТ "Райффайзен Банк" на нові умови фінансування.</w:t>
            </w:r>
          </w:p>
          <w:p w14:paraId="3EEB11BE" w14:textId="77777777" w:rsidR="00566B07" w:rsidRPr="008E5ED9" w:rsidRDefault="00566B07" w:rsidP="00EB1242">
            <w:pPr>
              <w:pStyle w:val="rvps14"/>
              <w:rPr>
                <w:rStyle w:val="spanrvts0"/>
                <w:lang w:val="ru-RU" w:eastAsia="uk"/>
              </w:rPr>
            </w:pPr>
            <w:r w:rsidRPr="008E5ED9">
              <w:rPr>
                <w:rStyle w:val="spanrvts0"/>
                <w:lang w:val="ru-RU" w:eastAsia="uk"/>
              </w:rPr>
              <w:lastRenderedPageBreak/>
              <w:t>Проєкт рішення з цього питання: Поширити іпотеку/заставу перед АТ "Райффайзен Банк" за:</w:t>
            </w:r>
          </w:p>
          <w:p w14:paraId="3D8B26AC"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 xml:space="preserve">договором іпотеки №317 від 02.06.2021 р.   </w:t>
            </w:r>
          </w:p>
          <w:p w14:paraId="19F1262F"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 xml:space="preserve">договором застави №12/Д2-КБ/3299 від 02.06.2021 р.  </w:t>
            </w:r>
          </w:p>
          <w:p w14:paraId="206574B7"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договором застави № 12/189-1/01/18 від 08.02.2023р.</w:t>
            </w:r>
          </w:p>
          <w:p w14:paraId="431FED48" w14:textId="77777777" w:rsidR="00566B07" w:rsidRPr="008E5ED9" w:rsidRDefault="00566B07" w:rsidP="00EB1242">
            <w:pPr>
              <w:pStyle w:val="rvps14"/>
              <w:rPr>
                <w:rStyle w:val="spanrvts0"/>
                <w:lang w:val="ru-RU" w:eastAsia="uk"/>
              </w:rPr>
            </w:pPr>
            <w:r w:rsidRPr="008E5ED9">
              <w:rPr>
                <w:rStyle w:val="spanrvts0"/>
                <w:lang w:val="ru-RU" w:eastAsia="uk"/>
              </w:rPr>
              <w:t>за виконання зобов'язань Товариства, у тому числі тих, що виникнуть у майбутньому та які походять з умов ГД, у т. ч. у зв'язку із зазначеними  змінами до ГД.</w:t>
            </w:r>
          </w:p>
          <w:p w14:paraId="0DF6F4F5" w14:textId="77777777" w:rsidR="00566B07" w:rsidRPr="008E5ED9" w:rsidRDefault="00566B07" w:rsidP="00EB1242">
            <w:pPr>
              <w:pStyle w:val="rvps14"/>
              <w:rPr>
                <w:rStyle w:val="spanrvts0"/>
                <w:lang w:val="ru-RU" w:eastAsia="uk"/>
              </w:rPr>
            </w:pPr>
          </w:p>
          <w:p w14:paraId="3AAEE28C" w14:textId="77777777" w:rsidR="00566B07" w:rsidRPr="008E5ED9" w:rsidRDefault="00566B07" w:rsidP="00EB1242">
            <w:pPr>
              <w:pStyle w:val="rvps14"/>
              <w:rPr>
                <w:rStyle w:val="spanrvts0"/>
                <w:lang w:val="ru-RU" w:eastAsia="uk"/>
              </w:rPr>
            </w:pPr>
            <w:r w:rsidRPr="008E5ED9">
              <w:rPr>
                <w:rStyle w:val="spanrvts0"/>
                <w:lang w:val="ru-RU" w:eastAsia="uk"/>
              </w:rPr>
              <w:t>При прийнятті цього рішення буде враховано, що цією заставою забезпечуються усі зобов'язання за ГД та договорами/додатковими угодами, що укладені та  будуть укладені в його межах, в тому числі щодо повернення кредитних коштів, сплати процентів та комісій,  відшкодування коштів, сплачених Банком третім особам згідно умов ГД, сплати штрафних санкцій, будь-яких інших платежів, що підлягають сплаті Банку.</w:t>
            </w:r>
          </w:p>
          <w:p w14:paraId="49B9FEB5" w14:textId="77777777" w:rsidR="00566B07" w:rsidRPr="008E5ED9" w:rsidRDefault="00566B07" w:rsidP="00EB1242">
            <w:pPr>
              <w:pStyle w:val="rvps14"/>
              <w:rPr>
                <w:rStyle w:val="spanrvts0"/>
                <w:lang w:val="ru-RU" w:eastAsia="uk"/>
              </w:rPr>
            </w:pPr>
          </w:p>
          <w:p w14:paraId="1F0206D0"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№3.</w:t>
            </w:r>
          </w:p>
          <w:p w14:paraId="50E02A7D" w14:textId="77777777" w:rsidR="00566B07" w:rsidRPr="008E5ED9" w:rsidRDefault="00566B07" w:rsidP="00EB1242">
            <w:pPr>
              <w:pStyle w:val="rvps14"/>
              <w:rPr>
                <w:rStyle w:val="spanrvts0"/>
                <w:lang w:val="ru-RU" w:eastAsia="uk"/>
              </w:rPr>
            </w:pPr>
            <w:r w:rsidRPr="008E5ED9">
              <w:rPr>
                <w:rStyle w:val="spanrvts0"/>
                <w:lang w:val="ru-RU" w:eastAsia="uk"/>
              </w:rPr>
              <w:t>Питання, винесене на голосування: Надання майна в заставу АТ "Райффайзен Банк".</w:t>
            </w:r>
          </w:p>
          <w:p w14:paraId="3BE7AA53" w14:textId="77777777" w:rsidR="00566B07" w:rsidRPr="008E5ED9" w:rsidRDefault="00566B07" w:rsidP="00EB1242">
            <w:pPr>
              <w:pStyle w:val="rvps14"/>
              <w:rPr>
                <w:rStyle w:val="spanrvts0"/>
                <w:lang w:val="ru-RU" w:eastAsia="uk"/>
              </w:rPr>
            </w:pPr>
            <w:r w:rsidRPr="008E5ED9">
              <w:rPr>
                <w:rStyle w:val="spanrvts0"/>
                <w:lang w:val="ru-RU" w:eastAsia="uk"/>
              </w:rPr>
              <w:t>Проєкт рішення з цього питання: Передати в заставу (укласти відповідні договори) АТ "Райффайзен Банк" з метою забезпечення виконання зобов'язань Товариства, у тому числі тих, що виникнуть у майбутньому та які походять з умов  Кредитного договору (невідновлювальна кредитна лінія), що буде укладений в межах ГД (далі-основний договір) з лімітом в еквіваленті 175 000 000,00 (сто сімдесят п'ять мільйонів гривень 00 копійок) гривень (можливість вибірки грн./дол. США/євро) та строком не більше 31.12.2026 року, наступне майно Товариства:</w:t>
            </w:r>
          </w:p>
          <w:p w14:paraId="180CCA13" w14:textId="77777777" w:rsidR="00566B07" w:rsidRPr="008E5ED9" w:rsidRDefault="00566B07" w:rsidP="00EB1242">
            <w:pPr>
              <w:pStyle w:val="rvps14"/>
              <w:rPr>
                <w:rStyle w:val="spanrvts0"/>
                <w:lang w:val="ru-RU" w:eastAsia="uk"/>
              </w:rPr>
            </w:pPr>
          </w:p>
          <w:p w14:paraId="48904715" w14:textId="77777777" w:rsidR="00566B07" w:rsidRPr="008E5ED9" w:rsidRDefault="00566B07" w:rsidP="00EB1242">
            <w:pPr>
              <w:pStyle w:val="rvps14"/>
              <w:rPr>
                <w:rStyle w:val="spanrvts0"/>
                <w:lang w:val="ru-RU" w:eastAsia="uk"/>
              </w:rPr>
            </w:pPr>
            <w:r w:rsidRPr="008E5ED9">
              <w:rPr>
                <w:rStyle w:val="spanrvts0"/>
                <w:lang w:val="ru-RU" w:eastAsia="uk"/>
              </w:rPr>
              <w:t>Майно</w:t>
            </w:r>
            <w:r w:rsidRPr="008E5ED9">
              <w:rPr>
                <w:rStyle w:val="spanrvts0"/>
                <w:lang w:val="ru-RU" w:eastAsia="uk"/>
              </w:rPr>
              <w:tab/>
              <w:t>Балансова вартість</w:t>
            </w:r>
            <w:r w:rsidRPr="008E5ED9">
              <w:rPr>
                <w:rStyle w:val="spanrvts0"/>
                <w:lang w:val="ru-RU" w:eastAsia="uk"/>
              </w:rPr>
              <w:tab/>
              <w:t>Місце зберігання</w:t>
            </w:r>
          </w:p>
          <w:p w14:paraId="45787AE8" w14:textId="77777777" w:rsidR="00566B07" w:rsidRPr="008E5ED9" w:rsidRDefault="00566B07" w:rsidP="00EB1242">
            <w:pPr>
              <w:pStyle w:val="rvps14"/>
              <w:rPr>
                <w:rStyle w:val="spanrvts0"/>
                <w:lang w:val="ru-RU" w:eastAsia="uk"/>
              </w:rPr>
            </w:pPr>
          </w:p>
          <w:p w14:paraId="0E81BDB3" w14:textId="77777777" w:rsidR="00566B07" w:rsidRPr="008E5ED9" w:rsidRDefault="00566B07" w:rsidP="00EB1242">
            <w:pPr>
              <w:pStyle w:val="rvps14"/>
              <w:rPr>
                <w:rStyle w:val="spanrvts0"/>
                <w:lang w:val="ru-RU" w:eastAsia="uk"/>
              </w:rPr>
            </w:pPr>
            <w:r w:rsidRPr="008E5ED9">
              <w:rPr>
                <w:rStyle w:val="spanrvts0"/>
                <w:lang w:val="ru-RU" w:eastAsia="uk"/>
              </w:rPr>
              <w:t>Газ природний</w:t>
            </w:r>
          </w:p>
          <w:p w14:paraId="5DBFC010" w14:textId="77777777" w:rsidR="00566B07" w:rsidRPr="008E5ED9" w:rsidRDefault="00566B07" w:rsidP="00EB1242">
            <w:pPr>
              <w:pStyle w:val="rvps14"/>
              <w:rPr>
                <w:rStyle w:val="spanrvts0"/>
                <w:lang w:val="ru-RU" w:eastAsia="uk"/>
              </w:rPr>
            </w:pPr>
            <w:r w:rsidRPr="008E5ED9">
              <w:rPr>
                <w:rStyle w:val="spanrvts0"/>
                <w:lang w:val="ru-RU" w:eastAsia="uk"/>
              </w:rPr>
              <w:t>в об'ємі 100 тис. куб. м.</w:t>
            </w:r>
            <w:r w:rsidRPr="008E5ED9">
              <w:rPr>
                <w:rStyle w:val="spanrvts0"/>
                <w:lang w:val="ru-RU" w:eastAsia="uk"/>
              </w:rPr>
              <w:tab/>
              <w:t>175 000 000,00 грн.</w:t>
            </w:r>
            <w:r w:rsidRPr="008E5ED9">
              <w:rPr>
                <w:rStyle w:val="spanrvts0"/>
                <w:lang w:val="ru-RU" w:eastAsia="uk"/>
              </w:rPr>
              <w:tab/>
              <w:t>Зберігається в газосховищах природного газу Акціонерного товариства "Укртрансгаз" на підставі Договору зберігання (закачування, відбору) природного газу від 05.06.2023 року №2306000013</w:t>
            </w:r>
          </w:p>
          <w:p w14:paraId="20519017" w14:textId="77777777" w:rsidR="00566B07" w:rsidRPr="008E5ED9" w:rsidRDefault="00566B07" w:rsidP="00EB1242">
            <w:pPr>
              <w:pStyle w:val="rvps14"/>
              <w:rPr>
                <w:rStyle w:val="spanrvts0"/>
                <w:lang w:val="ru-RU" w:eastAsia="uk"/>
              </w:rPr>
            </w:pPr>
          </w:p>
          <w:p w14:paraId="6093F380"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№4.</w:t>
            </w:r>
          </w:p>
          <w:p w14:paraId="791966E1" w14:textId="77777777" w:rsidR="00566B07" w:rsidRPr="008E5ED9" w:rsidRDefault="00566B07" w:rsidP="00EB1242">
            <w:pPr>
              <w:pStyle w:val="rvps14"/>
              <w:rPr>
                <w:rStyle w:val="spanrvts0"/>
                <w:lang w:val="ru-RU" w:eastAsia="uk"/>
              </w:rPr>
            </w:pPr>
            <w:r w:rsidRPr="008E5ED9">
              <w:rPr>
                <w:rStyle w:val="spanrvts0"/>
                <w:lang w:val="ru-RU" w:eastAsia="uk"/>
              </w:rPr>
              <w:t xml:space="preserve">Питання, винесене на голосування: Підтвердження повноважень Генерального директора Лавриненка Сергія Геннадійовича та фінансового директора Муксімова Андрія Олександровича та надання повноважень на </w:t>
            </w:r>
            <w:r w:rsidRPr="008E5ED9">
              <w:rPr>
                <w:rStyle w:val="spanrvts0"/>
                <w:lang w:val="ru-RU" w:eastAsia="uk"/>
              </w:rPr>
              <w:lastRenderedPageBreak/>
              <w:t>укладання (підписання) договорів/додаткових угод та всіх необхідних документів.</w:t>
            </w:r>
          </w:p>
          <w:p w14:paraId="760BCB03" w14:textId="77777777" w:rsidR="00566B07" w:rsidRPr="008E5ED9" w:rsidRDefault="00566B07" w:rsidP="00EB1242">
            <w:pPr>
              <w:pStyle w:val="rvps14"/>
              <w:rPr>
                <w:rStyle w:val="spanrvts0"/>
                <w:lang w:val="ru-RU" w:eastAsia="uk"/>
              </w:rPr>
            </w:pPr>
            <w:r w:rsidRPr="008E5ED9">
              <w:rPr>
                <w:rStyle w:val="spanrvts0"/>
                <w:lang w:val="ru-RU" w:eastAsia="uk"/>
              </w:rPr>
              <w:t>Проєкт рішення з цього питання: Підтвердити повноваження Генерального директора Лавриненка Сергія  Геннадійовича та фінансового директора Муксімова Андрія Олександровича як керівників виконавчого органу та уповноважити їх, в межах прийнятих рішень загальними зборами акціонерів та \ або Наглядовою радою, укласти (підписати) від імені Товариства договори/додаткові угоди та інші документи, самостійно визначати/узгоджувати з АТ "Райффайзен Банк" всі інші умови договорів/додаткових угод/документів на власний розсуд в тому числі:</w:t>
            </w:r>
          </w:p>
          <w:p w14:paraId="4317E811" w14:textId="77777777" w:rsidR="00566B07" w:rsidRPr="008E5ED9" w:rsidRDefault="00566B07" w:rsidP="00EB1242">
            <w:pPr>
              <w:pStyle w:val="rvps14"/>
              <w:rPr>
                <w:rStyle w:val="spanrvts0"/>
                <w:lang w:val="ru-RU" w:eastAsia="uk"/>
              </w:rPr>
            </w:pPr>
            <w:r w:rsidRPr="008E5ED9">
              <w:rPr>
                <w:rStyle w:val="spanrvts0"/>
                <w:lang w:val="ru-RU" w:eastAsia="uk"/>
              </w:rPr>
              <w:t>- вид, суму (ліміт), цільове використання та строк, розмір та порядок сплати процентних ставок, комісій та будь-яких інших платежів;</w:t>
            </w:r>
          </w:p>
          <w:p w14:paraId="26662F27" w14:textId="77777777" w:rsidR="00566B07" w:rsidRPr="008E5ED9" w:rsidRDefault="00566B07" w:rsidP="00EB1242">
            <w:pPr>
              <w:pStyle w:val="rvps14"/>
              <w:rPr>
                <w:rStyle w:val="spanrvts0"/>
                <w:lang w:val="ru-RU" w:eastAsia="uk"/>
              </w:rPr>
            </w:pPr>
            <w:r w:rsidRPr="008E5ED9">
              <w:rPr>
                <w:rStyle w:val="spanrvts0"/>
                <w:lang w:val="ru-RU" w:eastAsia="uk"/>
              </w:rPr>
              <w:t>-умови договорів забезпечення.</w:t>
            </w:r>
          </w:p>
          <w:p w14:paraId="0148EC42" w14:textId="77777777" w:rsidR="00566B07" w:rsidRPr="008E5ED9" w:rsidRDefault="00566B07" w:rsidP="00EB1242">
            <w:pPr>
              <w:pStyle w:val="rvps14"/>
              <w:rPr>
                <w:rStyle w:val="spanrvts0"/>
                <w:lang w:val="ru-RU" w:eastAsia="uk"/>
              </w:rPr>
            </w:pPr>
            <w:r w:rsidRPr="008E5ED9">
              <w:rPr>
                <w:rStyle w:val="spanrvts0"/>
                <w:lang w:val="ru-RU" w:eastAsia="uk"/>
              </w:rPr>
              <w:t>Договори/додаткові угоди, що укладені та/або будуть укладені на підставі даного рішення (протоколу) загальних зборів акціонерів є затвердженими (схваленими, погодженими тощо) та не потребують будь-якого додаткового (повторного) рішення щодо їх укладання.</w:t>
            </w:r>
          </w:p>
          <w:p w14:paraId="391D9C1C" w14:textId="77777777" w:rsidR="00566B07" w:rsidRPr="008E5ED9" w:rsidRDefault="00566B07" w:rsidP="00EB1242">
            <w:pPr>
              <w:pStyle w:val="rvps14"/>
              <w:rPr>
                <w:rStyle w:val="spanrvts0"/>
                <w:lang w:val="ru-RU" w:eastAsia="uk"/>
              </w:rPr>
            </w:pPr>
          </w:p>
          <w:p w14:paraId="0CC6270E"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№5.</w:t>
            </w:r>
          </w:p>
          <w:p w14:paraId="0E7AA47D" w14:textId="77777777" w:rsidR="00566B07" w:rsidRPr="008E5ED9" w:rsidRDefault="00566B07" w:rsidP="00EB1242">
            <w:pPr>
              <w:pStyle w:val="rvps14"/>
              <w:rPr>
                <w:rStyle w:val="spanrvts0"/>
                <w:lang w:val="ru-RU" w:eastAsia="uk"/>
              </w:rPr>
            </w:pPr>
            <w:r w:rsidRPr="008E5ED9">
              <w:rPr>
                <w:rStyle w:val="spanrvts0"/>
                <w:lang w:val="ru-RU" w:eastAsia="uk"/>
              </w:rPr>
              <w:t xml:space="preserve">Питання, винесене на голосування: Прийняття рішення про попереднє схвалення значних правочинів. </w:t>
            </w:r>
          </w:p>
          <w:p w14:paraId="13C450CD" w14:textId="77777777" w:rsidR="00566B07" w:rsidRPr="008E5ED9" w:rsidRDefault="00566B07" w:rsidP="00EB1242">
            <w:pPr>
              <w:pStyle w:val="rvps14"/>
              <w:rPr>
                <w:rStyle w:val="spanrvts0"/>
                <w:lang w:val="ru-RU" w:eastAsia="uk"/>
              </w:rPr>
            </w:pPr>
            <w:r w:rsidRPr="008E5ED9">
              <w:rPr>
                <w:rStyle w:val="spanrvts0"/>
                <w:lang w:val="ru-RU" w:eastAsia="uk"/>
              </w:rPr>
              <w:t>Проєкт рішення з цього питання: Попередньо схвалити вчинення Товариством значних правочинів з АТ "Райффайзен Банк", які можуть вчинятися протягом не більш як одного року з дати прийняття даного рішення, а саме:</w:t>
            </w:r>
          </w:p>
          <w:p w14:paraId="6B54EC22" w14:textId="77777777" w:rsidR="00566B07" w:rsidRPr="008E5ED9" w:rsidRDefault="00566B07" w:rsidP="00EB1242">
            <w:pPr>
              <w:pStyle w:val="rvps14"/>
              <w:rPr>
                <w:rStyle w:val="spanrvts0"/>
                <w:lang w:val="ru-RU" w:eastAsia="uk"/>
              </w:rPr>
            </w:pPr>
            <w:r w:rsidRPr="008E5ED9">
              <w:rPr>
                <w:rStyle w:val="spanrvts0"/>
                <w:lang w:val="ru-RU" w:eastAsia="uk"/>
              </w:rPr>
              <w:t>- одержання Товариством кредитів/позик (прийняття/отримання грошових зобов'язань, іншого фінансування, коштів/зобов'язань), овердрафтів, гарантій, акредитивів та/або одержання будь-яких інших банківських продуктів/послуг шляхом укладення відповідних договорів та додаткових угод до них;</w:t>
            </w:r>
          </w:p>
          <w:p w14:paraId="51ABD8D3" w14:textId="77777777" w:rsidR="00566B07" w:rsidRPr="008E5ED9" w:rsidRDefault="00566B07" w:rsidP="00EB1242">
            <w:pPr>
              <w:pStyle w:val="rvps14"/>
              <w:rPr>
                <w:rStyle w:val="spanrvts0"/>
                <w:lang w:val="ru-RU" w:eastAsia="uk"/>
              </w:rPr>
            </w:pPr>
            <w:r w:rsidRPr="008E5ED9">
              <w:rPr>
                <w:rStyle w:val="spanrvts0"/>
                <w:lang w:val="ru-RU" w:eastAsia="uk"/>
              </w:rPr>
              <w:t>- передачу майна Товариства в заставу/іпотеку та/або укладання інших договорів забезпечення в забезпечення виконання зобов'язань (в тому числі щодо надання фінансової поруки шляхом укладення договору поруки) Товариства та/або забезпечення зобов'язань будь-яких третіх осіб;</w:t>
            </w:r>
          </w:p>
          <w:p w14:paraId="6E94CE77" w14:textId="77777777" w:rsidR="00566B07" w:rsidRPr="008E5ED9" w:rsidRDefault="00566B07" w:rsidP="00EB1242">
            <w:pPr>
              <w:pStyle w:val="rvps14"/>
              <w:rPr>
                <w:rStyle w:val="spanrvts0"/>
                <w:lang w:val="ru-RU" w:eastAsia="uk"/>
              </w:rPr>
            </w:pPr>
            <w:r w:rsidRPr="008E5ED9">
              <w:rPr>
                <w:rStyle w:val="spanrvts0"/>
                <w:lang w:val="ru-RU" w:eastAsia="uk"/>
              </w:rPr>
              <w:t xml:space="preserve">- укладення Товариством договорів, додаткових угод до них щодо зміни умов зобов'язання за укладеними договорами, а саме: щодо продовження строку та/або зміни існуючих умов кредитних договорів та/або договорів про отримання іншого фінансування, в тому числі, але не обмежуючись, збільшення/зменшення </w:t>
            </w:r>
            <w:r w:rsidRPr="008E5ED9">
              <w:rPr>
                <w:rStyle w:val="spanrvts0"/>
                <w:lang w:val="ru-RU" w:eastAsia="uk"/>
              </w:rPr>
              <w:lastRenderedPageBreak/>
              <w:t>розміру грошових зобов'язань та обсягу фінансування та будь-яких інших умов таких договорів;</w:t>
            </w:r>
          </w:p>
          <w:p w14:paraId="40185EF2" w14:textId="77777777" w:rsidR="00566B07" w:rsidRPr="008E5ED9" w:rsidRDefault="00566B07" w:rsidP="00EB1242">
            <w:pPr>
              <w:pStyle w:val="rvps14"/>
              <w:rPr>
                <w:rStyle w:val="spanrvts0"/>
                <w:lang w:val="ru-RU" w:eastAsia="uk"/>
              </w:rPr>
            </w:pPr>
            <w:r w:rsidRPr="008E5ED9">
              <w:rPr>
                <w:rStyle w:val="spanrvts0"/>
                <w:lang w:val="ru-RU" w:eastAsia="uk"/>
              </w:rPr>
              <w:t>- щодо поширення діючого забезпечення (застави/іпотеки/поруки) Товариства на змінені умови зобов'язань (в тому числі продовження/зменшення строку, збільшення/зменшення розміру та взятих на себе грошових за укладеними договорами, повернення кредитних коштів, сплати процентів та комісій, будь-яких інших платежів) шляхом укладення договорів, додаткових угод до договорів забезпечення (застави/іпотеки/поруки).</w:t>
            </w:r>
          </w:p>
          <w:p w14:paraId="673FC6DD" w14:textId="77777777" w:rsidR="00566B07" w:rsidRPr="008E5ED9" w:rsidRDefault="00566B07" w:rsidP="00EB1242">
            <w:pPr>
              <w:pStyle w:val="rvps14"/>
              <w:rPr>
                <w:rStyle w:val="spanrvts0"/>
                <w:lang w:val="ru-RU" w:eastAsia="uk"/>
              </w:rPr>
            </w:pPr>
            <w:r w:rsidRPr="008E5ED9">
              <w:rPr>
                <w:rStyle w:val="spanrvts0"/>
                <w:lang w:val="ru-RU" w:eastAsia="uk"/>
              </w:rPr>
              <w:t>При цьому гранична сукупна вартість попередньо схвалених Загальними зборами акціонерів значних правочинів, в тому числі з усіма змінами та доповненнями до них, щодо:</w:t>
            </w:r>
          </w:p>
          <w:p w14:paraId="7C9E6FA8" w14:textId="77777777" w:rsidR="00566B07" w:rsidRPr="008E5ED9" w:rsidRDefault="00566B07" w:rsidP="00EB1242">
            <w:pPr>
              <w:pStyle w:val="rvps14"/>
              <w:rPr>
                <w:rStyle w:val="spanrvts0"/>
                <w:lang w:val="ru-RU" w:eastAsia="uk"/>
              </w:rPr>
            </w:pPr>
            <w:r w:rsidRPr="008E5ED9">
              <w:rPr>
                <w:rStyle w:val="spanrvts0"/>
                <w:lang w:val="ru-RU" w:eastAsia="uk"/>
              </w:rPr>
              <w:t>- одержання Товариством кредитів/позик (прийняття/отримання грошових зобов'язань, іншого фінансування, коштів/зобов'язань), овердрафтів, гарантій, акредитивів та/або одержання будь-яких інших банківських продуктів/послуг з усіма змінами та доповненнями - не може перевищувати еквівалент 1 200 000 000,00 (один мільярд двісті мільйонів гривень 00 копійок) гривень, а строк таких зобов'язань не пізніше 01.05.2031 року;</w:t>
            </w:r>
          </w:p>
          <w:p w14:paraId="1D6EF807" w14:textId="77777777" w:rsidR="00566B07" w:rsidRPr="008E5ED9" w:rsidRDefault="00566B07" w:rsidP="00EB1242">
            <w:pPr>
              <w:pStyle w:val="rvps14"/>
              <w:rPr>
                <w:rStyle w:val="spanrvts0"/>
                <w:lang w:val="ru-RU" w:eastAsia="uk"/>
              </w:rPr>
            </w:pPr>
            <w:r w:rsidRPr="008E5ED9">
              <w:rPr>
                <w:rStyle w:val="spanrvts0"/>
                <w:lang w:val="ru-RU" w:eastAsia="uk"/>
              </w:rPr>
              <w:t>- вартість переданого майна Товариства (нерухомого, рухомого) в заставу/іпотеку та/або укладання будь-яких інших договорів забезпечення виконання зобов'язань Товариства та/або забезпечення виконання зобов'язань будь-яких третіх осіб (в тому числі щодо надання фінансової поруки шляхом укладення договору поруки) з усіма змінами та доповненнями, не може перевищувати еквівалент 1 200 000 000,00 (один мільярд двісті мільйонів гривень 00 копійок)  гривень, а строк таких зобов'язань Товариства не пізніше 01.05.2031 року.</w:t>
            </w:r>
          </w:p>
          <w:p w14:paraId="787BED7C" w14:textId="77777777" w:rsidR="00566B07" w:rsidRPr="008E5ED9" w:rsidRDefault="00566B07" w:rsidP="00EB1242">
            <w:pPr>
              <w:pStyle w:val="rvps14"/>
              <w:rPr>
                <w:rStyle w:val="spanrvts0"/>
                <w:lang w:val="ru-RU" w:eastAsia="uk"/>
              </w:rPr>
            </w:pPr>
            <w:r w:rsidRPr="008E5ED9">
              <w:rPr>
                <w:rStyle w:val="spanrvts0"/>
                <w:lang w:val="ru-RU" w:eastAsia="uk"/>
              </w:rPr>
              <w:t>Надати Наглядовій раді Товариства повноваження без отримання додаткового рішення Загальних зборів акціонерів протягом не більш як одного року з дати прийняття такого рішення:</w:t>
            </w:r>
          </w:p>
          <w:p w14:paraId="1E70A24D" w14:textId="77777777" w:rsidR="00566B07" w:rsidRPr="008E5ED9" w:rsidRDefault="00566B07" w:rsidP="00EB1242">
            <w:pPr>
              <w:pStyle w:val="rvps14"/>
              <w:rPr>
                <w:rStyle w:val="spanrvts0"/>
                <w:lang w:val="ru-RU" w:eastAsia="uk"/>
              </w:rPr>
            </w:pPr>
            <w:r w:rsidRPr="008E5ED9">
              <w:rPr>
                <w:rStyle w:val="spanrvts0"/>
                <w:lang w:val="ru-RU" w:eastAsia="uk"/>
              </w:rPr>
              <w:t>- приймати рішення та погоджувати умови попередньо схвалених Загальними зборами акціонерів значних правочинів з усіма можливими змінами та доповненнями, які будуть укладатись Товариством;</w:t>
            </w:r>
          </w:p>
          <w:p w14:paraId="77DB2A42" w14:textId="77777777" w:rsidR="00566B07" w:rsidRPr="008E5ED9" w:rsidRDefault="00566B07" w:rsidP="00EB1242">
            <w:pPr>
              <w:pStyle w:val="rvps14"/>
              <w:rPr>
                <w:rStyle w:val="spanrvts0"/>
                <w:lang w:val="ru-RU" w:eastAsia="uk"/>
              </w:rPr>
            </w:pPr>
            <w:r w:rsidRPr="008E5ED9">
              <w:rPr>
                <w:rStyle w:val="spanrvts0"/>
                <w:lang w:val="ru-RU" w:eastAsia="uk"/>
              </w:rPr>
              <w:t>- приймати рішення та погоджувати/визначати перелік майна (нерухомого, рухомого) Товариства, яке підлягає відчуженню, передачі в заставу/іпотеку, придбанню, тощо;</w:t>
            </w:r>
          </w:p>
          <w:p w14:paraId="542CD14A" w14:textId="77777777" w:rsidR="00566B07" w:rsidRPr="008E5ED9" w:rsidRDefault="00566B07" w:rsidP="00EB1242">
            <w:pPr>
              <w:pStyle w:val="rvps14"/>
              <w:rPr>
                <w:rStyle w:val="spanrvts0"/>
                <w:lang w:val="ru-RU" w:eastAsia="uk"/>
              </w:rPr>
            </w:pPr>
            <w:r w:rsidRPr="008E5ED9">
              <w:rPr>
                <w:rStyle w:val="spanrvts0"/>
                <w:lang w:val="ru-RU" w:eastAsia="uk"/>
              </w:rPr>
              <w:t xml:space="preserve">-приймати рішення щодо поширення діючого забезпечення (застави/іпотеки/поруки) на </w:t>
            </w:r>
            <w:r w:rsidRPr="008E5ED9">
              <w:rPr>
                <w:rStyle w:val="spanrvts0"/>
                <w:lang w:val="ru-RU" w:eastAsia="uk"/>
              </w:rPr>
              <w:lastRenderedPageBreak/>
              <w:t>змінені умови зобов'язань, що забезпечені заставою/іпотекою/порукою та щодо зміни переліку/складу майна, переданого в заставу/іпотеку;</w:t>
            </w:r>
          </w:p>
          <w:p w14:paraId="1DAEF94A" w14:textId="77777777" w:rsidR="00566B07" w:rsidRPr="008E5ED9" w:rsidRDefault="00566B07" w:rsidP="00EB1242">
            <w:pPr>
              <w:pStyle w:val="rvps14"/>
              <w:rPr>
                <w:rStyle w:val="spanrvts0"/>
                <w:lang w:val="ru-RU" w:eastAsia="uk"/>
              </w:rPr>
            </w:pPr>
            <w:r w:rsidRPr="008E5ED9">
              <w:rPr>
                <w:rStyle w:val="spanrvts0"/>
                <w:lang w:val="ru-RU" w:eastAsia="uk"/>
              </w:rPr>
              <w:t>- приймати рішення та погоджувати умови правочинів (в тому числі з усіма можливими змінами та доповненнями, які будуть укладатись) щодо надання Товариством фінансової поруки в забезпечення виконання зобов'язань як Товариства та інших юридичних осіб;</w:t>
            </w:r>
          </w:p>
          <w:p w14:paraId="2F9EE0D8" w14:textId="77777777" w:rsidR="00566B07" w:rsidRPr="008E5ED9" w:rsidRDefault="00566B07" w:rsidP="00EB1242">
            <w:pPr>
              <w:pStyle w:val="rvps14"/>
              <w:rPr>
                <w:rStyle w:val="spanrvts0"/>
                <w:lang w:val="ru-RU" w:eastAsia="uk"/>
              </w:rPr>
            </w:pPr>
            <w:r w:rsidRPr="008E5ED9">
              <w:rPr>
                <w:rStyle w:val="spanrvts0"/>
                <w:lang w:val="ru-RU" w:eastAsia="uk"/>
              </w:rPr>
              <w:t>Приймати рішення про укладення договорів/додаткових угод до всіх вищезазначених договорів, які укладені або будуть укладатися на зміну будь-яких умов цих договорів:</w:t>
            </w:r>
          </w:p>
          <w:p w14:paraId="2CEFA4AB" w14:textId="77777777" w:rsidR="00566B07" w:rsidRPr="008E5ED9" w:rsidRDefault="00566B07" w:rsidP="00EB1242">
            <w:pPr>
              <w:pStyle w:val="rvps14"/>
              <w:rPr>
                <w:rStyle w:val="spanrvts0"/>
                <w:lang w:val="ru-RU" w:eastAsia="uk"/>
              </w:rPr>
            </w:pPr>
            <w:r w:rsidRPr="008E5ED9">
              <w:rPr>
                <w:rStyle w:val="spanrvts0"/>
                <w:lang w:val="ru-RU" w:eastAsia="uk"/>
              </w:rPr>
              <w:t>- приймати рішення про надання згоди (уповноважувати з правом передоручення) на укладання (підписання) Генеральним директором та/або Фінансовим директором, попередньо схвалених в цьому пункті Порядку денного Загальними зборами акціонерів значних правочинів з усіма змінами та доповненнями до них.</w:t>
            </w:r>
          </w:p>
          <w:p w14:paraId="71CED6A2" w14:textId="77777777" w:rsidR="00566B07" w:rsidRPr="008E5ED9" w:rsidRDefault="00566B07" w:rsidP="00EB1242">
            <w:pPr>
              <w:pStyle w:val="rvps14"/>
              <w:rPr>
                <w:rStyle w:val="spanrvts0"/>
                <w:lang w:val="ru-RU" w:eastAsia="uk"/>
              </w:rPr>
            </w:pPr>
            <w:r w:rsidRPr="008E5ED9">
              <w:rPr>
                <w:rStyle w:val="spanrvts0"/>
                <w:lang w:val="ru-RU" w:eastAsia="uk"/>
              </w:rPr>
              <w:t>Товариство усвідомлює, що вчинення значного правочину є чинним незалежно від збільшення у майбутньому ринкової вартості майна Товариства, збільшення/зменшення вартості активів Товариства за даними останньої річної фінансової звітності, а також можливих коливань курсу гривні до іноземних валют.</w:t>
            </w:r>
          </w:p>
          <w:p w14:paraId="377113E3" w14:textId="77777777" w:rsidR="00566B07" w:rsidRPr="008E5ED9" w:rsidRDefault="00566B07" w:rsidP="00EB1242">
            <w:pPr>
              <w:pStyle w:val="rvps14"/>
              <w:rPr>
                <w:rStyle w:val="spanrvts0"/>
                <w:lang w:val="ru-RU" w:eastAsia="uk"/>
              </w:rPr>
            </w:pPr>
          </w:p>
          <w:p w14:paraId="20BF690D" w14:textId="77777777" w:rsidR="00566B07" w:rsidRPr="008E5ED9" w:rsidRDefault="00566B07" w:rsidP="00EB1242">
            <w:pPr>
              <w:pStyle w:val="rvps14"/>
              <w:rPr>
                <w:rStyle w:val="spanrvts0"/>
                <w:lang w:val="ru-RU" w:eastAsia="uk"/>
              </w:rPr>
            </w:pPr>
            <w:r w:rsidRPr="008E5ED9">
              <w:rPr>
                <w:rStyle w:val="spanrvts0"/>
                <w:lang w:val="ru-RU" w:eastAsia="uk"/>
              </w:rPr>
              <w:t>Питання порядку денного №6.</w:t>
            </w:r>
          </w:p>
          <w:p w14:paraId="33CC8CCB" w14:textId="77777777" w:rsidR="00566B07" w:rsidRPr="008E5ED9" w:rsidRDefault="00566B07" w:rsidP="00EB1242">
            <w:pPr>
              <w:pStyle w:val="rvps14"/>
              <w:rPr>
                <w:rStyle w:val="spanrvts0"/>
                <w:lang w:val="ru-RU" w:eastAsia="uk"/>
              </w:rPr>
            </w:pPr>
            <w:r w:rsidRPr="008E5ED9">
              <w:rPr>
                <w:rStyle w:val="spanrvts0"/>
                <w:lang w:val="ru-RU" w:eastAsia="uk"/>
              </w:rPr>
              <w:t xml:space="preserve">Питання, винесене на голосування: Про збільшення суми </w:t>
            </w:r>
            <w:proofErr w:type="gramStart"/>
            <w:r w:rsidRPr="008E5ED9">
              <w:rPr>
                <w:rStyle w:val="spanrvts0"/>
                <w:lang w:val="ru-RU" w:eastAsia="uk"/>
              </w:rPr>
              <w:t>Договору( за</w:t>
            </w:r>
            <w:proofErr w:type="gramEnd"/>
            <w:r w:rsidRPr="008E5ED9">
              <w:rPr>
                <w:rStyle w:val="spanrvts0"/>
                <w:lang w:val="ru-RU" w:eastAsia="uk"/>
              </w:rPr>
              <w:t xml:space="preserve"> яким придбавається катанки) №191</w:t>
            </w:r>
            <w:r>
              <w:rPr>
                <w:rStyle w:val="spanrvts0"/>
                <w:lang w:eastAsia="uk"/>
              </w:rPr>
              <w:t>S</w:t>
            </w:r>
            <w:r w:rsidRPr="008E5ED9">
              <w:rPr>
                <w:rStyle w:val="spanrvts0"/>
                <w:lang w:val="ru-RU" w:eastAsia="uk"/>
              </w:rPr>
              <w:t>21 від 06.07.2021 р.</w:t>
            </w:r>
          </w:p>
          <w:p w14:paraId="04ED78C3" w14:textId="77777777" w:rsidR="00566B07" w:rsidRDefault="00566B07" w:rsidP="00EB1242">
            <w:pPr>
              <w:pStyle w:val="rvps14"/>
              <w:rPr>
                <w:rStyle w:val="spanrvts0"/>
                <w:lang w:eastAsia="uk"/>
              </w:rPr>
            </w:pPr>
            <w:r w:rsidRPr="008E5ED9">
              <w:rPr>
                <w:rStyle w:val="spanrvts0"/>
                <w:lang w:val="ru-RU" w:eastAsia="uk"/>
              </w:rPr>
              <w:t>Проєкт рішення з цього питання: Погодити суму збільшення по Договору (за яким придбавається катанки) №191</w:t>
            </w:r>
            <w:r>
              <w:rPr>
                <w:rStyle w:val="spanrvts0"/>
                <w:lang w:eastAsia="uk"/>
              </w:rPr>
              <w:t>S</w:t>
            </w:r>
            <w:r w:rsidRPr="008E5ED9">
              <w:rPr>
                <w:rStyle w:val="spanrvts0"/>
                <w:lang w:val="ru-RU" w:eastAsia="uk"/>
              </w:rPr>
              <w:t xml:space="preserve">21 від 06.07.2021 р. до 7 000 000 000,00 грн. </w:t>
            </w:r>
            <w:r>
              <w:rPr>
                <w:rStyle w:val="spanrvts0"/>
                <w:lang w:eastAsia="uk"/>
              </w:rPr>
              <w:t>(</w:t>
            </w:r>
            <w:proofErr w:type="spellStart"/>
            <w:r>
              <w:rPr>
                <w:rStyle w:val="spanrvts0"/>
                <w:lang w:eastAsia="uk"/>
              </w:rPr>
              <w:t>сім</w:t>
            </w:r>
            <w:proofErr w:type="spellEnd"/>
            <w:r>
              <w:rPr>
                <w:rStyle w:val="spanrvts0"/>
                <w:lang w:eastAsia="uk"/>
              </w:rPr>
              <w:t xml:space="preserve"> </w:t>
            </w:r>
            <w:proofErr w:type="spellStart"/>
            <w:r>
              <w:rPr>
                <w:rStyle w:val="spanrvts0"/>
                <w:lang w:eastAsia="uk"/>
              </w:rPr>
              <w:t>мільярдів</w:t>
            </w:r>
            <w:proofErr w:type="spellEnd"/>
            <w:r>
              <w:rPr>
                <w:rStyle w:val="spanrvts0"/>
                <w:lang w:eastAsia="uk"/>
              </w:rPr>
              <w:t xml:space="preserve"> </w:t>
            </w:r>
            <w:proofErr w:type="spellStart"/>
            <w:r>
              <w:rPr>
                <w:rStyle w:val="spanrvts0"/>
                <w:lang w:eastAsia="uk"/>
              </w:rPr>
              <w:t>гривень</w:t>
            </w:r>
            <w:proofErr w:type="spellEnd"/>
            <w:r>
              <w:rPr>
                <w:rStyle w:val="spanrvts0"/>
                <w:lang w:eastAsia="uk"/>
              </w:rPr>
              <w:t>).</w:t>
            </w:r>
          </w:p>
          <w:p w14:paraId="258C5A0B" w14:textId="49420603" w:rsidR="00230FCE" w:rsidRPr="00EB1242" w:rsidRDefault="00230FCE" w:rsidP="00EB1242">
            <w:pPr>
              <w:pStyle w:val="rvps14"/>
              <w:rPr>
                <w:rStyle w:val="spanrvts0"/>
                <w:lang w:eastAsia="uk"/>
              </w:rPr>
            </w:pPr>
          </w:p>
        </w:tc>
      </w:tr>
      <w:tr w:rsidR="00230FCE" w:rsidRPr="001145AF" w14:paraId="781945EB"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52749881"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URL-адреса </w:t>
            </w:r>
            <w:proofErr w:type="spellStart"/>
            <w:r w:rsidRPr="00230FCE">
              <w:rPr>
                <w:rStyle w:val="spanrvts0"/>
                <w:b/>
                <w:bCs/>
                <w:lang w:val="uk" w:eastAsia="uk"/>
              </w:rPr>
              <w:t>вебсайту</w:t>
            </w:r>
            <w:proofErr w:type="spellEnd"/>
            <w:r w:rsidRPr="00230FCE">
              <w:rPr>
                <w:rStyle w:val="spanrvts0"/>
                <w:b/>
                <w:bCs/>
                <w:lang w:val="uk" w:eastAsia="uk"/>
              </w:rPr>
              <w:t xml:space="preserve">, на якій розміщено інформацію, зазначену в </w:t>
            </w:r>
            <w:hyperlink r:id="rId7" w:anchor="n506" w:tgtFrame="_blank" w:history="1">
              <w:r w:rsidRPr="00230FCE">
                <w:rPr>
                  <w:rStyle w:val="arvts96"/>
                  <w:lang w:val="uk" w:eastAsia="uk"/>
                </w:rPr>
                <w:t>частині третій</w:t>
              </w:r>
            </w:hyperlink>
            <w:r w:rsidRPr="00230FCE">
              <w:rPr>
                <w:rStyle w:val="spanrvts0"/>
                <w:b/>
                <w:bCs/>
                <w:lang w:val="uk" w:eastAsia="uk"/>
              </w:rPr>
              <w:t xml:space="preserve"> статті 47 Закону про акціонерні товариства</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0B71CA" w14:textId="67A3C8E9" w:rsidR="00230FCE" w:rsidRPr="008E5ED9" w:rsidRDefault="00EB1242" w:rsidP="00EB1242">
            <w:pPr>
              <w:pStyle w:val="rvps14"/>
              <w:rPr>
                <w:rStyle w:val="spanrvts0"/>
                <w:lang w:val="ru-RU" w:eastAsia="uk"/>
              </w:rPr>
            </w:pPr>
            <w:r w:rsidRPr="008E5ED9">
              <w:rPr>
                <w:rStyle w:val="spanrvts0"/>
                <w:lang w:val="ru-RU" w:eastAsia="uk"/>
              </w:rPr>
              <w:t xml:space="preserve"> </w:t>
            </w:r>
            <w:r w:rsidR="00566B07">
              <w:rPr>
                <w:rStyle w:val="spanrvts0"/>
                <w:lang w:eastAsia="uk"/>
              </w:rPr>
              <w:t>https</w:t>
            </w:r>
            <w:r w:rsidR="00566B07" w:rsidRPr="008E5ED9">
              <w:rPr>
                <w:rStyle w:val="spanrvts0"/>
                <w:lang w:val="ru-RU" w:eastAsia="uk"/>
              </w:rPr>
              <w:t>://</w:t>
            </w:r>
            <w:proofErr w:type="spellStart"/>
            <w:r w:rsidR="00566B07">
              <w:rPr>
                <w:rStyle w:val="spanrvts0"/>
                <w:lang w:eastAsia="uk"/>
              </w:rPr>
              <w:t>stalkanat</w:t>
            </w:r>
            <w:proofErr w:type="spellEnd"/>
            <w:r w:rsidR="00566B07" w:rsidRPr="008E5ED9">
              <w:rPr>
                <w:rStyle w:val="spanrvts0"/>
                <w:lang w:val="ru-RU" w:eastAsia="uk"/>
              </w:rPr>
              <w:t>.</w:t>
            </w:r>
            <w:r w:rsidR="00566B07">
              <w:rPr>
                <w:rStyle w:val="spanrvts0"/>
                <w:lang w:eastAsia="uk"/>
              </w:rPr>
              <w:t>com</w:t>
            </w:r>
            <w:r w:rsidR="00566B07" w:rsidRPr="008E5ED9">
              <w:rPr>
                <w:rStyle w:val="spanrvts0"/>
                <w:lang w:val="ru-RU" w:eastAsia="uk"/>
              </w:rPr>
              <w:t>.</w:t>
            </w:r>
            <w:proofErr w:type="spellStart"/>
            <w:r w:rsidR="00566B07">
              <w:rPr>
                <w:rStyle w:val="spanrvts0"/>
                <w:lang w:eastAsia="uk"/>
              </w:rPr>
              <w:t>ua</w:t>
            </w:r>
            <w:proofErr w:type="spellEnd"/>
            <w:r w:rsidR="00566B07" w:rsidRPr="008E5ED9">
              <w:rPr>
                <w:rStyle w:val="spanrvts0"/>
                <w:lang w:val="ru-RU" w:eastAsia="uk"/>
              </w:rPr>
              <w:t>/</w:t>
            </w:r>
            <w:proofErr w:type="spellStart"/>
            <w:r w:rsidR="00566B07">
              <w:rPr>
                <w:rStyle w:val="spanrvts0"/>
                <w:lang w:eastAsia="uk"/>
              </w:rPr>
              <w:t>informacziya</w:t>
            </w:r>
            <w:proofErr w:type="spellEnd"/>
            <w:r w:rsidR="00566B07" w:rsidRPr="008E5ED9">
              <w:rPr>
                <w:rStyle w:val="spanrvts0"/>
                <w:lang w:val="ru-RU" w:eastAsia="uk"/>
              </w:rPr>
              <w:t>-</w:t>
            </w:r>
            <w:proofErr w:type="spellStart"/>
            <w:r w:rsidR="00566B07">
              <w:rPr>
                <w:rStyle w:val="spanrvts0"/>
                <w:lang w:eastAsia="uk"/>
              </w:rPr>
              <w:t>dlya</w:t>
            </w:r>
            <w:proofErr w:type="spellEnd"/>
            <w:r w:rsidR="00566B07" w:rsidRPr="008E5ED9">
              <w:rPr>
                <w:rStyle w:val="spanrvts0"/>
                <w:lang w:val="ru-RU" w:eastAsia="uk"/>
              </w:rPr>
              <w:t>-</w:t>
            </w:r>
            <w:proofErr w:type="spellStart"/>
            <w:r w:rsidR="00566B07">
              <w:rPr>
                <w:rStyle w:val="spanrvts0"/>
                <w:lang w:eastAsia="uk"/>
              </w:rPr>
              <w:t>akczioneriv</w:t>
            </w:r>
            <w:proofErr w:type="spellEnd"/>
            <w:r w:rsidR="00566B07" w:rsidRPr="008E5ED9">
              <w:rPr>
                <w:rStyle w:val="spanrvts0"/>
                <w:lang w:val="ru-RU" w:eastAsia="uk"/>
              </w:rPr>
              <w:t>-</w:t>
            </w:r>
            <w:r w:rsidR="00566B07">
              <w:rPr>
                <w:rStyle w:val="spanrvts0"/>
                <w:lang w:eastAsia="uk"/>
              </w:rPr>
              <w:t>ta</w:t>
            </w:r>
            <w:r w:rsidR="00566B07" w:rsidRPr="008E5ED9">
              <w:rPr>
                <w:rStyle w:val="spanrvts0"/>
                <w:lang w:val="ru-RU" w:eastAsia="uk"/>
              </w:rPr>
              <w:t>-</w:t>
            </w:r>
            <w:proofErr w:type="spellStart"/>
            <w:r w:rsidR="00566B07">
              <w:rPr>
                <w:rStyle w:val="spanrvts0"/>
                <w:lang w:eastAsia="uk"/>
              </w:rPr>
              <w:t>stejkholderiv</w:t>
            </w:r>
            <w:proofErr w:type="spellEnd"/>
            <w:r w:rsidR="00566B07" w:rsidRPr="008E5ED9">
              <w:rPr>
                <w:rStyle w:val="spanrvts0"/>
                <w:lang w:val="ru-RU" w:eastAsia="uk"/>
              </w:rPr>
              <w:t xml:space="preserve">/ </w:t>
            </w:r>
            <w:r w:rsidR="00566B07">
              <w:rPr>
                <w:rStyle w:val="spanrvts0"/>
                <w:lang w:eastAsia="uk"/>
              </w:rPr>
              <w:t>I</w:t>
            </w:r>
            <w:r w:rsidR="00566B07" w:rsidRPr="008E5ED9">
              <w:rPr>
                <w:rStyle w:val="spanrvts0"/>
                <w:lang w:val="ru-RU" w:eastAsia="uk"/>
              </w:rPr>
              <w:t>НША ІНФОРМАЦІЯ</w:t>
            </w:r>
          </w:p>
        </w:tc>
      </w:tr>
      <w:tr w:rsidR="00230FCE" w:rsidRPr="001145AF" w14:paraId="6374F635"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7C9C4C04" w14:textId="77777777" w:rsidR="00230FCE" w:rsidRPr="00230FCE" w:rsidRDefault="00230FCE" w:rsidP="00EB1242">
            <w:pPr>
              <w:pStyle w:val="rvps14"/>
              <w:rPr>
                <w:rStyle w:val="spanrvts0"/>
                <w:lang w:val="uk" w:eastAsia="uk"/>
              </w:rPr>
            </w:pPr>
            <w:r w:rsidRPr="00230FCE">
              <w:rPr>
                <w:rStyle w:val="spanrvts0"/>
                <w:b/>
                <w:bCs/>
                <w:lang w:val="uk" w:eastAsia="uk"/>
              </w:rPr>
              <w:t>Порядок ознайомлення акціонерів з матеріалами, з якими вони можуть ознайомитися під час підготовки до загальних зборів</w:t>
            </w:r>
            <w:r w:rsidRPr="00230FCE">
              <w:rPr>
                <w:rStyle w:val="spanrvts37"/>
                <w:b w:val="0"/>
                <w:bCs w:val="0"/>
                <w:sz w:val="0"/>
                <w:szCs w:val="0"/>
                <w:lang w:val="uk" w:eastAsia="uk"/>
              </w:rPr>
              <w:t>-</w:t>
            </w:r>
            <w:r w:rsidRPr="00230FCE">
              <w:rPr>
                <w:rStyle w:val="spanrvts0"/>
                <w:b/>
                <w:bCs/>
                <w:lang w:val="uk" w:eastAsia="uk"/>
              </w:rPr>
              <w:t>, та посадова особа</w:t>
            </w:r>
            <w:r w:rsidRPr="00230FCE">
              <w:rPr>
                <w:rStyle w:val="spanrvts37"/>
                <w:b w:val="0"/>
                <w:bCs w:val="0"/>
                <w:sz w:val="0"/>
                <w:szCs w:val="0"/>
                <w:lang w:val="uk" w:eastAsia="uk"/>
              </w:rPr>
              <w:t>-</w:t>
            </w:r>
            <w:r w:rsidRPr="00230FCE">
              <w:rPr>
                <w:rStyle w:val="spanrvts0"/>
                <w:b/>
                <w:bCs/>
                <w:lang w:val="uk" w:eastAsia="uk"/>
              </w:rPr>
              <w:t xml:space="preserve"> акціонерного товариства, відповідальна за порядок ознайомлення акціонерів з документами</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ABF70E" w14:textId="77777777" w:rsidR="00566B07" w:rsidRPr="008E5ED9" w:rsidRDefault="00FC060E"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Порядок ознайомлення акціонерів з матеріалами, з якими вони можуть ознайомитися під час підготовки до Загальних зборів, у тому числі:</w:t>
            </w:r>
          </w:p>
          <w:p w14:paraId="7FE48119" w14:textId="77777777" w:rsidR="00566B07" w:rsidRPr="008E5ED9" w:rsidRDefault="00566B07" w:rsidP="00EB1242">
            <w:pPr>
              <w:pStyle w:val="rvps14"/>
              <w:rPr>
                <w:rStyle w:val="spanrvts0"/>
                <w:lang w:val="ru-RU" w:eastAsia="uk"/>
              </w:rPr>
            </w:pPr>
            <w:r w:rsidRPr="008E5ED9">
              <w:rPr>
                <w:rStyle w:val="spanrvts0"/>
                <w:lang w:val="ru-RU" w:eastAsia="uk"/>
              </w:rPr>
              <w:t xml:space="preserve">- Від дати надсилання повідомлення про проведення Загальних зборів до дати проведення Загальних зборів Товариство повинні надати акціонерам можливість ознайомитися з документами ( зокрема, але не виключно, з проєктом договору про обов'язковий викуп акцій) необхідними для прийняття рішень з питань, включених до  </w:t>
            </w:r>
            <w:r w:rsidRPr="008E5ED9">
              <w:rPr>
                <w:rStyle w:val="spanrvts0"/>
                <w:lang w:val="ru-RU" w:eastAsia="uk"/>
              </w:rPr>
              <w:lastRenderedPageBreak/>
              <w:t>порядку денного, шляхом направлення документів акціонеру на його Запит, що надійшов засобами електронної пошти на адресу, зазначену в повідомленні про проведення Загальних зборів.</w:t>
            </w:r>
          </w:p>
          <w:p w14:paraId="14E912DF" w14:textId="77777777" w:rsidR="00566B07" w:rsidRPr="008E5ED9" w:rsidRDefault="00566B07" w:rsidP="00EB1242">
            <w:pPr>
              <w:pStyle w:val="rvps14"/>
              <w:rPr>
                <w:rStyle w:val="spanrvts0"/>
                <w:lang w:val="ru-RU" w:eastAsia="uk"/>
              </w:rPr>
            </w:pPr>
            <w:r w:rsidRPr="008E5ED9">
              <w:rPr>
                <w:rStyle w:val="spanrvts0"/>
                <w:lang w:val="ru-RU" w:eastAsia="uk"/>
              </w:rPr>
              <w:t xml:space="preserve">- Запит </w:t>
            </w:r>
            <w:proofErr w:type="spellStart"/>
            <w:r w:rsidRPr="008E5ED9">
              <w:rPr>
                <w:rStyle w:val="spanrvts0"/>
                <w:lang w:val="ru-RU" w:eastAsia="uk"/>
              </w:rPr>
              <w:t>акціонера</w:t>
            </w:r>
            <w:proofErr w:type="spellEnd"/>
            <w:r w:rsidRPr="008E5ED9">
              <w:rPr>
                <w:rStyle w:val="spanrvts0"/>
                <w:lang w:val="ru-RU" w:eastAsia="uk"/>
              </w:rPr>
              <w:t xml:space="preserve"> на </w:t>
            </w:r>
            <w:proofErr w:type="spellStart"/>
            <w:r w:rsidRPr="008E5ED9">
              <w:rPr>
                <w:rStyle w:val="spanrvts0"/>
                <w:lang w:val="ru-RU" w:eastAsia="uk"/>
              </w:rPr>
              <w:t>ознайомлення</w:t>
            </w:r>
            <w:proofErr w:type="spellEnd"/>
            <w:r w:rsidRPr="008E5ED9">
              <w:rPr>
                <w:rStyle w:val="spanrvts0"/>
                <w:lang w:val="ru-RU" w:eastAsia="uk"/>
              </w:rPr>
              <w:t xml:space="preserve"> з документами, </w:t>
            </w:r>
            <w:proofErr w:type="spellStart"/>
            <w:r w:rsidRPr="008E5ED9">
              <w:rPr>
                <w:rStyle w:val="spanrvts0"/>
                <w:lang w:val="ru-RU" w:eastAsia="uk"/>
              </w:rPr>
              <w:t>необхідними</w:t>
            </w:r>
            <w:proofErr w:type="spellEnd"/>
            <w:r w:rsidRPr="008E5ED9">
              <w:rPr>
                <w:rStyle w:val="spanrvts0"/>
                <w:lang w:val="ru-RU" w:eastAsia="uk"/>
              </w:rPr>
              <w:t xml:space="preserve"> </w:t>
            </w:r>
            <w:proofErr w:type="spellStart"/>
            <w:r w:rsidRPr="008E5ED9">
              <w:rPr>
                <w:rStyle w:val="spanrvts0"/>
                <w:lang w:val="ru-RU" w:eastAsia="uk"/>
              </w:rPr>
              <w:t>акціонерам</w:t>
            </w:r>
            <w:proofErr w:type="spellEnd"/>
            <w:r w:rsidRPr="008E5ED9">
              <w:rPr>
                <w:rStyle w:val="spanrvts0"/>
                <w:lang w:val="ru-RU" w:eastAsia="uk"/>
              </w:rPr>
              <w:t xml:space="preserve"> для </w:t>
            </w:r>
            <w:proofErr w:type="spellStart"/>
            <w:r w:rsidRPr="008E5ED9">
              <w:rPr>
                <w:rStyle w:val="spanrvts0"/>
                <w:lang w:val="ru-RU" w:eastAsia="uk"/>
              </w:rPr>
              <w:t>прийняття</w:t>
            </w:r>
            <w:proofErr w:type="spellEnd"/>
            <w:r w:rsidRPr="008E5ED9">
              <w:rPr>
                <w:rStyle w:val="spanrvts0"/>
                <w:lang w:val="ru-RU" w:eastAsia="uk"/>
              </w:rPr>
              <w:t xml:space="preserve"> </w:t>
            </w:r>
            <w:proofErr w:type="spellStart"/>
            <w:r w:rsidRPr="008E5ED9">
              <w:rPr>
                <w:rStyle w:val="spanrvts0"/>
                <w:lang w:val="ru-RU" w:eastAsia="uk"/>
              </w:rPr>
              <w:t>рішень</w:t>
            </w:r>
            <w:proofErr w:type="spellEnd"/>
            <w:r w:rsidRPr="008E5ED9">
              <w:rPr>
                <w:rStyle w:val="spanrvts0"/>
                <w:lang w:val="ru-RU" w:eastAsia="uk"/>
              </w:rPr>
              <w:t xml:space="preserve"> з </w:t>
            </w:r>
            <w:proofErr w:type="spellStart"/>
            <w:r w:rsidRPr="008E5ED9">
              <w:rPr>
                <w:rStyle w:val="spanrvts0"/>
                <w:lang w:val="ru-RU" w:eastAsia="uk"/>
              </w:rPr>
              <w:t>питань</w:t>
            </w:r>
            <w:proofErr w:type="spellEnd"/>
            <w:r w:rsidRPr="008E5ED9">
              <w:rPr>
                <w:rStyle w:val="spanrvts0"/>
                <w:lang w:val="ru-RU" w:eastAsia="uk"/>
              </w:rPr>
              <w:t xml:space="preserve"> порядку денного, </w:t>
            </w:r>
            <w:proofErr w:type="spellStart"/>
            <w:r w:rsidRPr="008E5ED9">
              <w:rPr>
                <w:rStyle w:val="spanrvts0"/>
                <w:lang w:val="ru-RU" w:eastAsia="uk"/>
              </w:rPr>
              <w:t>має</w:t>
            </w:r>
            <w:proofErr w:type="spellEnd"/>
            <w:r w:rsidRPr="008E5ED9">
              <w:rPr>
                <w:rStyle w:val="spanrvts0"/>
                <w:lang w:val="ru-RU" w:eastAsia="uk"/>
              </w:rPr>
              <w:t xml:space="preserve"> бути </w:t>
            </w:r>
            <w:proofErr w:type="spellStart"/>
            <w:r w:rsidRPr="008E5ED9">
              <w:rPr>
                <w:rStyle w:val="spanrvts0"/>
                <w:lang w:val="ru-RU" w:eastAsia="uk"/>
              </w:rPr>
              <w:t>підписаний</w:t>
            </w:r>
            <w:proofErr w:type="spellEnd"/>
            <w:r w:rsidRPr="008E5ED9">
              <w:rPr>
                <w:rStyle w:val="spanrvts0"/>
                <w:lang w:val="ru-RU" w:eastAsia="uk"/>
              </w:rPr>
              <w:t xml:space="preserve"> </w:t>
            </w:r>
            <w:proofErr w:type="spellStart"/>
            <w:r w:rsidRPr="008E5ED9">
              <w:rPr>
                <w:rStyle w:val="spanrvts0"/>
                <w:lang w:val="ru-RU" w:eastAsia="uk"/>
              </w:rPr>
              <w:t>кваліфікованим</w:t>
            </w:r>
            <w:proofErr w:type="spellEnd"/>
            <w:r w:rsidRPr="008E5ED9">
              <w:rPr>
                <w:rStyle w:val="spanrvts0"/>
                <w:lang w:val="ru-RU" w:eastAsia="uk"/>
              </w:rPr>
              <w:t xml:space="preserve"> </w:t>
            </w:r>
            <w:proofErr w:type="spellStart"/>
            <w:r w:rsidRPr="008E5ED9">
              <w:rPr>
                <w:rStyle w:val="spanrvts0"/>
                <w:lang w:val="ru-RU" w:eastAsia="uk"/>
              </w:rPr>
              <w:t>електронним</w:t>
            </w:r>
            <w:proofErr w:type="spellEnd"/>
            <w:r w:rsidRPr="008E5ED9">
              <w:rPr>
                <w:rStyle w:val="spanrvts0"/>
                <w:lang w:val="ru-RU" w:eastAsia="uk"/>
              </w:rPr>
              <w:t xml:space="preserve"> </w:t>
            </w:r>
            <w:proofErr w:type="spellStart"/>
            <w:r w:rsidRPr="008E5ED9">
              <w:rPr>
                <w:rStyle w:val="spanrvts0"/>
                <w:lang w:val="ru-RU" w:eastAsia="uk"/>
              </w:rPr>
              <w:t>підписом</w:t>
            </w:r>
            <w:proofErr w:type="spellEnd"/>
            <w:r w:rsidRPr="008E5ED9">
              <w:rPr>
                <w:rStyle w:val="spanrvts0"/>
                <w:lang w:val="ru-RU" w:eastAsia="uk"/>
              </w:rPr>
              <w:t xml:space="preserve"> такого </w:t>
            </w:r>
            <w:proofErr w:type="spellStart"/>
            <w:r w:rsidRPr="008E5ED9">
              <w:rPr>
                <w:rStyle w:val="spanrvts0"/>
                <w:lang w:val="ru-RU" w:eastAsia="uk"/>
              </w:rPr>
              <w:t>акціонера</w:t>
            </w:r>
            <w:proofErr w:type="spellEnd"/>
            <w:r w:rsidRPr="008E5ED9">
              <w:rPr>
                <w:rStyle w:val="spanrvts0"/>
                <w:lang w:val="ru-RU" w:eastAsia="uk"/>
              </w:rPr>
              <w:t xml:space="preserve"> та/</w:t>
            </w:r>
            <w:proofErr w:type="spellStart"/>
            <w:r w:rsidRPr="008E5ED9">
              <w:rPr>
                <w:rStyle w:val="spanrvts0"/>
                <w:lang w:val="ru-RU" w:eastAsia="uk"/>
              </w:rPr>
              <w:t>або</w:t>
            </w:r>
            <w:proofErr w:type="spellEnd"/>
            <w:r w:rsidRPr="008E5ED9">
              <w:rPr>
                <w:rStyle w:val="spanrvts0"/>
                <w:lang w:val="ru-RU" w:eastAsia="uk"/>
              </w:rPr>
              <w:t xml:space="preserve"> </w:t>
            </w:r>
            <w:proofErr w:type="spellStart"/>
            <w:r w:rsidRPr="008E5ED9">
              <w:rPr>
                <w:rStyle w:val="spanrvts0"/>
                <w:lang w:val="ru-RU" w:eastAsia="uk"/>
              </w:rPr>
              <w:t>іншим</w:t>
            </w:r>
            <w:proofErr w:type="spellEnd"/>
            <w:r w:rsidRPr="008E5ED9">
              <w:rPr>
                <w:rStyle w:val="spanrvts0"/>
                <w:lang w:val="ru-RU" w:eastAsia="uk"/>
              </w:rPr>
              <w:t xml:space="preserve"> </w:t>
            </w:r>
            <w:proofErr w:type="spellStart"/>
            <w:r w:rsidRPr="008E5ED9">
              <w:rPr>
                <w:rStyle w:val="spanrvts0"/>
                <w:lang w:val="ru-RU" w:eastAsia="uk"/>
              </w:rPr>
              <w:t>засобом</w:t>
            </w:r>
            <w:proofErr w:type="spellEnd"/>
            <w:r w:rsidRPr="008E5ED9">
              <w:rPr>
                <w:rStyle w:val="spanrvts0"/>
                <w:lang w:val="ru-RU" w:eastAsia="uk"/>
              </w:rPr>
              <w:t xml:space="preserve"> </w:t>
            </w:r>
            <w:proofErr w:type="spellStart"/>
            <w:r w:rsidRPr="008E5ED9">
              <w:rPr>
                <w:rStyle w:val="spanrvts0"/>
                <w:lang w:val="ru-RU" w:eastAsia="uk"/>
              </w:rPr>
              <w:t>електронної</w:t>
            </w:r>
            <w:proofErr w:type="spellEnd"/>
            <w:r w:rsidRPr="008E5ED9">
              <w:rPr>
                <w:rStyle w:val="spanrvts0"/>
                <w:lang w:val="ru-RU" w:eastAsia="uk"/>
              </w:rPr>
              <w:t xml:space="preserve"> </w:t>
            </w:r>
            <w:proofErr w:type="spellStart"/>
            <w:r w:rsidRPr="008E5ED9">
              <w:rPr>
                <w:rStyle w:val="spanrvts0"/>
                <w:lang w:val="ru-RU" w:eastAsia="uk"/>
              </w:rPr>
              <w:t>ідентифікації</w:t>
            </w:r>
            <w:proofErr w:type="spellEnd"/>
            <w:r w:rsidRPr="008E5ED9">
              <w:rPr>
                <w:rStyle w:val="spanrvts0"/>
                <w:lang w:val="ru-RU" w:eastAsia="uk"/>
              </w:rPr>
              <w:t xml:space="preserve">, </w:t>
            </w:r>
            <w:proofErr w:type="spellStart"/>
            <w:r w:rsidRPr="008E5ED9">
              <w:rPr>
                <w:rStyle w:val="spanrvts0"/>
                <w:lang w:val="ru-RU" w:eastAsia="uk"/>
              </w:rPr>
              <w:t>що</w:t>
            </w:r>
            <w:proofErr w:type="spellEnd"/>
            <w:r w:rsidRPr="008E5ED9">
              <w:rPr>
                <w:rStyle w:val="spanrvts0"/>
                <w:lang w:val="ru-RU" w:eastAsia="uk"/>
              </w:rPr>
              <w:t xml:space="preserve"> </w:t>
            </w:r>
            <w:proofErr w:type="spellStart"/>
            <w:r w:rsidRPr="008E5ED9">
              <w:rPr>
                <w:rStyle w:val="spanrvts0"/>
                <w:lang w:val="ru-RU" w:eastAsia="uk"/>
              </w:rPr>
              <w:t>відповідає</w:t>
            </w:r>
            <w:proofErr w:type="spellEnd"/>
            <w:r w:rsidRPr="008E5ED9">
              <w:rPr>
                <w:rStyle w:val="spanrvts0"/>
                <w:lang w:val="ru-RU" w:eastAsia="uk"/>
              </w:rPr>
              <w:t xml:space="preserve"> </w:t>
            </w:r>
            <w:proofErr w:type="spellStart"/>
            <w:r w:rsidRPr="008E5ED9">
              <w:rPr>
                <w:rStyle w:val="spanrvts0"/>
                <w:lang w:val="ru-RU" w:eastAsia="uk"/>
              </w:rPr>
              <w:t>вимогам</w:t>
            </w:r>
            <w:proofErr w:type="spellEnd"/>
            <w:r w:rsidRPr="008E5ED9">
              <w:rPr>
                <w:rStyle w:val="spanrvts0"/>
                <w:lang w:val="ru-RU" w:eastAsia="uk"/>
              </w:rPr>
              <w:t xml:space="preserve">, </w:t>
            </w:r>
            <w:proofErr w:type="spellStart"/>
            <w:r w:rsidRPr="008E5ED9">
              <w:rPr>
                <w:rStyle w:val="spanrvts0"/>
                <w:lang w:val="ru-RU" w:eastAsia="uk"/>
              </w:rPr>
              <w:t>визначеним</w:t>
            </w:r>
            <w:proofErr w:type="spellEnd"/>
            <w:r w:rsidRPr="008E5ED9">
              <w:rPr>
                <w:rStyle w:val="spanrvts0"/>
                <w:lang w:val="ru-RU" w:eastAsia="uk"/>
              </w:rPr>
              <w:t xml:space="preserve"> </w:t>
            </w:r>
            <w:proofErr w:type="spellStart"/>
            <w:r w:rsidRPr="008E5ED9">
              <w:rPr>
                <w:rStyle w:val="spanrvts0"/>
                <w:lang w:val="ru-RU" w:eastAsia="uk"/>
              </w:rPr>
              <w:t>Національною</w:t>
            </w:r>
            <w:proofErr w:type="spellEnd"/>
            <w:r w:rsidRPr="008E5ED9">
              <w:rPr>
                <w:rStyle w:val="spanrvts0"/>
                <w:lang w:val="ru-RU" w:eastAsia="uk"/>
              </w:rPr>
              <w:t xml:space="preserve"> </w:t>
            </w:r>
            <w:proofErr w:type="spellStart"/>
            <w:r w:rsidRPr="008E5ED9">
              <w:rPr>
                <w:rStyle w:val="spanrvts0"/>
                <w:lang w:val="ru-RU" w:eastAsia="uk"/>
              </w:rPr>
              <w:t>комісією</w:t>
            </w:r>
            <w:proofErr w:type="spellEnd"/>
            <w:r w:rsidRPr="008E5ED9">
              <w:rPr>
                <w:rStyle w:val="spanrvts0"/>
                <w:lang w:val="ru-RU" w:eastAsia="uk"/>
              </w:rPr>
              <w:t xml:space="preserve"> з </w:t>
            </w:r>
            <w:proofErr w:type="spellStart"/>
            <w:r w:rsidRPr="008E5ED9">
              <w:rPr>
                <w:rStyle w:val="spanrvts0"/>
                <w:lang w:val="ru-RU" w:eastAsia="uk"/>
              </w:rPr>
              <w:t>цінних</w:t>
            </w:r>
            <w:proofErr w:type="spellEnd"/>
            <w:r w:rsidRPr="008E5ED9">
              <w:rPr>
                <w:rStyle w:val="spanrvts0"/>
                <w:lang w:val="ru-RU" w:eastAsia="uk"/>
              </w:rPr>
              <w:t xml:space="preserve"> </w:t>
            </w:r>
            <w:proofErr w:type="spellStart"/>
            <w:r w:rsidRPr="008E5ED9">
              <w:rPr>
                <w:rStyle w:val="spanrvts0"/>
                <w:lang w:val="ru-RU" w:eastAsia="uk"/>
              </w:rPr>
              <w:t>паперів</w:t>
            </w:r>
            <w:proofErr w:type="spellEnd"/>
            <w:r w:rsidRPr="008E5ED9">
              <w:rPr>
                <w:rStyle w:val="spanrvts0"/>
                <w:lang w:val="ru-RU" w:eastAsia="uk"/>
              </w:rPr>
              <w:t xml:space="preserve"> та фондового ринку, та направлений </w:t>
            </w:r>
            <w:proofErr w:type="gramStart"/>
            <w:r w:rsidRPr="008E5ED9">
              <w:rPr>
                <w:rStyle w:val="spanrvts0"/>
                <w:lang w:val="ru-RU" w:eastAsia="uk"/>
              </w:rPr>
              <w:t>на адресу</w:t>
            </w:r>
            <w:proofErr w:type="gramEnd"/>
            <w:r w:rsidRPr="008E5ED9">
              <w:rPr>
                <w:rStyle w:val="spanrvts0"/>
                <w:lang w:val="ru-RU" w:eastAsia="uk"/>
              </w:rPr>
              <w:t xml:space="preserve"> </w:t>
            </w:r>
            <w:proofErr w:type="spellStart"/>
            <w:r w:rsidRPr="008E5ED9">
              <w:rPr>
                <w:rStyle w:val="spanrvts0"/>
                <w:lang w:val="ru-RU" w:eastAsia="uk"/>
              </w:rPr>
              <w:t>електронної</w:t>
            </w:r>
            <w:proofErr w:type="spellEnd"/>
            <w:r w:rsidRPr="008E5ED9">
              <w:rPr>
                <w:rStyle w:val="spanrvts0"/>
                <w:lang w:val="ru-RU" w:eastAsia="uk"/>
              </w:rPr>
              <w:t xml:space="preserve"> </w:t>
            </w:r>
            <w:proofErr w:type="spellStart"/>
            <w:r w:rsidRPr="008E5ED9">
              <w:rPr>
                <w:rStyle w:val="spanrvts0"/>
                <w:lang w:val="ru-RU" w:eastAsia="uk"/>
              </w:rPr>
              <w:t>пошти</w:t>
            </w:r>
            <w:proofErr w:type="spellEnd"/>
            <w:r w:rsidRPr="008E5ED9">
              <w:rPr>
                <w:rStyle w:val="spanrvts0"/>
                <w:lang w:val="ru-RU" w:eastAsia="uk"/>
              </w:rPr>
              <w:t xml:space="preserve">: </w:t>
            </w:r>
            <w:proofErr w:type="spellStart"/>
            <w:r>
              <w:rPr>
                <w:rStyle w:val="spanrvts0"/>
                <w:lang w:eastAsia="uk"/>
              </w:rPr>
              <w:t>cymbaluk</w:t>
            </w:r>
            <w:proofErr w:type="spellEnd"/>
            <w:r w:rsidRPr="008E5ED9">
              <w:rPr>
                <w:rStyle w:val="spanrvts0"/>
                <w:lang w:val="ru-RU" w:eastAsia="uk"/>
              </w:rPr>
              <w:t>@</w:t>
            </w:r>
            <w:proofErr w:type="spellStart"/>
            <w:r>
              <w:rPr>
                <w:rStyle w:val="spanrvts0"/>
                <w:lang w:eastAsia="uk"/>
              </w:rPr>
              <w:t>stalkanatsilur</w:t>
            </w:r>
            <w:proofErr w:type="spellEnd"/>
            <w:r w:rsidRPr="008E5ED9">
              <w:rPr>
                <w:rStyle w:val="spanrvts0"/>
                <w:lang w:val="ru-RU" w:eastAsia="uk"/>
              </w:rPr>
              <w:t>.</w:t>
            </w:r>
            <w:r>
              <w:rPr>
                <w:rStyle w:val="spanrvts0"/>
                <w:lang w:eastAsia="uk"/>
              </w:rPr>
              <w:t>com</w:t>
            </w:r>
            <w:r w:rsidRPr="008E5ED9">
              <w:rPr>
                <w:rStyle w:val="spanrvts0"/>
                <w:lang w:val="ru-RU" w:eastAsia="uk"/>
              </w:rPr>
              <w:t>.</w:t>
            </w:r>
            <w:proofErr w:type="spellStart"/>
            <w:r>
              <w:rPr>
                <w:rStyle w:val="spanrvts0"/>
                <w:lang w:eastAsia="uk"/>
              </w:rPr>
              <w:t>ua</w:t>
            </w:r>
            <w:proofErr w:type="spellEnd"/>
            <w:r w:rsidRPr="008E5ED9">
              <w:rPr>
                <w:rStyle w:val="spanrvts0"/>
                <w:lang w:val="ru-RU" w:eastAsia="uk"/>
              </w:rPr>
              <w:t xml:space="preserve">. </w:t>
            </w:r>
          </w:p>
          <w:p w14:paraId="60E473C1" w14:textId="77777777" w:rsidR="00566B07" w:rsidRPr="008E5ED9" w:rsidRDefault="00566B07" w:rsidP="00EB1242">
            <w:pPr>
              <w:pStyle w:val="rvps14"/>
              <w:rPr>
                <w:rStyle w:val="spanrvts0"/>
                <w:lang w:val="ru-RU" w:eastAsia="uk"/>
              </w:rPr>
            </w:pPr>
            <w:r w:rsidRPr="008E5ED9">
              <w:rPr>
                <w:rStyle w:val="spanrvts0"/>
                <w:lang w:val="ru-RU" w:eastAsia="uk"/>
              </w:rPr>
              <w:t>- Кожен акціонер (у разі якщо акціонер погодився на використання Товариством електронної пошти для передачі інформації та зазначив у своєму запиті на ознайомлення з документами адресу електронної пошти, копії відповідних документів надсилаються на зазначену адресу електронної пошти акціонера) має право отримати, а Товариство зобов'язане на його запит надати в формі електронних документів (копій документів) відповідно до вимог, встановлених законодавством про електронний документообіг, безкоштовно документи, з якими акціонери можуть ознайомитися під час підготовки до Загальних зборів. У такому випадку Товариство зберігає зазначені документи в електронній формі відповідно до вимог, встановлених законодавством про електронний документообіг;</w:t>
            </w:r>
          </w:p>
          <w:p w14:paraId="3E37296F" w14:textId="77777777" w:rsidR="00566B07" w:rsidRPr="008E5ED9" w:rsidRDefault="00566B07" w:rsidP="00EB1242">
            <w:pPr>
              <w:pStyle w:val="rvps14"/>
              <w:rPr>
                <w:rStyle w:val="spanrvts0"/>
                <w:lang w:val="ru-RU" w:eastAsia="uk"/>
              </w:rPr>
            </w:pPr>
            <w:r w:rsidRPr="008E5ED9">
              <w:rPr>
                <w:rStyle w:val="spanrvts0"/>
                <w:lang w:val="ru-RU" w:eastAsia="uk"/>
              </w:rPr>
              <w:t xml:space="preserve">- порядок ознайомлення акціонерів з матеріалами, з якими вони можуть ознайомитися під час підготовки до Загальних зборів: у строк від дати надіслання повідомлення про проведення загальних зборів до дати проведення загальних зборів кожний акціонер має право ознайомитися з документами ( зокрема, але не виключно, з проєктом договору про обов'язковий викуп акцій) необхідними для прийняття рішень з питань проєкту порядку денного (порядку денного) особисто у робочі дні у вівторок та середу з 14.00 до 16.00 за місцезнаходженням Товариства: м. Одеса, вул. Водопровідна, буд. 16 у </w:t>
            </w:r>
            <w:proofErr w:type="spellStart"/>
            <w:r w:rsidRPr="008E5ED9">
              <w:rPr>
                <w:rStyle w:val="spanrvts0"/>
                <w:lang w:val="ru-RU" w:eastAsia="uk"/>
              </w:rPr>
              <w:t>приміщенні</w:t>
            </w:r>
            <w:proofErr w:type="spellEnd"/>
            <w:r w:rsidRPr="008E5ED9">
              <w:rPr>
                <w:rStyle w:val="spanrvts0"/>
                <w:lang w:val="ru-RU" w:eastAsia="uk"/>
              </w:rPr>
              <w:t xml:space="preserve"> конференц-залу </w:t>
            </w:r>
            <w:proofErr w:type="spellStart"/>
            <w:r w:rsidRPr="008E5ED9">
              <w:rPr>
                <w:rStyle w:val="spanrvts0"/>
                <w:lang w:val="ru-RU" w:eastAsia="uk"/>
              </w:rPr>
              <w:t>Товариства</w:t>
            </w:r>
            <w:proofErr w:type="spellEnd"/>
            <w:r w:rsidRPr="008E5ED9">
              <w:rPr>
                <w:rStyle w:val="spanrvts0"/>
                <w:lang w:val="ru-RU" w:eastAsia="uk"/>
              </w:rPr>
              <w:t xml:space="preserve">, 2 поверх, </w:t>
            </w:r>
            <w:proofErr w:type="spellStart"/>
            <w:r w:rsidRPr="008E5ED9">
              <w:rPr>
                <w:rStyle w:val="spanrvts0"/>
                <w:lang w:val="ru-RU" w:eastAsia="uk"/>
              </w:rPr>
              <w:t>кімната</w:t>
            </w:r>
            <w:proofErr w:type="spellEnd"/>
            <w:r w:rsidRPr="008E5ED9">
              <w:rPr>
                <w:rStyle w:val="spanrvts0"/>
                <w:lang w:val="ru-RU" w:eastAsia="uk"/>
              </w:rPr>
              <w:t xml:space="preserve"> № 23 </w:t>
            </w:r>
            <w:proofErr w:type="spellStart"/>
            <w:r w:rsidRPr="008E5ED9">
              <w:rPr>
                <w:rStyle w:val="spanrvts0"/>
                <w:lang w:val="ru-RU" w:eastAsia="uk"/>
              </w:rPr>
              <w:t>або</w:t>
            </w:r>
            <w:proofErr w:type="spellEnd"/>
            <w:r w:rsidRPr="008E5ED9">
              <w:rPr>
                <w:rStyle w:val="spanrvts0"/>
                <w:lang w:val="ru-RU" w:eastAsia="uk"/>
              </w:rPr>
              <w:t xml:space="preserve"> шляхом </w:t>
            </w:r>
            <w:proofErr w:type="spellStart"/>
            <w:r w:rsidRPr="008E5ED9">
              <w:rPr>
                <w:rStyle w:val="spanrvts0"/>
                <w:lang w:val="ru-RU" w:eastAsia="uk"/>
              </w:rPr>
              <w:t>направлення</w:t>
            </w:r>
            <w:proofErr w:type="spellEnd"/>
            <w:r w:rsidRPr="008E5ED9">
              <w:rPr>
                <w:rStyle w:val="spanrvts0"/>
                <w:lang w:val="ru-RU" w:eastAsia="uk"/>
              </w:rPr>
              <w:t xml:space="preserve"> </w:t>
            </w:r>
            <w:proofErr w:type="spellStart"/>
            <w:r w:rsidRPr="008E5ED9">
              <w:rPr>
                <w:rStyle w:val="spanrvts0"/>
                <w:lang w:val="ru-RU" w:eastAsia="uk"/>
              </w:rPr>
              <w:t>запиту</w:t>
            </w:r>
            <w:proofErr w:type="spellEnd"/>
            <w:r w:rsidRPr="008E5ED9">
              <w:rPr>
                <w:rStyle w:val="spanrvts0"/>
                <w:lang w:val="ru-RU" w:eastAsia="uk"/>
              </w:rPr>
              <w:t xml:space="preserve"> </w:t>
            </w:r>
            <w:proofErr w:type="spellStart"/>
            <w:r w:rsidRPr="008E5ED9">
              <w:rPr>
                <w:rStyle w:val="spanrvts0"/>
                <w:lang w:val="ru-RU" w:eastAsia="uk"/>
              </w:rPr>
              <w:t>засобами</w:t>
            </w:r>
            <w:proofErr w:type="spellEnd"/>
            <w:r w:rsidRPr="008E5ED9">
              <w:rPr>
                <w:rStyle w:val="spanrvts0"/>
                <w:lang w:val="ru-RU" w:eastAsia="uk"/>
              </w:rPr>
              <w:t xml:space="preserve"> </w:t>
            </w:r>
            <w:proofErr w:type="spellStart"/>
            <w:r w:rsidRPr="008E5ED9">
              <w:rPr>
                <w:rStyle w:val="spanrvts0"/>
                <w:lang w:val="ru-RU" w:eastAsia="uk"/>
              </w:rPr>
              <w:t>електронної</w:t>
            </w:r>
            <w:proofErr w:type="spellEnd"/>
            <w:r w:rsidRPr="008E5ED9">
              <w:rPr>
                <w:rStyle w:val="spanrvts0"/>
                <w:lang w:val="ru-RU" w:eastAsia="uk"/>
              </w:rPr>
              <w:t xml:space="preserve"> </w:t>
            </w:r>
            <w:proofErr w:type="spellStart"/>
            <w:r w:rsidRPr="008E5ED9">
              <w:rPr>
                <w:rStyle w:val="spanrvts0"/>
                <w:lang w:val="ru-RU" w:eastAsia="uk"/>
              </w:rPr>
              <w:t>пошти</w:t>
            </w:r>
            <w:proofErr w:type="spellEnd"/>
            <w:r w:rsidRPr="008E5ED9">
              <w:rPr>
                <w:rStyle w:val="spanrvts0"/>
                <w:lang w:val="ru-RU" w:eastAsia="uk"/>
              </w:rPr>
              <w:t xml:space="preserve"> </w:t>
            </w:r>
            <w:proofErr w:type="gramStart"/>
            <w:r w:rsidRPr="008E5ED9">
              <w:rPr>
                <w:rStyle w:val="spanrvts0"/>
                <w:lang w:val="ru-RU" w:eastAsia="uk"/>
              </w:rPr>
              <w:t>на адресу</w:t>
            </w:r>
            <w:proofErr w:type="gramEnd"/>
            <w:r w:rsidRPr="008E5ED9">
              <w:rPr>
                <w:rStyle w:val="spanrvts0"/>
                <w:lang w:val="ru-RU" w:eastAsia="uk"/>
              </w:rPr>
              <w:t xml:space="preserve"> </w:t>
            </w:r>
            <w:proofErr w:type="spellStart"/>
            <w:r w:rsidRPr="008E5ED9">
              <w:rPr>
                <w:rStyle w:val="spanrvts0"/>
                <w:lang w:val="ru-RU" w:eastAsia="uk"/>
              </w:rPr>
              <w:t>електронної</w:t>
            </w:r>
            <w:proofErr w:type="spellEnd"/>
            <w:r w:rsidRPr="008E5ED9">
              <w:rPr>
                <w:rStyle w:val="spanrvts0"/>
                <w:lang w:val="ru-RU" w:eastAsia="uk"/>
              </w:rPr>
              <w:t xml:space="preserve"> </w:t>
            </w:r>
            <w:proofErr w:type="spellStart"/>
            <w:r w:rsidRPr="008E5ED9">
              <w:rPr>
                <w:rStyle w:val="spanrvts0"/>
                <w:lang w:val="ru-RU" w:eastAsia="uk"/>
              </w:rPr>
              <w:t>пошти</w:t>
            </w:r>
            <w:proofErr w:type="spellEnd"/>
            <w:r w:rsidRPr="008E5ED9">
              <w:rPr>
                <w:rStyle w:val="spanrvts0"/>
                <w:lang w:val="ru-RU" w:eastAsia="uk"/>
              </w:rPr>
              <w:t xml:space="preserve"> </w:t>
            </w:r>
            <w:proofErr w:type="spellStart"/>
            <w:r>
              <w:rPr>
                <w:rStyle w:val="spanrvts0"/>
                <w:lang w:eastAsia="uk"/>
              </w:rPr>
              <w:t>cymbaluk</w:t>
            </w:r>
            <w:proofErr w:type="spellEnd"/>
            <w:r w:rsidRPr="008E5ED9">
              <w:rPr>
                <w:rStyle w:val="spanrvts0"/>
                <w:lang w:val="ru-RU" w:eastAsia="uk"/>
              </w:rPr>
              <w:t>@</w:t>
            </w:r>
            <w:proofErr w:type="spellStart"/>
            <w:r>
              <w:rPr>
                <w:rStyle w:val="spanrvts0"/>
                <w:lang w:eastAsia="uk"/>
              </w:rPr>
              <w:t>stalkanatsilur</w:t>
            </w:r>
            <w:proofErr w:type="spellEnd"/>
            <w:r w:rsidRPr="008E5ED9">
              <w:rPr>
                <w:rStyle w:val="spanrvts0"/>
                <w:lang w:val="ru-RU" w:eastAsia="uk"/>
              </w:rPr>
              <w:t>.</w:t>
            </w:r>
            <w:r>
              <w:rPr>
                <w:rStyle w:val="spanrvts0"/>
                <w:lang w:eastAsia="uk"/>
              </w:rPr>
              <w:t>com</w:t>
            </w:r>
            <w:r w:rsidRPr="008E5ED9">
              <w:rPr>
                <w:rStyle w:val="spanrvts0"/>
                <w:lang w:val="ru-RU" w:eastAsia="uk"/>
              </w:rPr>
              <w:t>.</w:t>
            </w:r>
            <w:proofErr w:type="spellStart"/>
            <w:r>
              <w:rPr>
                <w:rStyle w:val="spanrvts0"/>
                <w:lang w:eastAsia="uk"/>
              </w:rPr>
              <w:t>ua</w:t>
            </w:r>
            <w:proofErr w:type="spellEnd"/>
            <w:r w:rsidRPr="008E5ED9">
              <w:rPr>
                <w:rStyle w:val="spanrvts0"/>
                <w:lang w:val="ru-RU" w:eastAsia="uk"/>
              </w:rPr>
              <w:t xml:space="preserve">. Посадова особа Товариства, відповідальна за порядок ознайомлення з документами, пов'язаними з проведенням Загальних зборів Товариства -  Генеральний директор Товариства Лавриненко </w:t>
            </w:r>
            <w:r w:rsidRPr="008E5ED9">
              <w:rPr>
                <w:rStyle w:val="spanrvts0"/>
                <w:lang w:val="ru-RU" w:eastAsia="uk"/>
              </w:rPr>
              <w:lastRenderedPageBreak/>
              <w:t>Сергій Геннадійович, телефон для довідок (048) 777-67-34;</w:t>
            </w:r>
          </w:p>
          <w:p w14:paraId="2741C794" w14:textId="77777777" w:rsidR="00566B07" w:rsidRPr="008E5ED9" w:rsidRDefault="00566B07" w:rsidP="00EB1242">
            <w:pPr>
              <w:pStyle w:val="rvps14"/>
              <w:rPr>
                <w:rStyle w:val="spanrvts0"/>
                <w:lang w:val="ru-RU" w:eastAsia="uk"/>
              </w:rPr>
            </w:pPr>
            <w:r w:rsidRPr="008E5ED9">
              <w:rPr>
                <w:rStyle w:val="spanrvts0"/>
                <w:lang w:val="ru-RU" w:eastAsia="uk"/>
              </w:rPr>
              <w:t>- у строк після отримання повідомлення про проведення Загальних зборів до дати проведення Загальних зборів, кожний акціонер особисто або шляхом направлення запиту засобами електронної пошти має право ознайомитися з документами ( зокрема, але не виключно, з проєктом договору про обов'язковий викуп акцій) шляхом подання письмового запитання щодо питань включених до проєкту  порядку денного (порядку денного) загальних зборів на адресу місцезнаходження Товариства на ім'я відповідальної особи за порядок ознайомлення з документами, пов'язаними з проведенням Загальних зборів Товариства. У разі отримання належним чином оформленого запиту від акціонера Товариство до дати проведення Загальних зборів, в особі відповідальної особи за порядок ознайомлення з документами, не пізніше двох робочих днів з дати отримання письмового запитання від акціонера шляхом направлення таких документів на адресу електронної пошти акціонера, з якої направлено запит із засвідченням документів кваліфікований електронним підписом, або іншим засобом, що вказаний у запитанні акціонера, зобов'язане надавати відповіді на письмові запитання акціонерів щодо питань, включених до порядку денного загальних зборів, отриманих Товариством не пізніше ніж за один робочий день до дати проведення загальних зборів.</w:t>
            </w:r>
          </w:p>
          <w:p w14:paraId="131D3B34" w14:textId="68D3FA9A" w:rsidR="00230FCE" w:rsidRPr="008E5ED9" w:rsidRDefault="00230FCE" w:rsidP="00EB1242">
            <w:pPr>
              <w:pStyle w:val="rvps14"/>
              <w:rPr>
                <w:rStyle w:val="spanrvts0"/>
                <w:lang w:val="ru-RU" w:eastAsia="uk"/>
              </w:rPr>
            </w:pPr>
          </w:p>
        </w:tc>
      </w:tr>
      <w:tr w:rsidR="00230FCE" w:rsidRPr="001145AF" w14:paraId="328E465D"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9163190"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 xml:space="preserve">Інформація про права, надані акціонерам відповідно до вимог </w:t>
            </w:r>
            <w:hyperlink r:id="rId8" w:anchor="n274" w:tgtFrame="_blank" w:history="1">
              <w:r w:rsidRPr="00230FCE">
                <w:rPr>
                  <w:rStyle w:val="arvts96"/>
                  <w:lang w:val="uk" w:eastAsia="uk"/>
                </w:rPr>
                <w:t>статей 27</w:t>
              </w:r>
            </w:hyperlink>
            <w:r w:rsidRPr="00230FCE">
              <w:rPr>
                <w:rStyle w:val="spanrvts0"/>
                <w:b/>
                <w:bCs/>
                <w:lang w:val="uk" w:eastAsia="uk"/>
              </w:rPr>
              <w:t xml:space="preserve"> і </w:t>
            </w:r>
            <w:hyperlink r:id="rId9" w:anchor="n283" w:tgtFrame="_blank" w:history="1">
              <w:r w:rsidRPr="00230FCE">
                <w:rPr>
                  <w:rStyle w:val="arvts96"/>
                  <w:lang w:val="uk" w:eastAsia="uk"/>
                </w:rPr>
                <w:t>28</w:t>
              </w:r>
            </w:hyperlink>
            <w:r w:rsidRPr="00230FCE">
              <w:rPr>
                <w:rStyle w:val="spanrvts0"/>
                <w:b/>
                <w:bCs/>
                <w:lang w:val="uk" w:eastAsia="uk"/>
              </w:rPr>
              <w:t xml:space="preserve"> Закону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F6979D" w14:textId="77777777" w:rsidR="00566B07" w:rsidRPr="008E5ED9" w:rsidRDefault="00FC060E"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При проведенні Загальних зборів, Акціонери Товариства  мають права, передбачені чинним законодавством та Статутом Товариства, зокрема, але не виключно:</w:t>
            </w:r>
          </w:p>
          <w:p w14:paraId="3CED22F0" w14:textId="77777777" w:rsidR="00566B07" w:rsidRPr="008E5ED9" w:rsidRDefault="00566B07" w:rsidP="00EB1242">
            <w:pPr>
              <w:pStyle w:val="rvps14"/>
              <w:rPr>
                <w:rStyle w:val="spanrvts0"/>
                <w:lang w:val="ru-RU" w:eastAsia="uk"/>
              </w:rPr>
            </w:pPr>
            <w:r w:rsidRPr="008E5ED9">
              <w:rPr>
                <w:rStyle w:val="spanrvts0"/>
                <w:lang w:val="ru-RU" w:eastAsia="uk"/>
              </w:rPr>
              <w:t>При проведенні Загальних зборів, акціонери мають можливість скористатися правами передбаченими у ст. 27 Закону України "Про акціонерні товариства", у тому числі:</w:t>
            </w:r>
          </w:p>
          <w:p w14:paraId="01D454D0" w14:textId="77777777" w:rsidR="00566B07" w:rsidRPr="008E5ED9" w:rsidRDefault="00566B07" w:rsidP="00EB1242">
            <w:pPr>
              <w:pStyle w:val="rvps14"/>
              <w:rPr>
                <w:rStyle w:val="spanrvts0"/>
                <w:lang w:val="ru-RU" w:eastAsia="uk"/>
              </w:rPr>
            </w:pPr>
            <w:r w:rsidRPr="008E5ED9">
              <w:rPr>
                <w:rStyle w:val="spanrvts0"/>
                <w:lang w:val="ru-RU" w:eastAsia="uk"/>
              </w:rPr>
              <w:t>1. Кожною простою акцією акціонерного Товариства її власнику - акціонеру надається однакова сукупність прав, включаючи права на:</w:t>
            </w:r>
          </w:p>
          <w:p w14:paraId="5ADDC7CA" w14:textId="77777777" w:rsidR="00566B07" w:rsidRPr="008E5ED9" w:rsidRDefault="00566B07" w:rsidP="00EB1242">
            <w:pPr>
              <w:pStyle w:val="rvps14"/>
              <w:rPr>
                <w:rStyle w:val="spanrvts0"/>
                <w:lang w:val="ru-RU" w:eastAsia="uk"/>
              </w:rPr>
            </w:pPr>
            <w:r w:rsidRPr="008E5ED9">
              <w:rPr>
                <w:rStyle w:val="spanrvts0"/>
                <w:lang w:val="ru-RU" w:eastAsia="uk"/>
              </w:rPr>
              <w:t>1) участь в управлінні товариством;</w:t>
            </w:r>
          </w:p>
          <w:p w14:paraId="6E4EB3E7" w14:textId="77777777" w:rsidR="00566B07" w:rsidRPr="008E5ED9" w:rsidRDefault="00566B07" w:rsidP="00EB1242">
            <w:pPr>
              <w:pStyle w:val="rvps14"/>
              <w:rPr>
                <w:rStyle w:val="spanrvts0"/>
                <w:lang w:val="ru-RU" w:eastAsia="uk"/>
              </w:rPr>
            </w:pPr>
            <w:r w:rsidRPr="008E5ED9">
              <w:rPr>
                <w:rStyle w:val="spanrvts0"/>
                <w:lang w:val="ru-RU" w:eastAsia="uk"/>
              </w:rPr>
              <w:t>2) отримання дивідендів;</w:t>
            </w:r>
          </w:p>
          <w:p w14:paraId="5C17DADD" w14:textId="77777777" w:rsidR="00566B07" w:rsidRPr="008E5ED9" w:rsidRDefault="00566B07" w:rsidP="00EB1242">
            <w:pPr>
              <w:pStyle w:val="rvps14"/>
              <w:rPr>
                <w:rStyle w:val="spanrvts0"/>
                <w:lang w:val="ru-RU" w:eastAsia="uk"/>
              </w:rPr>
            </w:pPr>
            <w:r w:rsidRPr="008E5ED9">
              <w:rPr>
                <w:rStyle w:val="spanrvts0"/>
                <w:lang w:val="ru-RU" w:eastAsia="uk"/>
              </w:rPr>
              <w:t>3) отримання у разі ліквідації товариства частини його майна або вартості частини майна товариства;</w:t>
            </w:r>
          </w:p>
          <w:p w14:paraId="5DC824BA" w14:textId="77777777" w:rsidR="00566B07" w:rsidRPr="008E5ED9" w:rsidRDefault="00566B07" w:rsidP="00EB1242">
            <w:pPr>
              <w:pStyle w:val="rvps14"/>
              <w:rPr>
                <w:rStyle w:val="spanrvts0"/>
                <w:lang w:val="ru-RU" w:eastAsia="uk"/>
              </w:rPr>
            </w:pPr>
            <w:r w:rsidRPr="008E5ED9">
              <w:rPr>
                <w:rStyle w:val="spanrvts0"/>
                <w:lang w:val="ru-RU" w:eastAsia="uk"/>
              </w:rPr>
              <w:t>4) отримання інформації про господарську діяльність товариства.</w:t>
            </w:r>
          </w:p>
          <w:p w14:paraId="3F7A3D53" w14:textId="77777777" w:rsidR="00566B07" w:rsidRPr="008E5ED9" w:rsidRDefault="00566B07" w:rsidP="00EB1242">
            <w:pPr>
              <w:pStyle w:val="rvps14"/>
              <w:rPr>
                <w:rStyle w:val="spanrvts0"/>
                <w:lang w:val="ru-RU" w:eastAsia="uk"/>
              </w:rPr>
            </w:pPr>
            <w:r w:rsidRPr="008E5ED9">
              <w:rPr>
                <w:rStyle w:val="spanrvts0"/>
                <w:lang w:val="ru-RU" w:eastAsia="uk"/>
              </w:rPr>
              <w:t>Одна проста голосуюча акція товариства надає акціонеру один голос для вирішення кожного питання на загальних зборах, крім випадків проведення кумулятивного голосування.</w:t>
            </w:r>
          </w:p>
          <w:p w14:paraId="4E5D9EE2" w14:textId="77777777" w:rsidR="00566B07" w:rsidRPr="008E5ED9" w:rsidRDefault="00566B07" w:rsidP="00EB1242">
            <w:pPr>
              <w:pStyle w:val="rvps14"/>
              <w:rPr>
                <w:rStyle w:val="spanrvts0"/>
                <w:lang w:val="ru-RU" w:eastAsia="uk"/>
              </w:rPr>
            </w:pPr>
            <w:r w:rsidRPr="008E5ED9">
              <w:rPr>
                <w:rStyle w:val="spanrvts0"/>
                <w:lang w:val="ru-RU" w:eastAsia="uk"/>
              </w:rPr>
              <w:t xml:space="preserve">Акціонери - власники простих акцій Товариства можуть мати й інші права, </w:t>
            </w:r>
            <w:r w:rsidRPr="008E5ED9">
              <w:rPr>
                <w:rStyle w:val="spanrvts0"/>
                <w:lang w:val="ru-RU" w:eastAsia="uk"/>
              </w:rPr>
              <w:lastRenderedPageBreak/>
              <w:t>передбачені законодавством та статутом акціонерного товариства.</w:t>
            </w:r>
          </w:p>
          <w:p w14:paraId="149B37A7" w14:textId="77777777" w:rsidR="00566B07" w:rsidRPr="008E5ED9" w:rsidRDefault="00566B07" w:rsidP="00EB1242">
            <w:pPr>
              <w:pStyle w:val="rvps14"/>
              <w:rPr>
                <w:rStyle w:val="spanrvts0"/>
                <w:lang w:val="ru-RU" w:eastAsia="uk"/>
              </w:rPr>
            </w:pPr>
            <w:r w:rsidRPr="008E5ED9">
              <w:rPr>
                <w:rStyle w:val="spanrvts0"/>
                <w:lang w:val="ru-RU" w:eastAsia="uk"/>
              </w:rPr>
              <w:t>2. Якщо інше не передбачено статутом акціонерного товариства, судові витрати та інші витрати, понесені акціонером у зв'язку з поданням в інтересах такого товариства позову про відшкодування збитків, заподіяних акціонерному товариству його посадовими особами, відшкодовуються таким товариством незалежно від результатів розгляду справи в суді.</w:t>
            </w:r>
          </w:p>
          <w:p w14:paraId="60F2F191" w14:textId="77777777" w:rsidR="00566B07" w:rsidRPr="008E5ED9" w:rsidRDefault="00566B07" w:rsidP="00EB1242">
            <w:pPr>
              <w:pStyle w:val="rvps14"/>
              <w:rPr>
                <w:rStyle w:val="spanrvts0"/>
                <w:lang w:val="ru-RU" w:eastAsia="uk"/>
              </w:rPr>
            </w:pPr>
            <w:r w:rsidRPr="008E5ED9">
              <w:rPr>
                <w:rStyle w:val="spanrvts0"/>
                <w:lang w:val="ru-RU" w:eastAsia="uk"/>
              </w:rPr>
              <w:t>Строк, протягом якого такі права можуть використовуватися: протягом часу володіння акціями.</w:t>
            </w:r>
          </w:p>
          <w:p w14:paraId="659910FD" w14:textId="77777777" w:rsidR="00566B07" w:rsidRPr="008E5ED9" w:rsidRDefault="00566B07" w:rsidP="00EB1242">
            <w:pPr>
              <w:pStyle w:val="rvps14"/>
              <w:rPr>
                <w:rStyle w:val="spanrvts0"/>
                <w:lang w:val="ru-RU" w:eastAsia="uk"/>
              </w:rPr>
            </w:pPr>
          </w:p>
          <w:p w14:paraId="648A97D7" w14:textId="77777777" w:rsidR="00566B07" w:rsidRPr="008E5ED9" w:rsidRDefault="00566B07" w:rsidP="00EB1242">
            <w:pPr>
              <w:pStyle w:val="rvps14"/>
              <w:rPr>
                <w:rStyle w:val="spanrvts0"/>
                <w:lang w:val="ru-RU" w:eastAsia="uk"/>
              </w:rPr>
            </w:pPr>
            <w:r w:rsidRPr="008E5ED9">
              <w:rPr>
                <w:rStyle w:val="spanrvts0"/>
                <w:lang w:val="ru-RU" w:eastAsia="uk"/>
              </w:rPr>
              <w:t>Інформація про права, надані акціонерам відповідно до вимог ст.28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 - не надається тому, що власників привілейованих акцій немає.</w:t>
            </w:r>
          </w:p>
          <w:p w14:paraId="1855FB16" w14:textId="77777777" w:rsidR="00566B07" w:rsidRPr="008E5ED9" w:rsidRDefault="00566B07" w:rsidP="00EB1242">
            <w:pPr>
              <w:pStyle w:val="rvps14"/>
              <w:rPr>
                <w:rStyle w:val="spanrvts0"/>
                <w:lang w:val="ru-RU" w:eastAsia="uk"/>
              </w:rPr>
            </w:pPr>
          </w:p>
          <w:p w14:paraId="2C4E6F9C" w14:textId="77777777" w:rsidR="00566B07" w:rsidRPr="008E5ED9" w:rsidRDefault="00566B07" w:rsidP="00EB1242">
            <w:pPr>
              <w:pStyle w:val="rvps14"/>
              <w:rPr>
                <w:rStyle w:val="spanrvts0"/>
                <w:lang w:val="ru-RU" w:eastAsia="uk"/>
              </w:rPr>
            </w:pPr>
          </w:p>
          <w:p w14:paraId="037820C8" w14:textId="358E39DC" w:rsidR="00230FCE" w:rsidRPr="008E5ED9" w:rsidRDefault="00230FCE" w:rsidP="00EB1242">
            <w:pPr>
              <w:pStyle w:val="rvps14"/>
              <w:rPr>
                <w:rStyle w:val="spanrvts0"/>
                <w:lang w:val="ru-RU" w:eastAsia="uk"/>
              </w:rPr>
            </w:pPr>
          </w:p>
        </w:tc>
      </w:tr>
      <w:tr w:rsidR="00230FCE" w:rsidRPr="00230FCE" w14:paraId="588128A6" w14:textId="77777777" w:rsidTr="00810F71">
        <w:trPr>
          <w:gridBefore w:val="1"/>
          <w:wBefore w:w="11" w:type="pct"/>
          <w:trHeight w:val="60"/>
        </w:trPr>
        <w:tc>
          <w:tcPr>
            <w:tcW w:w="2470" w:type="pct"/>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hideMark/>
          </w:tcPr>
          <w:p w14:paraId="172E2FFC"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Порядок надання акціонерами пропозицій до проекту порядку денного позачергових загальних зборів</w:t>
            </w:r>
          </w:p>
        </w:tc>
        <w:tc>
          <w:tcPr>
            <w:tcW w:w="2519"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9A66C1" w14:textId="77777777" w:rsidR="00566B07" w:rsidRPr="008E5ED9" w:rsidRDefault="00855E73"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 xml:space="preserve">Загальні збори скликаються відповідно до Розділ </w:t>
            </w:r>
            <w:r w:rsidR="00566B07">
              <w:rPr>
                <w:rStyle w:val="spanrvts0"/>
                <w:lang w:eastAsia="uk"/>
              </w:rPr>
              <w:t>VII</w:t>
            </w:r>
            <w:r w:rsidR="00566B07" w:rsidRPr="008E5ED9">
              <w:rPr>
                <w:rStyle w:val="spanrvts0"/>
                <w:lang w:val="ru-RU" w:eastAsia="uk"/>
              </w:rPr>
              <w:t xml:space="preserve">. П.31 Порядку, у такому разі Наглядова рада (особа, яка скликає загальні збори), затверджує порядок денний, в зв'язку з </w:t>
            </w:r>
          </w:p>
          <w:p w14:paraId="243FB190" w14:textId="77777777" w:rsidR="00566B07" w:rsidRPr="008E5ED9" w:rsidRDefault="00566B07" w:rsidP="00EB1242">
            <w:pPr>
              <w:pStyle w:val="rvps14"/>
              <w:rPr>
                <w:rStyle w:val="spanrvts0"/>
                <w:lang w:val="ru-RU" w:eastAsia="uk"/>
              </w:rPr>
            </w:pPr>
            <w:r w:rsidRPr="008E5ED9">
              <w:rPr>
                <w:rStyle w:val="spanrvts0"/>
                <w:lang w:val="ru-RU" w:eastAsia="uk"/>
              </w:rPr>
              <w:t xml:space="preserve">цим акціонери позбавлені права вносити пропозиції та не мають можливості скористатися правами передбаченими ст. 49 Закону України "Про акціонерні товариства" та </w:t>
            </w:r>
          </w:p>
          <w:p w14:paraId="1BCBAD89" w14:textId="77777777" w:rsidR="00566B07" w:rsidRDefault="00566B07" w:rsidP="00EB1242">
            <w:pPr>
              <w:pStyle w:val="rvps14"/>
              <w:rPr>
                <w:rStyle w:val="spanrvts0"/>
                <w:lang w:eastAsia="uk"/>
              </w:rPr>
            </w:pPr>
            <w:proofErr w:type="spellStart"/>
            <w:r>
              <w:rPr>
                <w:rStyle w:val="spanrvts0"/>
                <w:lang w:eastAsia="uk"/>
              </w:rPr>
              <w:t>Розділ</w:t>
            </w:r>
            <w:proofErr w:type="spellEnd"/>
            <w:r>
              <w:rPr>
                <w:rStyle w:val="spanrvts0"/>
                <w:lang w:eastAsia="uk"/>
              </w:rPr>
              <w:t xml:space="preserve"> XI </w:t>
            </w:r>
            <w:proofErr w:type="spellStart"/>
            <w:r>
              <w:rPr>
                <w:rStyle w:val="spanrvts0"/>
                <w:lang w:eastAsia="uk"/>
              </w:rPr>
              <w:t>Порядку</w:t>
            </w:r>
            <w:proofErr w:type="spellEnd"/>
            <w:r>
              <w:rPr>
                <w:rStyle w:val="spanrvts0"/>
                <w:lang w:eastAsia="uk"/>
              </w:rPr>
              <w:t>.</w:t>
            </w:r>
          </w:p>
          <w:p w14:paraId="61F393FD" w14:textId="3A8BAF2A" w:rsidR="00230FCE" w:rsidRPr="00855E73" w:rsidRDefault="00230FCE" w:rsidP="00EB1242">
            <w:pPr>
              <w:pStyle w:val="rvps14"/>
              <w:rPr>
                <w:rStyle w:val="spanrvts0"/>
                <w:lang w:eastAsia="uk"/>
              </w:rPr>
            </w:pPr>
          </w:p>
        </w:tc>
      </w:tr>
      <w:tr w:rsidR="00230FCE" w:rsidRPr="001145AF" w14:paraId="5A004BBF"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6E015D0A" w14:textId="77777777" w:rsidR="00230FCE" w:rsidRPr="00230FCE" w:rsidRDefault="00230FCE" w:rsidP="00EB1242">
            <w:pPr>
              <w:pStyle w:val="rvps12"/>
              <w:jc w:val="left"/>
              <w:rPr>
                <w:rStyle w:val="spanrvts0"/>
                <w:lang w:val="uk" w:eastAsia="uk"/>
              </w:rPr>
            </w:pPr>
            <w:r w:rsidRPr="00230FCE">
              <w:rPr>
                <w:rStyle w:val="spanrvts0"/>
                <w:b/>
                <w:bCs/>
                <w:lang w:val="uk" w:eastAsia="uk"/>
              </w:rPr>
              <w:t>Порядок участі та голосування на загальних зборах за довіреністю</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208E2F80" w14:textId="77777777" w:rsidR="00566B07" w:rsidRPr="008E5ED9" w:rsidRDefault="00855E73" w:rsidP="00855E73">
            <w:pPr>
              <w:pStyle w:val="rvps12"/>
              <w:jc w:val="left"/>
              <w:rPr>
                <w:rStyle w:val="spanrvts0"/>
                <w:lang w:val="ru-RU" w:eastAsia="uk"/>
              </w:rPr>
            </w:pPr>
            <w:r w:rsidRPr="00810F71">
              <w:rPr>
                <w:rStyle w:val="spanrvts0"/>
                <w:lang w:val="ru-RU" w:eastAsia="uk"/>
              </w:rPr>
              <w:t xml:space="preserve"> </w:t>
            </w:r>
            <w:r w:rsidR="00566B07" w:rsidRPr="008E5ED9">
              <w:rPr>
                <w:rStyle w:val="spanrvts0"/>
                <w:lang w:val="ru-RU" w:eastAsia="uk"/>
              </w:rPr>
              <w:t>Порядок участі та голосування на Загальних зборах, що відбуватимуться дистанційно (у тому числі порядок підписання та направлення бюлетеня для голосування), в тому числі порядок участі за довіреністю:</w:t>
            </w:r>
          </w:p>
          <w:p w14:paraId="386DB03B" w14:textId="77777777" w:rsidR="00566B07" w:rsidRPr="008E5ED9" w:rsidRDefault="00566B07" w:rsidP="00855E73">
            <w:pPr>
              <w:pStyle w:val="rvps12"/>
              <w:jc w:val="left"/>
              <w:rPr>
                <w:rStyle w:val="spanrvts0"/>
                <w:lang w:val="ru-RU" w:eastAsia="uk"/>
              </w:rPr>
            </w:pPr>
            <w:r w:rsidRPr="008E5ED9">
              <w:rPr>
                <w:rStyle w:val="spanrvts0"/>
                <w:lang w:val="ru-RU" w:eastAsia="uk"/>
              </w:rPr>
              <w:t xml:space="preserve">1) Кожен акціонер - власник акцій має право реалізувати своє право на управління Товариством шляхом участі у загальних зборах та голосування шляхом направлення бюлетенів на адресу електронної пошти депозитарної установи, яка обслуговує рахунок в цінних паперах такого акціонера, на якому обліковуються належні акціонеру акції акціонерного товариства або у разі відмови депозитарної установи у прийнятті бюлетеня для голосування, акціонер (його представник) має право до завершення голосування на Загальних зборах направити бюлетень для голосування, 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w:t>
            </w:r>
            <w:r w:rsidRPr="008E5ED9">
              <w:rPr>
                <w:rStyle w:val="spanrvts0"/>
                <w:lang w:val="ru-RU" w:eastAsia="uk"/>
              </w:rPr>
              <w:lastRenderedPageBreak/>
              <w:t>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 пошти, зазначену в повідомленні про проведення загальних зборів,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У такому разі акціонер (його представник) одночасно направляє копію відмови депозитарної установи у прийнятті бюлетеня для голосування до Національної комісії з цінних паперів та фондового ринку.</w:t>
            </w:r>
          </w:p>
          <w:p w14:paraId="1A5DA0A0" w14:textId="77777777" w:rsidR="00566B07" w:rsidRPr="008E5ED9" w:rsidRDefault="00566B07" w:rsidP="00855E73">
            <w:pPr>
              <w:pStyle w:val="rvps12"/>
              <w:jc w:val="left"/>
              <w:rPr>
                <w:rStyle w:val="spanrvts0"/>
                <w:lang w:val="ru-RU" w:eastAsia="uk"/>
              </w:rPr>
            </w:pPr>
            <w:r w:rsidRPr="008E5ED9">
              <w:rPr>
                <w:rStyle w:val="spanrvts0"/>
                <w:lang w:val="ru-RU" w:eastAsia="uk"/>
              </w:rPr>
              <w:t>2) електронні документи, що створюються та надаються згідно з Порядком, повинні створюватися та надаватися із застосуванням кваліфікованого електронного підпису  відповідної особи або іншого електронного підпису цієї особи, що базується на кваліфікованому сертифікаті відкритого ключа;</w:t>
            </w:r>
          </w:p>
          <w:p w14:paraId="1B9680D1" w14:textId="77777777" w:rsidR="00566B07" w:rsidRPr="008E5ED9" w:rsidRDefault="00566B07" w:rsidP="00855E73">
            <w:pPr>
              <w:pStyle w:val="rvps12"/>
              <w:jc w:val="left"/>
              <w:rPr>
                <w:rStyle w:val="spanrvts0"/>
                <w:lang w:val="ru-RU" w:eastAsia="uk"/>
              </w:rPr>
            </w:pPr>
            <w:r w:rsidRPr="008E5ED9">
              <w:rPr>
                <w:rStyle w:val="spanrvts0"/>
                <w:lang w:val="ru-RU" w:eastAsia="uk"/>
              </w:rPr>
              <w:t>3) Порядок участі та голосування на Загальних зборах за довіреністю відбувається відповідно до Порядку та чинного законодавства, у тому числі:</w:t>
            </w:r>
          </w:p>
          <w:p w14:paraId="586AE3B3" w14:textId="77777777" w:rsidR="00566B07" w:rsidRPr="008E5ED9" w:rsidRDefault="00566B07" w:rsidP="00855E73">
            <w:pPr>
              <w:pStyle w:val="rvps12"/>
              <w:jc w:val="left"/>
              <w:rPr>
                <w:rStyle w:val="spanrvts0"/>
                <w:lang w:val="ru-RU" w:eastAsia="uk"/>
              </w:rPr>
            </w:pPr>
            <w:r w:rsidRPr="008E5ED9">
              <w:rPr>
                <w:rStyle w:val="spanrvts0"/>
                <w:lang w:val="ru-RU" w:eastAsia="uk"/>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тому числі у вигляді електронного документу) у порядку, встановленому чиним законодавством. Депозитарні установи посвідчують довіреності на право участі та голосування на загальних зборах у вигляді електронного документу виключно від фізичних осіб, що є депонентами цієї депозитарної установи, та за умови обліку акцій відповідного акціонерного товариства в депозитарній установі на рахунку в цінних паперах такого депонента.</w:t>
            </w:r>
          </w:p>
          <w:p w14:paraId="0EDC4ABD" w14:textId="77777777" w:rsidR="00566B07" w:rsidRPr="008E5ED9" w:rsidRDefault="00566B07" w:rsidP="00855E73">
            <w:pPr>
              <w:pStyle w:val="rvps12"/>
              <w:jc w:val="left"/>
              <w:rPr>
                <w:rStyle w:val="spanrvts0"/>
                <w:lang w:val="ru-RU" w:eastAsia="uk"/>
              </w:rPr>
            </w:pPr>
            <w:r w:rsidRPr="008E5ED9">
              <w:rPr>
                <w:rStyle w:val="spanrvts0"/>
                <w:lang w:val="ru-RU" w:eastAsia="uk"/>
              </w:rPr>
              <w:t>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14:paraId="20EDEC04" w14:textId="77777777" w:rsidR="00566B07" w:rsidRPr="008E5ED9" w:rsidRDefault="00566B07" w:rsidP="00855E73">
            <w:pPr>
              <w:pStyle w:val="rvps12"/>
              <w:jc w:val="left"/>
              <w:rPr>
                <w:rStyle w:val="spanrvts0"/>
                <w:lang w:val="ru-RU" w:eastAsia="uk"/>
              </w:rPr>
            </w:pPr>
            <w:r w:rsidRPr="008E5ED9">
              <w:rPr>
                <w:rStyle w:val="spanrvts0"/>
                <w:lang w:val="ru-RU" w:eastAsia="uk"/>
              </w:rPr>
              <w:t xml:space="preserve">Довіреність на право участі та голосування на загальних зборах акціонерного товариства може містити перелік питань порядку денного загальних зборів з інструкцією щодо голосування з цих питань (завдання щодо голосування), яка є невід'ємною частиною довіреності на право участі та голосування на загальних зборах. Під час голосування на загальних зборах представник повинен </w:t>
            </w:r>
            <w:r w:rsidRPr="008E5ED9">
              <w:rPr>
                <w:rStyle w:val="spanrvts0"/>
                <w:lang w:val="ru-RU" w:eastAsia="uk"/>
              </w:rPr>
              <w:lastRenderedPageBreak/>
              <w:t xml:space="preserve">голосувати відповідно до завдання щодо голосування. Якщо представник акціонера не має завдання щодо голосування, він здійснює голосування на загальних зборах на свій розсуд. </w:t>
            </w:r>
          </w:p>
          <w:p w14:paraId="02429701" w14:textId="77777777" w:rsidR="00566B07" w:rsidRPr="008E5ED9" w:rsidRDefault="00566B07" w:rsidP="00855E73">
            <w:pPr>
              <w:pStyle w:val="rvps12"/>
              <w:jc w:val="left"/>
              <w:rPr>
                <w:rStyle w:val="spanrvts0"/>
                <w:lang w:val="ru-RU" w:eastAsia="uk"/>
              </w:rPr>
            </w:pPr>
            <w:r w:rsidRPr="008E5ED9">
              <w:rPr>
                <w:rStyle w:val="spanrvts0"/>
                <w:lang w:val="ru-RU" w:eastAsia="uk"/>
              </w:rPr>
              <w:t>4) Порядок підписання та направлення бюлетеня для голосування:</w:t>
            </w:r>
          </w:p>
          <w:p w14:paraId="6CEEAF04" w14:textId="77777777" w:rsidR="00566B07" w:rsidRPr="008E5ED9" w:rsidRDefault="00566B07" w:rsidP="00855E73">
            <w:pPr>
              <w:pStyle w:val="rvps12"/>
              <w:jc w:val="left"/>
              <w:rPr>
                <w:rStyle w:val="spanrvts0"/>
                <w:lang w:val="ru-RU" w:eastAsia="uk"/>
              </w:rPr>
            </w:pPr>
            <w:r w:rsidRPr="008E5ED9">
              <w:rPr>
                <w:rStyle w:val="spanrvts0"/>
                <w:lang w:val="ru-RU" w:eastAsia="uk"/>
              </w:rPr>
              <w:t>Датою початку голосування акціонерів з питань порядку денного є дата розміщення відповідного бюлетеню для голосування у вільному для акціонерів доступі , а саме:</w:t>
            </w:r>
          </w:p>
          <w:p w14:paraId="675D19B2" w14:textId="77777777" w:rsidR="00566B07" w:rsidRPr="008E5ED9" w:rsidRDefault="00566B07" w:rsidP="00855E73">
            <w:pPr>
              <w:pStyle w:val="rvps12"/>
              <w:jc w:val="left"/>
              <w:rPr>
                <w:rStyle w:val="spanrvts0"/>
                <w:lang w:val="ru-RU" w:eastAsia="uk"/>
              </w:rPr>
            </w:pPr>
            <w:r w:rsidRPr="008E5ED9">
              <w:rPr>
                <w:rStyle w:val="spanrvts0"/>
                <w:lang w:val="ru-RU" w:eastAsia="uk"/>
              </w:rPr>
              <w:t xml:space="preserve"> з 11-00 години "07" травня 2025 року - бюлетень для голосування (щодо інших питань порядку денного, крім обрання органів товариства)</w:t>
            </w:r>
          </w:p>
          <w:p w14:paraId="642F1007" w14:textId="77777777" w:rsidR="00566B07" w:rsidRPr="008E5ED9" w:rsidRDefault="00566B07" w:rsidP="00855E73">
            <w:pPr>
              <w:pStyle w:val="rvps12"/>
              <w:jc w:val="left"/>
              <w:rPr>
                <w:rStyle w:val="spanrvts0"/>
                <w:lang w:val="ru-RU" w:eastAsia="uk"/>
              </w:rPr>
            </w:pPr>
          </w:p>
          <w:p w14:paraId="5BDDE7EC" w14:textId="77777777" w:rsidR="00566B07" w:rsidRPr="008E5ED9" w:rsidRDefault="00566B07" w:rsidP="00855E73">
            <w:pPr>
              <w:pStyle w:val="rvps12"/>
              <w:jc w:val="left"/>
              <w:rPr>
                <w:rStyle w:val="spanrvts0"/>
                <w:lang w:val="ru-RU" w:eastAsia="uk"/>
              </w:rPr>
            </w:pPr>
            <w:r w:rsidRPr="008E5ED9">
              <w:rPr>
                <w:rStyle w:val="spanrvts0"/>
                <w:lang w:val="ru-RU" w:eastAsia="uk"/>
              </w:rPr>
              <w:t xml:space="preserve">Датою закінчення голосування акціонерів є дата проведення Загальних зборів, а саме: до 18.00 год. "22" травня 2025 року </w:t>
            </w:r>
          </w:p>
          <w:p w14:paraId="71AD3209" w14:textId="77777777" w:rsidR="00566B07" w:rsidRPr="008E5ED9" w:rsidRDefault="00566B07" w:rsidP="00855E73">
            <w:pPr>
              <w:pStyle w:val="rvps12"/>
              <w:jc w:val="left"/>
              <w:rPr>
                <w:rStyle w:val="spanrvts0"/>
                <w:lang w:val="ru-RU" w:eastAsia="uk"/>
              </w:rPr>
            </w:pPr>
          </w:p>
          <w:p w14:paraId="70C59884" w14:textId="77777777" w:rsidR="00566B07" w:rsidRPr="008E5ED9" w:rsidRDefault="00566B07" w:rsidP="00855E73">
            <w:pPr>
              <w:pStyle w:val="rvps12"/>
              <w:jc w:val="left"/>
              <w:rPr>
                <w:rStyle w:val="spanrvts0"/>
                <w:lang w:val="ru-RU" w:eastAsia="uk"/>
              </w:rPr>
            </w:pPr>
            <w:r w:rsidRPr="008E5ED9">
              <w:rPr>
                <w:rStyle w:val="spanrvts0"/>
                <w:lang w:val="ru-RU" w:eastAsia="uk"/>
              </w:rPr>
              <w:t>Бюлетені для голосування на дистанційних загальних зборах акціонерів можуть подаватися як шляхом направлення бюлетенів на адресу електронної пошти депозитарної установи із засвідченням бюлетеня кваліфікованим електронним підписом (або іншим електронним підписом, що базується на кваліфікованому сертифікаті відкритого ключа) акціонера чи його представника, так і шляхом подання бюлетенів в паперовій формі до депозитарної установи або до акціонерного товариства (у разі відмови депозитарної установи), орган управління якого скликає загальні збори, за місцезнаходженням товариства.</w:t>
            </w:r>
          </w:p>
          <w:p w14:paraId="1BE76566" w14:textId="77777777" w:rsidR="00566B07" w:rsidRPr="008E5ED9" w:rsidRDefault="00566B07" w:rsidP="00855E73">
            <w:pPr>
              <w:pStyle w:val="rvps12"/>
              <w:jc w:val="left"/>
              <w:rPr>
                <w:rStyle w:val="spanrvts0"/>
                <w:lang w:val="ru-RU" w:eastAsia="uk"/>
              </w:rPr>
            </w:pPr>
            <w:r w:rsidRPr="008E5ED9">
              <w:rPr>
                <w:rStyle w:val="spanrvts0"/>
                <w:lang w:val="ru-RU" w:eastAsia="uk"/>
              </w:rPr>
              <w:t>У разі подання бюлетенів для голосування в паперовій формі, підпис акціонера (представника акціонера) на бюлетені засвідчується за його вибором або нотаріально (за умови підписання бюлетеня в присутності нотаріуса або посадової особи, яка вчиняє нотаріальні дії), або депозитарною установою, що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 Бюлетені для голосування, подані в паперовій формі, які не засвідчені підписом акціонера (його представника) згідно з вимогам Порядку да чинного законодавства, та бюлетені, засвідчені підписом особи, яка не вказана у бюлетені відповідно до вимог Порядку, не приймаються депозитарною установою (акціонерним товариством у визначеному Порядком випадку) для подальшого опрацювання.</w:t>
            </w:r>
          </w:p>
          <w:p w14:paraId="723BC769" w14:textId="77777777" w:rsidR="00566B07" w:rsidRPr="008E5ED9" w:rsidRDefault="00566B07" w:rsidP="00855E73">
            <w:pPr>
              <w:pStyle w:val="rvps12"/>
              <w:jc w:val="left"/>
              <w:rPr>
                <w:rStyle w:val="spanrvts0"/>
                <w:lang w:val="ru-RU" w:eastAsia="uk"/>
              </w:rPr>
            </w:pPr>
            <w:r w:rsidRPr="008E5ED9">
              <w:rPr>
                <w:rStyle w:val="spanrvts0"/>
                <w:lang w:val="ru-RU" w:eastAsia="uk"/>
              </w:rPr>
              <w:lastRenderedPageBreak/>
              <w:t>Повідомлення акціонеру (його представнику) про отримання бюлетенів, виконаних у паперовій формі, та документів, поданих разом з такими бюлетенями, та/або мотивована відмова у подальшому їх опрацюванні (за наявності підстав, передбачених Порядком та чинним законодавством), надається у встановлений Порядком строк депозитарною установою у спосіб визначений договором про обслуговування рахунка в цінних паперів (у разі, якщо таким договором передбачено спосіб інформування акціонера) або акціонерним Товариством (у випадку, визначених Порядку) у разі якщо акціонером (його представником) була зазначена вимога у наданні йому такого повідомлення та/або відмови та вказана адреса для надання такого повідомлення або відмови;</w:t>
            </w:r>
          </w:p>
          <w:p w14:paraId="26F32A2C" w14:textId="77777777" w:rsidR="00566B07" w:rsidRPr="008E5ED9" w:rsidRDefault="00566B07" w:rsidP="00855E73">
            <w:pPr>
              <w:pStyle w:val="rvps12"/>
              <w:jc w:val="left"/>
              <w:rPr>
                <w:rStyle w:val="spanrvts0"/>
                <w:lang w:val="ru-RU" w:eastAsia="uk"/>
              </w:rPr>
            </w:pPr>
            <w:r w:rsidRPr="008E5ED9">
              <w:rPr>
                <w:rStyle w:val="spanrvts0"/>
                <w:lang w:val="ru-RU" w:eastAsia="uk"/>
              </w:rPr>
              <w:t>У разі якщо бюлетень для голосування, поданий в паперовій формі, складається з кількох аркушів, сторінки бюлетеня нумеруються, а кожен аркуш підписується акціонером (представником акціонера).</w:t>
            </w:r>
          </w:p>
          <w:p w14:paraId="4241763C" w14:textId="77777777" w:rsidR="00566B07" w:rsidRPr="008E5ED9" w:rsidRDefault="00566B07" w:rsidP="00855E73">
            <w:pPr>
              <w:pStyle w:val="rvps12"/>
              <w:jc w:val="left"/>
              <w:rPr>
                <w:rStyle w:val="spanrvts0"/>
                <w:lang w:val="ru-RU" w:eastAsia="uk"/>
              </w:rPr>
            </w:pPr>
            <w:r w:rsidRPr="008E5ED9">
              <w:rPr>
                <w:rStyle w:val="spanrvts0"/>
                <w:lang w:val="ru-RU" w:eastAsia="uk"/>
              </w:rPr>
              <w:t>Бюлетень, визнається недійсним для голосування у разі, якщо:</w:t>
            </w:r>
          </w:p>
          <w:p w14:paraId="77ACF1C4" w14:textId="77777777" w:rsidR="00566B07" w:rsidRPr="008E5ED9" w:rsidRDefault="00566B07" w:rsidP="00855E73">
            <w:pPr>
              <w:pStyle w:val="rvps12"/>
              <w:jc w:val="left"/>
              <w:rPr>
                <w:rStyle w:val="spanrvts0"/>
                <w:lang w:val="ru-RU" w:eastAsia="uk"/>
              </w:rPr>
            </w:pPr>
            <w:r w:rsidRPr="008E5ED9">
              <w:rPr>
                <w:rStyle w:val="spanrvts0"/>
                <w:lang w:val="ru-RU" w:eastAsia="uk"/>
              </w:rPr>
              <w:t>1) форма та/або текст бюлетеня відрізняється від зразка, який розміщений за посиланням, вказаним на веб-сайті, зазначеному в повідомленні про проведення загальних зборів;</w:t>
            </w:r>
          </w:p>
          <w:p w14:paraId="375CA303" w14:textId="77777777" w:rsidR="00566B07" w:rsidRPr="008E5ED9" w:rsidRDefault="00566B07" w:rsidP="00855E73">
            <w:pPr>
              <w:pStyle w:val="rvps12"/>
              <w:jc w:val="left"/>
              <w:rPr>
                <w:rStyle w:val="spanrvts0"/>
                <w:lang w:val="ru-RU" w:eastAsia="uk"/>
              </w:rPr>
            </w:pPr>
            <w:r w:rsidRPr="008E5ED9">
              <w:rPr>
                <w:rStyle w:val="spanrvts0"/>
                <w:lang w:val="ru-RU" w:eastAsia="uk"/>
              </w:rPr>
              <w:t>2) на ньому відсутній підпис (підписи) акціонера (представника акціонера);</w:t>
            </w:r>
          </w:p>
          <w:p w14:paraId="7335D55B" w14:textId="77777777" w:rsidR="00566B07" w:rsidRPr="008E5ED9" w:rsidRDefault="00566B07" w:rsidP="00855E73">
            <w:pPr>
              <w:pStyle w:val="rvps12"/>
              <w:jc w:val="left"/>
              <w:rPr>
                <w:rStyle w:val="spanrvts0"/>
                <w:lang w:val="ru-RU" w:eastAsia="uk"/>
              </w:rPr>
            </w:pPr>
            <w:r w:rsidRPr="008E5ED9">
              <w:rPr>
                <w:rStyle w:val="spanrvts0"/>
                <w:lang w:val="ru-RU" w:eastAsia="uk"/>
              </w:rPr>
              <w:t>3) не зазначено реквізитів акціонера та/або його представника (за наявності), або іншої інформації, яка є обов'язковою відповідно до Порядку;</w:t>
            </w:r>
          </w:p>
          <w:p w14:paraId="04114BD2" w14:textId="77777777" w:rsidR="00566B07" w:rsidRPr="008E5ED9" w:rsidRDefault="00566B07" w:rsidP="00855E73">
            <w:pPr>
              <w:pStyle w:val="rvps12"/>
              <w:jc w:val="left"/>
              <w:rPr>
                <w:rStyle w:val="spanrvts0"/>
                <w:lang w:val="ru-RU" w:eastAsia="uk"/>
              </w:rPr>
            </w:pPr>
            <w:r w:rsidRPr="008E5ED9">
              <w:rPr>
                <w:rStyle w:val="spanrvts0"/>
                <w:lang w:val="ru-RU" w:eastAsia="uk"/>
              </w:rPr>
              <w:t>4) для бюлетеня, поданого в паперовій формі, визнається недійсним для голосування у випадках, зазначених вище, а також у разі якщо він складається з кількох аркушів, які не пронумеровані належним чином.</w:t>
            </w:r>
          </w:p>
          <w:p w14:paraId="5B303A6C" w14:textId="77777777" w:rsidR="00566B07" w:rsidRPr="008E5ED9" w:rsidRDefault="00566B07" w:rsidP="00855E73">
            <w:pPr>
              <w:pStyle w:val="rvps12"/>
              <w:jc w:val="left"/>
              <w:rPr>
                <w:rStyle w:val="spanrvts0"/>
                <w:lang w:val="ru-RU" w:eastAsia="uk"/>
              </w:rPr>
            </w:pPr>
            <w:r w:rsidRPr="008E5ED9">
              <w:rPr>
                <w:rStyle w:val="spanrvts0"/>
                <w:lang w:val="ru-RU" w:eastAsia="uk"/>
              </w:rPr>
              <w:t>Бюлетень визнається недійсним для голосування за відповідним питанням порядку денного у разі, якщо акціонер (представник акціонера) не позначив у бюлетені жодного або позначив більше одного варіанта голосування щодо одного проєкту рішення, або позначив варіант голосування "за" по кожному із проєктів рішень одного й того самого питання порядку денного. Визнання бюлетеня для голосування недійсним по одному питанню порядку денного не має наслідком визнання недійсним всього бюлетеня.</w:t>
            </w:r>
          </w:p>
          <w:p w14:paraId="79F40C62" w14:textId="77777777" w:rsidR="00566B07" w:rsidRPr="008E5ED9" w:rsidRDefault="00566B07" w:rsidP="00855E73">
            <w:pPr>
              <w:pStyle w:val="rvps12"/>
              <w:jc w:val="left"/>
              <w:rPr>
                <w:rStyle w:val="spanrvts0"/>
                <w:lang w:val="ru-RU" w:eastAsia="uk"/>
              </w:rPr>
            </w:pPr>
            <w:r w:rsidRPr="008E5ED9">
              <w:rPr>
                <w:rStyle w:val="spanrvts0"/>
                <w:lang w:val="ru-RU" w:eastAsia="uk"/>
              </w:rPr>
              <w:t>Кількість голосів в бюлетені для голосування зазначається акціонером (його представником) виходячи із кількості голосуючих акцій такого акціонера, які обліковуються на рахунку в цінних паперах акціонера, що обслуговується депозитарною установою.</w:t>
            </w:r>
          </w:p>
          <w:p w14:paraId="473F9B52" w14:textId="77777777" w:rsidR="00566B07" w:rsidRPr="008E5ED9" w:rsidRDefault="00566B07" w:rsidP="00855E73">
            <w:pPr>
              <w:pStyle w:val="rvps12"/>
              <w:jc w:val="left"/>
              <w:rPr>
                <w:rStyle w:val="spanrvts0"/>
                <w:lang w:val="ru-RU" w:eastAsia="uk"/>
              </w:rPr>
            </w:pPr>
            <w:r w:rsidRPr="008E5ED9">
              <w:rPr>
                <w:rStyle w:val="spanrvts0"/>
                <w:lang w:val="ru-RU" w:eastAsia="uk"/>
              </w:rPr>
              <w:lastRenderedPageBreak/>
              <w:t>Бюлетень для голосування на загальних зборах засвідчується одним з наступних способів за вибором акціонера:</w:t>
            </w:r>
          </w:p>
          <w:p w14:paraId="653E08A1" w14:textId="77777777" w:rsidR="00566B07" w:rsidRPr="008E5ED9" w:rsidRDefault="00566B07" w:rsidP="00855E73">
            <w:pPr>
              <w:pStyle w:val="rvps12"/>
              <w:jc w:val="left"/>
              <w:rPr>
                <w:rStyle w:val="spanrvts0"/>
                <w:lang w:val="ru-RU" w:eastAsia="uk"/>
              </w:rPr>
            </w:pPr>
            <w:r w:rsidRPr="008E5ED9">
              <w:rPr>
                <w:rStyle w:val="spanrvts0"/>
                <w:lang w:val="ru-RU" w:eastAsia="uk"/>
              </w:rPr>
              <w:t>1) кваліфікованим електронним підписом (або іншим електронним підписом, що базується на кваліфікованому сертифікаті відкритого ключа) акціонера чи його представника У випадку подання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14:paraId="713E9E61" w14:textId="77777777" w:rsidR="00566B07" w:rsidRPr="008E5ED9" w:rsidRDefault="00566B07" w:rsidP="00855E73">
            <w:pPr>
              <w:pStyle w:val="rvps12"/>
              <w:jc w:val="left"/>
              <w:rPr>
                <w:rStyle w:val="spanrvts0"/>
                <w:lang w:val="ru-RU" w:eastAsia="uk"/>
              </w:rPr>
            </w:pPr>
            <w:r w:rsidRPr="008E5ED9">
              <w:rPr>
                <w:rStyle w:val="spanrvts0"/>
                <w:lang w:val="ru-RU" w:eastAsia="uk"/>
              </w:rPr>
              <w:t>2) нотаріально, за умови підписання бюлетеня в присутності нотаріуса або посадової особи, яка вчиняє нотаріальні дії;</w:t>
            </w:r>
          </w:p>
          <w:p w14:paraId="73C9EC24" w14:textId="77777777" w:rsidR="00566B07" w:rsidRPr="008E5ED9" w:rsidRDefault="00566B07" w:rsidP="00855E73">
            <w:pPr>
              <w:pStyle w:val="rvps12"/>
              <w:jc w:val="left"/>
              <w:rPr>
                <w:rStyle w:val="spanrvts0"/>
                <w:lang w:val="ru-RU" w:eastAsia="uk"/>
              </w:rPr>
            </w:pPr>
            <w:r w:rsidRPr="008E5ED9">
              <w:rPr>
                <w:rStyle w:val="spanrvts0"/>
                <w:lang w:val="ru-RU" w:eastAsia="uk"/>
              </w:rPr>
              <w:t>3) депозитарною установою, яка обслуговує рахунок в цінних паперах такого акціонера, на якому обліковуються належні акціонеру акції Товариства, за умови підписання бюлетеня в присутності уповноваженої особи депозитарної установи.</w:t>
            </w:r>
          </w:p>
          <w:p w14:paraId="455B48AF" w14:textId="0E87335B" w:rsidR="00230FCE" w:rsidRPr="008E5ED9" w:rsidRDefault="00230FCE" w:rsidP="00855E73">
            <w:pPr>
              <w:pStyle w:val="rvps12"/>
              <w:jc w:val="left"/>
              <w:rPr>
                <w:rStyle w:val="spanrvts0"/>
                <w:lang w:val="ru-RU" w:eastAsia="uk"/>
              </w:rPr>
            </w:pPr>
          </w:p>
        </w:tc>
      </w:tr>
      <w:tr w:rsidR="00230FCE" w:rsidRPr="001145AF" w14:paraId="69A3DCD3"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5866C6FC"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Дата і час початку та завершення голосування за допомогою авторизованої електронної системи</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79ECA143" w14:textId="3DBB4B32" w:rsidR="00230FCE" w:rsidRPr="008E5ED9" w:rsidRDefault="00855E73" w:rsidP="00EB1242">
            <w:pPr>
              <w:pStyle w:val="rvps14"/>
              <w:rPr>
                <w:rStyle w:val="spanrvts0"/>
                <w:lang w:val="ru-RU" w:eastAsia="uk"/>
              </w:rPr>
            </w:pPr>
            <w:r w:rsidRPr="00810F71">
              <w:rPr>
                <w:rStyle w:val="spanrvts0"/>
                <w:lang w:val="ru-RU" w:eastAsia="uk"/>
              </w:rPr>
              <w:t xml:space="preserve"> </w:t>
            </w:r>
            <w:r w:rsidR="00566B07" w:rsidRPr="008E5ED9">
              <w:rPr>
                <w:rStyle w:val="spanrvts0"/>
                <w:lang w:val="ru-RU" w:eastAsia="uk"/>
              </w:rPr>
              <w:t xml:space="preserve"> </w:t>
            </w:r>
          </w:p>
          <w:p w14:paraId="05F380E1" w14:textId="28AEC164" w:rsidR="00855E73" w:rsidRPr="008E5ED9" w:rsidRDefault="00855E73"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 xml:space="preserve"> </w:t>
            </w:r>
          </w:p>
        </w:tc>
      </w:tr>
      <w:tr w:rsidR="00230FCE" w:rsidRPr="00230FCE" w14:paraId="0488F0C2"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4E5B877B" w14:textId="77777777" w:rsidR="00230FCE" w:rsidRPr="00230FCE" w:rsidRDefault="00230FCE" w:rsidP="00EB1242">
            <w:pPr>
              <w:pStyle w:val="rvps14"/>
              <w:rPr>
                <w:rStyle w:val="spanrvts0"/>
                <w:lang w:val="uk" w:eastAsia="uk"/>
              </w:rPr>
            </w:pPr>
            <w:r w:rsidRPr="00230FCE">
              <w:rPr>
                <w:rStyle w:val="spanrvts0"/>
                <w:b/>
                <w:bCs/>
                <w:lang w:val="uk" w:eastAsia="uk"/>
              </w:rPr>
              <w:t>Дата і час початку та завершення надсилання до депозитарної установи бюлетенів для голосування</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28696B0D" w14:textId="0A25301E" w:rsidR="00230FCE" w:rsidRDefault="00855E73" w:rsidP="00EB1242">
            <w:pPr>
              <w:pStyle w:val="rvps14"/>
              <w:rPr>
                <w:rStyle w:val="spanrvts0"/>
                <w:lang w:eastAsia="uk"/>
              </w:rPr>
            </w:pPr>
            <w:r w:rsidRPr="00810F71">
              <w:rPr>
                <w:rStyle w:val="spanrvts0"/>
                <w:lang w:val="ru-RU" w:eastAsia="uk"/>
              </w:rPr>
              <w:t xml:space="preserve"> </w:t>
            </w:r>
            <w:r w:rsidR="00566B07">
              <w:rPr>
                <w:rStyle w:val="spanrvts0"/>
                <w:lang w:eastAsia="uk"/>
              </w:rPr>
              <w:t>07.05.2025 11:00</w:t>
            </w:r>
          </w:p>
          <w:p w14:paraId="6F3CA4BE" w14:textId="38637A51" w:rsidR="00855E73" w:rsidRPr="00855E73" w:rsidRDefault="00855E73" w:rsidP="00EB1242">
            <w:pPr>
              <w:pStyle w:val="rvps14"/>
              <w:rPr>
                <w:rStyle w:val="spanrvts0"/>
                <w:lang w:eastAsia="uk"/>
              </w:rPr>
            </w:pPr>
            <w:r>
              <w:rPr>
                <w:rStyle w:val="spanrvts0"/>
                <w:lang w:eastAsia="uk"/>
              </w:rPr>
              <w:t xml:space="preserve"> </w:t>
            </w:r>
            <w:r w:rsidR="00566B07">
              <w:rPr>
                <w:rStyle w:val="spanrvts0"/>
                <w:lang w:eastAsia="uk"/>
              </w:rPr>
              <w:t>22.05.2025 18:00</w:t>
            </w:r>
          </w:p>
        </w:tc>
      </w:tr>
      <w:tr w:rsidR="00230FCE" w:rsidRPr="001145AF" w14:paraId="26FD2A93"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1488ECF7" w14:textId="77777777" w:rsidR="00230FCE" w:rsidRPr="00230FCE" w:rsidRDefault="00230FCE" w:rsidP="00EB1242">
            <w:pPr>
              <w:pStyle w:val="rvps14"/>
              <w:rPr>
                <w:rStyle w:val="spanrvts0"/>
                <w:lang w:val="uk" w:eastAsia="uk"/>
              </w:rPr>
            </w:pPr>
            <w:r w:rsidRPr="00230FCE">
              <w:rPr>
                <w:rStyle w:val="spanrvts0"/>
                <w:b/>
                <w:bCs/>
                <w:lang w:val="uk" w:eastAsia="uk"/>
              </w:rPr>
              <w:t>Дані про мету зменшення розміру статутного капіталу та спосіб, у який буде проведено таку процедуру</w:t>
            </w:r>
            <w:r w:rsidRPr="00230FCE">
              <w:rPr>
                <w:rStyle w:val="spanrvts37"/>
                <w:b w:val="0"/>
                <w:bCs w:val="0"/>
                <w:sz w:val="0"/>
                <w:szCs w:val="0"/>
                <w:lang w:val="uk" w:eastAsia="uk"/>
              </w:rPr>
              <w:t>-</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63F772D4" w14:textId="6489E506" w:rsidR="00230FCE" w:rsidRPr="008E5ED9" w:rsidRDefault="00C7694B" w:rsidP="00EB1242">
            <w:pPr>
              <w:pStyle w:val="rvps14"/>
              <w:rPr>
                <w:rStyle w:val="spanrvts0"/>
                <w:lang w:val="ru-RU" w:eastAsia="uk"/>
              </w:rPr>
            </w:pPr>
            <w:r w:rsidRPr="00810F71">
              <w:rPr>
                <w:rStyle w:val="spanrvts0"/>
                <w:lang w:val="ru-RU" w:eastAsia="uk"/>
              </w:rPr>
              <w:t xml:space="preserve"> </w:t>
            </w:r>
            <w:r w:rsidR="00566B07" w:rsidRPr="008E5ED9">
              <w:rPr>
                <w:rStyle w:val="spanrvts0"/>
                <w:lang w:val="ru-RU" w:eastAsia="uk"/>
              </w:rPr>
              <w:t>Інформація не наводиться тому, що до порядку денного не включено  питання про зменшення розміру статутного капіталу акціонерного товариства.</w:t>
            </w:r>
          </w:p>
        </w:tc>
      </w:tr>
      <w:tr w:rsidR="00230FCE" w:rsidRPr="00230FCE" w14:paraId="24AF7B20"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59571108" w14:textId="77777777" w:rsidR="00230FCE" w:rsidRPr="00230FCE" w:rsidRDefault="00230FCE" w:rsidP="00EB1242">
            <w:pPr>
              <w:pStyle w:val="rvps14"/>
              <w:rPr>
                <w:rStyle w:val="spanrvts0"/>
                <w:lang w:val="uk" w:eastAsia="uk"/>
              </w:rPr>
            </w:pPr>
            <w:r w:rsidRPr="00230FCE">
              <w:rPr>
                <w:rStyle w:val="spanrvts0"/>
                <w:b/>
                <w:bCs/>
                <w:lang w:val="uk" w:eastAsia="uk"/>
              </w:rPr>
              <w:t>Інші відомості, передбачені законодавством</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03CB9592" w14:textId="77777777" w:rsidR="00566B07" w:rsidRPr="008E5ED9" w:rsidRDefault="00C7694B" w:rsidP="00EB1242">
            <w:pPr>
              <w:pStyle w:val="rvps14"/>
              <w:rPr>
                <w:rStyle w:val="spanrvts0"/>
                <w:lang w:val="ru-RU" w:eastAsia="uk"/>
              </w:rPr>
            </w:pPr>
            <w:r w:rsidRPr="008E5ED9">
              <w:rPr>
                <w:rStyle w:val="spanrvts0"/>
                <w:lang w:val="ru-RU" w:eastAsia="uk"/>
              </w:rPr>
              <w:t xml:space="preserve"> </w:t>
            </w:r>
            <w:r w:rsidR="00566B07" w:rsidRPr="008E5ED9">
              <w:rPr>
                <w:rStyle w:val="spanrvts0"/>
                <w:lang w:val="ru-RU" w:eastAsia="uk"/>
              </w:rPr>
              <w:t xml:space="preserve">ДО УВАГИ АКЦІОНЕРІВ! </w:t>
            </w:r>
          </w:p>
          <w:p w14:paraId="095F3333" w14:textId="77777777" w:rsidR="00566B07" w:rsidRPr="008E5ED9" w:rsidRDefault="00566B07" w:rsidP="00EB1242">
            <w:pPr>
              <w:pStyle w:val="rvps14"/>
              <w:rPr>
                <w:rStyle w:val="spanrvts0"/>
                <w:lang w:val="ru-RU" w:eastAsia="uk"/>
              </w:rPr>
            </w:pPr>
            <w:r w:rsidRPr="008E5ED9">
              <w:rPr>
                <w:rStyle w:val="spanrvts0"/>
                <w:lang w:val="ru-RU" w:eastAsia="uk"/>
              </w:rPr>
              <w:t xml:space="preserve">Реєстрація акціонерів (їх представників) проводиться на підставі переліку акціонерів, які мають право на участь у Загальних зборах. </w:t>
            </w:r>
          </w:p>
          <w:p w14:paraId="2A3160A8" w14:textId="77777777" w:rsidR="00566B07" w:rsidRPr="008E5ED9" w:rsidRDefault="00566B07" w:rsidP="00EB1242">
            <w:pPr>
              <w:pStyle w:val="rvps14"/>
              <w:rPr>
                <w:rStyle w:val="spanrvts0"/>
                <w:lang w:val="ru-RU" w:eastAsia="uk"/>
              </w:rPr>
            </w:pPr>
          </w:p>
          <w:p w14:paraId="0CBA64CB" w14:textId="77777777" w:rsidR="00566B07" w:rsidRPr="008E5ED9" w:rsidRDefault="00566B07" w:rsidP="00EB1242">
            <w:pPr>
              <w:pStyle w:val="rvps14"/>
              <w:rPr>
                <w:rStyle w:val="spanrvts0"/>
                <w:lang w:val="ru-RU" w:eastAsia="uk"/>
              </w:rPr>
            </w:pPr>
            <w:r w:rsidRPr="008E5ED9">
              <w:rPr>
                <w:rStyle w:val="spanrvts0"/>
                <w:lang w:val="ru-RU" w:eastAsia="uk"/>
              </w:rPr>
              <w:t xml:space="preserve">Адреса </w:t>
            </w:r>
            <w:proofErr w:type="spellStart"/>
            <w:r w:rsidRPr="008E5ED9">
              <w:rPr>
                <w:rStyle w:val="spanrvts0"/>
                <w:lang w:val="ru-RU" w:eastAsia="uk"/>
              </w:rPr>
              <w:t>сторінки</w:t>
            </w:r>
            <w:proofErr w:type="spellEnd"/>
            <w:r w:rsidRPr="008E5ED9">
              <w:rPr>
                <w:rStyle w:val="spanrvts0"/>
                <w:lang w:val="ru-RU" w:eastAsia="uk"/>
              </w:rPr>
              <w:t xml:space="preserve"> на </w:t>
            </w:r>
            <w:proofErr w:type="spellStart"/>
            <w:r w:rsidRPr="008E5ED9">
              <w:rPr>
                <w:rStyle w:val="spanrvts0"/>
                <w:lang w:val="ru-RU" w:eastAsia="uk"/>
              </w:rPr>
              <w:t>власному</w:t>
            </w:r>
            <w:proofErr w:type="spellEnd"/>
            <w:r w:rsidRPr="008E5ED9">
              <w:rPr>
                <w:rStyle w:val="spanrvts0"/>
                <w:lang w:val="ru-RU" w:eastAsia="uk"/>
              </w:rPr>
              <w:t xml:space="preserve"> веб-</w:t>
            </w:r>
            <w:proofErr w:type="spellStart"/>
            <w:proofErr w:type="gramStart"/>
            <w:r w:rsidRPr="008E5ED9">
              <w:rPr>
                <w:rStyle w:val="spanrvts0"/>
                <w:lang w:val="ru-RU" w:eastAsia="uk"/>
              </w:rPr>
              <w:t>сайті</w:t>
            </w:r>
            <w:proofErr w:type="spellEnd"/>
            <w:r w:rsidRPr="008E5ED9">
              <w:rPr>
                <w:rStyle w:val="spanrvts0"/>
                <w:lang w:val="ru-RU" w:eastAsia="uk"/>
              </w:rPr>
              <w:t xml:space="preserve">  </w:t>
            </w:r>
            <w:r>
              <w:rPr>
                <w:rStyle w:val="spanrvts0"/>
                <w:lang w:eastAsia="uk"/>
              </w:rPr>
              <w:t>https</w:t>
            </w:r>
            <w:r w:rsidRPr="008E5ED9">
              <w:rPr>
                <w:rStyle w:val="spanrvts0"/>
                <w:lang w:val="ru-RU" w:eastAsia="uk"/>
              </w:rPr>
              <w:t>://</w:t>
            </w:r>
            <w:proofErr w:type="spellStart"/>
            <w:r>
              <w:rPr>
                <w:rStyle w:val="spanrvts0"/>
                <w:lang w:eastAsia="uk"/>
              </w:rPr>
              <w:t>stalkanat</w:t>
            </w:r>
            <w:proofErr w:type="spellEnd"/>
            <w:r w:rsidRPr="008E5ED9">
              <w:rPr>
                <w:rStyle w:val="spanrvts0"/>
                <w:lang w:val="ru-RU" w:eastAsia="uk"/>
              </w:rPr>
              <w:t>.</w:t>
            </w:r>
            <w:r>
              <w:rPr>
                <w:rStyle w:val="spanrvts0"/>
                <w:lang w:eastAsia="uk"/>
              </w:rPr>
              <w:t>com</w:t>
            </w:r>
            <w:r w:rsidRPr="008E5ED9">
              <w:rPr>
                <w:rStyle w:val="spanrvts0"/>
                <w:lang w:val="ru-RU" w:eastAsia="uk"/>
              </w:rPr>
              <w:t>.</w:t>
            </w:r>
            <w:proofErr w:type="spellStart"/>
            <w:r>
              <w:rPr>
                <w:rStyle w:val="spanrvts0"/>
                <w:lang w:eastAsia="uk"/>
              </w:rPr>
              <w:t>ua</w:t>
            </w:r>
            <w:proofErr w:type="spellEnd"/>
            <w:r w:rsidRPr="008E5ED9">
              <w:rPr>
                <w:rStyle w:val="spanrvts0"/>
                <w:lang w:val="ru-RU" w:eastAsia="uk"/>
              </w:rPr>
              <w:t>/</w:t>
            </w:r>
            <w:proofErr w:type="spellStart"/>
            <w:r>
              <w:rPr>
                <w:rStyle w:val="spanrvts0"/>
                <w:lang w:eastAsia="uk"/>
              </w:rPr>
              <w:t>informacziya</w:t>
            </w:r>
            <w:proofErr w:type="spellEnd"/>
            <w:r w:rsidRPr="008E5ED9">
              <w:rPr>
                <w:rStyle w:val="spanrvts0"/>
                <w:lang w:val="ru-RU" w:eastAsia="uk"/>
              </w:rPr>
              <w:t>-</w:t>
            </w:r>
            <w:proofErr w:type="spellStart"/>
            <w:r>
              <w:rPr>
                <w:rStyle w:val="spanrvts0"/>
                <w:lang w:eastAsia="uk"/>
              </w:rPr>
              <w:t>dlya</w:t>
            </w:r>
            <w:proofErr w:type="spellEnd"/>
            <w:r w:rsidRPr="008E5ED9">
              <w:rPr>
                <w:rStyle w:val="spanrvts0"/>
                <w:lang w:val="ru-RU" w:eastAsia="uk"/>
              </w:rPr>
              <w:t>-</w:t>
            </w:r>
            <w:proofErr w:type="spellStart"/>
            <w:r>
              <w:rPr>
                <w:rStyle w:val="spanrvts0"/>
                <w:lang w:eastAsia="uk"/>
              </w:rPr>
              <w:t>akczioneriv</w:t>
            </w:r>
            <w:proofErr w:type="spellEnd"/>
            <w:r w:rsidRPr="008E5ED9">
              <w:rPr>
                <w:rStyle w:val="spanrvts0"/>
                <w:lang w:val="ru-RU" w:eastAsia="uk"/>
              </w:rPr>
              <w:t>-</w:t>
            </w:r>
            <w:r>
              <w:rPr>
                <w:rStyle w:val="spanrvts0"/>
                <w:lang w:eastAsia="uk"/>
              </w:rPr>
              <w:t>ta</w:t>
            </w:r>
            <w:r w:rsidRPr="008E5ED9">
              <w:rPr>
                <w:rStyle w:val="spanrvts0"/>
                <w:lang w:val="ru-RU" w:eastAsia="uk"/>
              </w:rPr>
              <w:t>-</w:t>
            </w:r>
            <w:proofErr w:type="spellStart"/>
            <w:r>
              <w:rPr>
                <w:rStyle w:val="spanrvts0"/>
                <w:lang w:eastAsia="uk"/>
              </w:rPr>
              <w:t>stejkholderiv</w:t>
            </w:r>
            <w:proofErr w:type="spellEnd"/>
            <w:r w:rsidRPr="008E5ED9">
              <w:rPr>
                <w:rStyle w:val="spanrvts0"/>
                <w:lang w:val="ru-RU" w:eastAsia="uk"/>
              </w:rPr>
              <w:t>/</w:t>
            </w:r>
            <w:proofErr w:type="gramEnd"/>
            <w:r w:rsidRPr="008E5ED9">
              <w:rPr>
                <w:rStyle w:val="spanrvts0"/>
                <w:lang w:val="ru-RU" w:eastAsia="uk"/>
              </w:rPr>
              <w:t xml:space="preserve">  </w:t>
            </w:r>
            <w:r>
              <w:rPr>
                <w:rStyle w:val="spanrvts0"/>
                <w:lang w:eastAsia="uk"/>
              </w:rPr>
              <w:t>I</w:t>
            </w:r>
            <w:r w:rsidRPr="008E5ED9">
              <w:rPr>
                <w:rStyle w:val="spanrvts0"/>
                <w:lang w:val="ru-RU" w:eastAsia="uk"/>
              </w:rPr>
              <w:t xml:space="preserve">НША ІНФОРМАЦІЯ, на </w:t>
            </w:r>
            <w:proofErr w:type="spellStart"/>
            <w:r w:rsidRPr="008E5ED9">
              <w:rPr>
                <w:rStyle w:val="spanrvts0"/>
                <w:lang w:val="ru-RU" w:eastAsia="uk"/>
              </w:rPr>
              <w:t>якій</w:t>
            </w:r>
            <w:proofErr w:type="spellEnd"/>
            <w:r w:rsidRPr="008E5ED9">
              <w:rPr>
                <w:rStyle w:val="spanrvts0"/>
                <w:lang w:val="ru-RU" w:eastAsia="uk"/>
              </w:rPr>
              <w:t xml:space="preserve"> </w:t>
            </w:r>
            <w:proofErr w:type="spellStart"/>
            <w:r w:rsidRPr="008E5ED9">
              <w:rPr>
                <w:rStyle w:val="spanrvts0"/>
                <w:lang w:val="ru-RU" w:eastAsia="uk"/>
              </w:rPr>
              <w:t>розміщена</w:t>
            </w:r>
            <w:proofErr w:type="spellEnd"/>
            <w:r w:rsidRPr="008E5ED9">
              <w:rPr>
                <w:rStyle w:val="spanrvts0"/>
                <w:lang w:val="ru-RU" w:eastAsia="uk"/>
              </w:rPr>
              <w:t xml:space="preserve"> </w:t>
            </w:r>
            <w:proofErr w:type="spellStart"/>
            <w:r w:rsidRPr="008E5ED9">
              <w:rPr>
                <w:rStyle w:val="spanrvts0"/>
                <w:lang w:val="ru-RU" w:eastAsia="uk"/>
              </w:rPr>
              <w:t>інформація</w:t>
            </w:r>
            <w:proofErr w:type="spellEnd"/>
            <w:r w:rsidRPr="008E5ED9">
              <w:rPr>
                <w:rStyle w:val="spanrvts0"/>
                <w:lang w:val="ru-RU" w:eastAsia="uk"/>
              </w:rPr>
              <w:t xml:space="preserve"> </w:t>
            </w:r>
            <w:proofErr w:type="spellStart"/>
            <w:r w:rsidRPr="008E5ED9">
              <w:rPr>
                <w:rStyle w:val="spanrvts0"/>
                <w:lang w:val="ru-RU" w:eastAsia="uk"/>
              </w:rPr>
              <w:t>згідно</w:t>
            </w:r>
            <w:proofErr w:type="spellEnd"/>
            <w:r w:rsidRPr="008E5ED9">
              <w:rPr>
                <w:rStyle w:val="spanrvts0"/>
                <w:lang w:val="ru-RU" w:eastAsia="uk"/>
              </w:rPr>
              <w:t xml:space="preserve"> п.38 Порядку: </w:t>
            </w:r>
          </w:p>
          <w:p w14:paraId="16EABEDB" w14:textId="77777777" w:rsidR="00566B07" w:rsidRPr="008E5ED9" w:rsidRDefault="00566B07" w:rsidP="00EB1242">
            <w:pPr>
              <w:pStyle w:val="rvps14"/>
              <w:rPr>
                <w:rStyle w:val="spanrvts0"/>
                <w:lang w:val="ru-RU" w:eastAsia="uk"/>
              </w:rPr>
            </w:pPr>
            <w:r w:rsidRPr="008E5ED9">
              <w:rPr>
                <w:rStyle w:val="spanrvts0"/>
                <w:lang w:val="ru-RU" w:eastAsia="uk"/>
              </w:rPr>
              <w:t>1)</w:t>
            </w:r>
            <w:r w:rsidRPr="008E5ED9">
              <w:rPr>
                <w:rStyle w:val="spanrvts0"/>
                <w:lang w:val="ru-RU" w:eastAsia="uk"/>
              </w:rPr>
              <w:tab/>
              <w:t xml:space="preserve">повідомлення про проведення Загальних зборів;  </w:t>
            </w:r>
          </w:p>
          <w:p w14:paraId="0DB4C127" w14:textId="77777777" w:rsidR="00566B07" w:rsidRPr="008E5ED9" w:rsidRDefault="00566B07" w:rsidP="00EB1242">
            <w:pPr>
              <w:pStyle w:val="rvps14"/>
              <w:rPr>
                <w:rStyle w:val="spanrvts0"/>
                <w:lang w:val="ru-RU" w:eastAsia="uk"/>
              </w:rPr>
            </w:pPr>
            <w:r w:rsidRPr="008E5ED9">
              <w:rPr>
                <w:rStyle w:val="spanrvts0"/>
                <w:lang w:val="ru-RU" w:eastAsia="uk"/>
              </w:rPr>
              <w:t>2)</w:t>
            </w:r>
            <w:r w:rsidRPr="008E5ED9">
              <w:rPr>
                <w:rStyle w:val="spanrvts0"/>
                <w:lang w:val="ru-RU" w:eastAsia="uk"/>
              </w:rPr>
              <w:tab/>
              <w:t xml:space="preserve">станом на "30" квітня 2025 р. - на дату складання переліку осіб, яким надсилається повідомлення про проведення Загальних зборів: </w:t>
            </w:r>
          </w:p>
          <w:p w14:paraId="6500DE37"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 xml:space="preserve">загальна кількість простих іменних акцій Товариства  складає - 104 330 753  простих іменних акцій, що дорівнює ста відсоткам статутного капіталу Товариства; </w:t>
            </w:r>
          </w:p>
          <w:p w14:paraId="6C55644B" w14:textId="77777777" w:rsidR="00566B07" w:rsidRPr="008E5ED9" w:rsidRDefault="00566B07" w:rsidP="00EB1242">
            <w:pPr>
              <w:pStyle w:val="rvps14"/>
              <w:rPr>
                <w:rStyle w:val="spanrvts0"/>
                <w:lang w:val="ru-RU" w:eastAsia="uk"/>
              </w:rPr>
            </w:pPr>
            <w:r w:rsidRPr="008E5ED9">
              <w:rPr>
                <w:rStyle w:val="spanrvts0"/>
                <w:lang w:val="ru-RU" w:eastAsia="uk"/>
              </w:rPr>
              <w:t>-</w:t>
            </w:r>
            <w:r w:rsidRPr="008E5ED9">
              <w:rPr>
                <w:rStyle w:val="spanrvts0"/>
                <w:lang w:val="ru-RU" w:eastAsia="uk"/>
              </w:rPr>
              <w:tab/>
              <w:t>загальна кількість голосуючих акцій Товариства складає:  104 330 753 голосуючих акцій Товариства.</w:t>
            </w:r>
          </w:p>
          <w:p w14:paraId="421BD7A0" w14:textId="77777777" w:rsidR="00566B07" w:rsidRPr="008E5ED9" w:rsidRDefault="00566B07" w:rsidP="00EB1242">
            <w:pPr>
              <w:pStyle w:val="rvps14"/>
              <w:rPr>
                <w:rStyle w:val="spanrvts0"/>
                <w:lang w:val="ru-RU" w:eastAsia="uk"/>
              </w:rPr>
            </w:pPr>
            <w:r w:rsidRPr="008E5ED9">
              <w:rPr>
                <w:rStyle w:val="spanrvts0"/>
                <w:lang w:val="ru-RU" w:eastAsia="uk"/>
              </w:rPr>
              <w:lastRenderedPageBreak/>
              <w:t>3)</w:t>
            </w:r>
            <w:r w:rsidRPr="008E5ED9">
              <w:rPr>
                <w:rStyle w:val="spanrvts0"/>
                <w:lang w:val="ru-RU" w:eastAsia="uk"/>
              </w:rPr>
              <w:tab/>
              <w:t xml:space="preserve">перелік документів, що має надати акціонер (представник акціонера) для його участі у Загальних зборах: </w:t>
            </w:r>
          </w:p>
          <w:p w14:paraId="47414C7A" w14:textId="77777777" w:rsidR="00566B07" w:rsidRPr="008E5ED9" w:rsidRDefault="00566B07" w:rsidP="00EB1242">
            <w:pPr>
              <w:pStyle w:val="rvps14"/>
              <w:rPr>
                <w:rStyle w:val="spanrvts0"/>
                <w:lang w:val="ru-RU" w:eastAsia="uk"/>
              </w:rPr>
            </w:pPr>
            <w:r w:rsidRPr="008E5ED9">
              <w:rPr>
                <w:rStyle w:val="spanrvts0"/>
                <w:lang w:val="ru-RU" w:eastAsia="uk"/>
              </w:rPr>
              <w:t>для реєстрації акціонерів (їх представників) таким акціонером (представником акціонера) направляються бюлетені для голосування на адресу електронної пошти депозитарної установи, яка обслуговує рахунок в цінних паперах такого акціонера, на якому обліковуються належні акціонеру акції акціонерного Товариства.</w:t>
            </w:r>
          </w:p>
          <w:p w14:paraId="5909A261" w14:textId="77777777" w:rsidR="00566B07" w:rsidRPr="008E5ED9" w:rsidRDefault="00566B07" w:rsidP="00EB1242">
            <w:pPr>
              <w:pStyle w:val="rvps14"/>
              <w:rPr>
                <w:rStyle w:val="spanrvts0"/>
                <w:lang w:val="ru-RU" w:eastAsia="uk"/>
              </w:rPr>
            </w:pPr>
            <w:r w:rsidRPr="008E5ED9">
              <w:rPr>
                <w:rStyle w:val="spanrvts0"/>
                <w:lang w:val="ru-RU" w:eastAsia="uk"/>
              </w:rPr>
              <w:t>У випадку направлення бюлетеня для голосування, підписаного представником акціонера, до бюлетеня для голосування додаються документи, що підтверджують повноваження такого представника акціонера або їх належним чином засвідчені копії.</w:t>
            </w:r>
          </w:p>
          <w:p w14:paraId="27F9E49B" w14:textId="77777777" w:rsidR="00566B07" w:rsidRPr="008E5ED9" w:rsidRDefault="00566B07" w:rsidP="00EB1242">
            <w:pPr>
              <w:pStyle w:val="rvps14"/>
              <w:rPr>
                <w:rStyle w:val="spanrvts0"/>
                <w:lang w:val="ru-RU" w:eastAsia="uk"/>
              </w:rPr>
            </w:pPr>
            <w:r w:rsidRPr="008E5ED9">
              <w:rPr>
                <w:rStyle w:val="spanrvts0"/>
                <w:lang w:val="ru-RU" w:eastAsia="uk"/>
              </w:rPr>
              <w:t>У разі відмови депозитарної установи у прийнятті бюлетеня для голосування, акціонер (його представник) має право до завершення голосування на Загальних зборах направити бюлетень для голосування, оригінал або належно засвідчену копію відмови депозитарної установи у прийнятті бюлетеня для голосування, а також оригінали та/або належним чином засвідчені копії документів, що підтверджують особу акціонера (представника акціонера), повноваження представника акціонера (у разі підписання бюлетеня для голосування представником акціонера) на адресу електронної пошти, зазначену в повідомленні про проведення загальних зборів, на яку акціонер може направити запит щодо ознайомлення з матеріалами під час підготовки до Загальних зборів та/або запитання щодо порядку денного Загальних зборів. У такому разі акціонер (його представник) одночасно направляє копію відмови депозитарної установи у прийнятті бюлетеня для голосування до Національної комісії з цінних паперів та фондового ринку.</w:t>
            </w:r>
          </w:p>
          <w:p w14:paraId="4AFEF5E5" w14:textId="77777777" w:rsidR="00566B07" w:rsidRPr="008E5ED9" w:rsidRDefault="00566B07" w:rsidP="00EB1242">
            <w:pPr>
              <w:pStyle w:val="rvps14"/>
              <w:rPr>
                <w:rStyle w:val="spanrvts0"/>
                <w:lang w:val="ru-RU" w:eastAsia="uk"/>
              </w:rPr>
            </w:pPr>
          </w:p>
          <w:p w14:paraId="74582EB0" w14:textId="77777777" w:rsidR="00566B07" w:rsidRPr="008E5ED9" w:rsidRDefault="00566B07" w:rsidP="00EB1242">
            <w:pPr>
              <w:pStyle w:val="rvps14"/>
              <w:rPr>
                <w:rStyle w:val="spanrvts0"/>
                <w:lang w:val="ru-RU" w:eastAsia="uk"/>
              </w:rPr>
            </w:pPr>
            <w:proofErr w:type="spellStart"/>
            <w:r w:rsidRPr="008E5ED9">
              <w:rPr>
                <w:rStyle w:val="spanrvts0"/>
                <w:lang w:val="ru-RU" w:eastAsia="uk"/>
              </w:rPr>
              <w:t>Бюлетень</w:t>
            </w:r>
            <w:proofErr w:type="spellEnd"/>
            <w:r w:rsidRPr="008E5ED9">
              <w:rPr>
                <w:rStyle w:val="spanrvts0"/>
                <w:lang w:val="ru-RU" w:eastAsia="uk"/>
              </w:rPr>
              <w:t xml:space="preserve"> для </w:t>
            </w:r>
            <w:proofErr w:type="spellStart"/>
            <w:r w:rsidRPr="008E5ED9">
              <w:rPr>
                <w:rStyle w:val="spanrvts0"/>
                <w:lang w:val="ru-RU" w:eastAsia="uk"/>
              </w:rPr>
              <w:t>голосування</w:t>
            </w:r>
            <w:proofErr w:type="spellEnd"/>
            <w:r w:rsidRPr="008E5ED9">
              <w:rPr>
                <w:rStyle w:val="spanrvts0"/>
                <w:lang w:val="ru-RU" w:eastAsia="uk"/>
              </w:rPr>
              <w:t xml:space="preserve"> на </w:t>
            </w:r>
            <w:proofErr w:type="spellStart"/>
            <w:r w:rsidRPr="008E5ED9">
              <w:rPr>
                <w:rStyle w:val="spanrvts0"/>
                <w:lang w:val="ru-RU" w:eastAsia="uk"/>
              </w:rPr>
              <w:t>Зборах</w:t>
            </w:r>
            <w:proofErr w:type="spellEnd"/>
            <w:r w:rsidRPr="008E5ED9">
              <w:rPr>
                <w:rStyle w:val="spanrvts0"/>
                <w:lang w:val="ru-RU" w:eastAsia="uk"/>
              </w:rPr>
              <w:t xml:space="preserve"> </w:t>
            </w:r>
            <w:proofErr w:type="spellStart"/>
            <w:r w:rsidRPr="008E5ED9">
              <w:rPr>
                <w:rStyle w:val="spanrvts0"/>
                <w:lang w:val="ru-RU" w:eastAsia="uk"/>
              </w:rPr>
              <w:t>зборах</w:t>
            </w:r>
            <w:proofErr w:type="spellEnd"/>
            <w:r w:rsidRPr="008E5ED9">
              <w:rPr>
                <w:rStyle w:val="spanrvts0"/>
                <w:lang w:val="ru-RU" w:eastAsia="uk"/>
              </w:rPr>
              <w:t xml:space="preserve"> у </w:t>
            </w:r>
            <w:proofErr w:type="spellStart"/>
            <w:r w:rsidRPr="008E5ED9">
              <w:rPr>
                <w:rStyle w:val="spanrvts0"/>
                <w:lang w:val="ru-RU" w:eastAsia="uk"/>
              </w:rPr>
              <w:t>вільному</w:t>
            </w:r>
            <w:proofErr w:type="spellEnd"/>
            <w:r w:rsidRPr="008E5ED9">
              <w:rPr>
                <w:rStyle w:val="spanrvts0"/>
                <w:lang w:val="ru-RU" w:eastAsia="uk"/>
              </w:rPr>
              <w:t xml:space="preserve"> для </w:t>
            </w:r>
            <w:proofErr w:type="spellStart"/>
            <w:r w:rsidRPr="008E5ED9">
              <w:rPr>
                <w:rStyle w:val="spanrvts0"/>
                <w:lang w:val="ru-RU" w:eastAsia="uk"/>
              </w:rPr>
              <w:t>акціонерів</w:t>
            </w:r>
            <w:proofErr w:type="spellEnd"/>
            <w:r w:rsidRPr="008E5ED9">
              <w:rPr>
                <w:rStyle w:val="spanrvts0"/>
                <w:lang w:val="ru-RU" w:eastAsia="uk"/>
              </w:rPr>
              <w:t xml:space="preserve"> (</w:t>
            </w:r>
            <w:proofErr w:type="spellStart"/>
            <w:r w:rsidRPr="008E5ED9">
              <w:rPr>
                <w:rStyle w:val="spanrvts0"/>
                <w:lang w:val="ru-RU" w:eastAsia="uk"/>
              </w:rPr>
              <w:t>їх</w:t>
            </w:r>
            <w:proofErr w:type="spellEnd"/>
            <w:r w:rsidRPr="008E5ED9">
              <w:rPr>
                <w:rStyle w:val="spanrvts0"/>
                <w:lang w:val="ru-RU" w:eastAsia="uk"/>
              </w:rPr>
              <w:t xml:space="preserve"> </w:t>
            </w:r>
            <w:proofErr w:type="spellStart"/>
            <w:r w:rsidRPr="008E5ED9">
              <w:rPr>
                <w:rStyle w:val="spanrvts0"/>
                <w:lang w:val="ru-RU" w:eastAsia="uk"/>
              </w:rPr>
              <w:t>представників</w:t>
            </w:r>
            <w:proofErr w:type="spellEnd"/>
            <w:r w:rsidRPr="008E5ED9">
              <w:rPr>
                <w:rStyle w:val="spanrvts0"/>
                <w:lang w:val="ru-RU" w:eastAsia="uk"/>
              </w:rPr>
              <w:t xml:space="preserve">) </w:t>
            </w:r>
            <w:proofErr w:type="spellStart"/>
            <w:r w:rsidRPr="008E5ED9">
              <w:rPr>
                <w:rStyle w:val="spanrvts0"/>
                <w:lang w:val="ru-RU" w:eastAsia="uk"/>
              </w:rPr>
              <w:t>доступі</w:t>
            </w:r>
            <w:proofErr w:type="spellEnd"/>
            <w:r w:rsidRPr="008E5ED9">
              <w:rPr>
                <w:rStyle w:val="spanrvts0"/>
                <w:lang w:val="ru-RU" w:eastAsia="uk"/>
              </w:rPr>
              <w:t xml:space="preserve"> буде </w:t>
            </w:r>
            <w:proofErr w:type="spellStart"/>
            <w:r w:rsidRPr="008E5ED9">
              <w:rPr>
                <w:rStyle w:val="spanrvts0"/>
                <w:lang w:val="ru-RU" w:eastAsia="uk"/>
              </w:rPr>
              <w:t>розміщений</w:t>
            </w:r>
            <w:proofErr w:type="spellEnd"/>
            <w:r w:rsidRPr="008E5ED9">
              <w:rPr>
                <w:rStyle w:val="spanrvts0"/>
                <w:lang w:val="ru-RU" w:eastAsia="uk"/>
              </w:rPr>
              <w:t xml:space="preserve"> на веб-</w:t>
            </w:r>
            <w:proofErr w:type="spellStart"/>
            <w:r w:rsidRPr="008E5ED9">
              <w:rPr>
                <w:rStyle w:val="spanrvts0"/>
                <w:lang w:val="ru-RU" w:eastAsia="uk"/>
              </w:rPr>
              <w:t>сайті</w:t>
            </w:r>
            <w:proofErr w:type="spellEnd"/>
            <w:r w:rsidRPr="008E5ED9">
              <w:rPr>
                <w:rStyle w:val="spanrvts0"/>
                <w:lang w:val="ru-RU" w:eastAsia="uk"/>
              </w:rPr>
              <w:t xml:space="preserve"> </w:t>
            </w:r>
            <w:proofErr w:type="spellStart"/>
            <w:r w:rsidRPr="008E5ED9">
              <w:rPr>
                <w:rStyle w:val="spanrvts0"/>
                <w:lang w:val="ru-RU" w:eastAsia="uk"/>
              </w:rPr>
              <w:t>Товариства</w:t>
            </w:r>
            <w:proofErr w:type="spellEnd"/>
            <w:r w:rsidRPr="008E5ED9">
              <w:rPr>
                <w:rStyle w:val="spanrvts0"/>
                <w:lang w:val="ru-RU" w:eastAsia="uk"/>
              </w:rPr>
              <w:t xml:space="preserve"> за </w:t>
            </w:r>
            <w:proofErr w:type="spellStart"/>
            <w:proofErr w:type="gramStart"/>
            <w:r w:rsidRPr="008E5ED9">
              <w:rPr>
                <w:rStyle w:val="spanrvts0"/>
                <w:lang w:val="ru-RU" w:eastAsia="uk"/>
              </w:rPr>
              <w:t>адресою</w:t>
            </w:r>
            <w:proofErr w:type="spellEnd"/>
            <w:r w:rsidRPr="008E5ED9">
              <w:rPr>
                <w:rStyle w:val="spanrvts0"/>
                <w:lang w:val="ru-RU" w:eastAsia="uk"/>
              </w:rPr>
              <w:t xml:space="preserve"> :</w:t>
            </w:r>
            <w:proofErr w:type="gramEnd"/>
            <w:r w:rsidRPr="008E5ED9">
              <w:rPr>
                <w:rStyle w:val="spanrvts0"/>
                <w:lang w:val="ru-RU" w:eastAsia="uk"/>
              </w:rPr>
              <w:t xml:space="preserve"> </w:t>
            </w:r>
            <w:r>
              <w:rPr>
                <w:rStyle w:val="spanrvts0"/>
                <w:lang w:eastAsia="uk"/>
              </w:rPr>
              <w:t>https</w:t>
            </w:r>
            <w:r w:rsidRPr="008E5ED9">
              <w:rPr>
                <w:rStyle w:val="spanrvts0"/>
                <w:lang w:val="ru-RU" w:eastAsia="uk"/>
              </w:rPr>
              <w:t>://</w:t>
            </w:r>
            <w:proofErr w:type="spellStart"/>
            <w:r>
              <w:rPr>
                <w:rStyle w:val="spanrvts0"/>
                <w:lang w:eastAsia="uk"/>
              </w:rPr>
              <w:t>stalkanat</w:t>
            </w:r>
            <w:proofErr w:type="spellEnd"/>
            <w:r w:rsidRPr="008E5ED9">
              <w:rPr>
                <w:rStyle w:val="spanrvts0"/>
                <w:lang w:val="ru-RU" w:eastAsia="uk"/>
              </w:rPr>
              <w:t>.</w:t>
            </w:r>
            <w:r>
              <w:rPr>
                <w:rStyle w:val="spanrvts0"/>
                <w:lang w:eastAsia="uk"/>
              </w:rPr>
              <w:t>com</w:t>
            </w:r>
            <w:r w:rsidRPr="008E5ED9">
              <w:rPr>
                <w:rStyle w:val="spanrvts0"/>
                <w:lang w:val="ru-RU" w:eastAsia="uk"/>
              </w:rPr>
              <w:t>.</w:t>
            </w:r>
            <w:proofErr w:type="spellStart"/>
            <w:r>
              <w:rPr>
                <w:rStyle w:val="spanrvts0"/>
                <w:lang w:eastAsia="uk"/>
              </w:rPr>
              <w:t>ua</w:t>
            </w:r>
            <w:proofErr w:type="spellEnd"/>
            <w:r w:rsidRPr="008E5ED9">
              <w:rPr>
                <w:rStyle w:val="spanrvts0"/>
                <w:lang w:val="ru-RU" w:eastAsia="uk"/>
              </w:rPr>
              <w:t>/</w:t>
            </w:r>
            <w:proofErr w:type="spellStart"/>
            <w:r>
              <w:rPr>
                <w:rStyle w:val="spanrvts0"/>
                <w:lang w:eastAsia="uk"/>
              </w:rPr>
              <w:t>informacziya</w:t>
            </w:r>
            <w:proofErr w:type="spellEnd"/>
            <w:r w:rsidRPr="008E5ED9">
              <w:rPr>
                <w:rStyle w:val="spanrvts0"/>
                <w:lang w:val="ru-RU" w:eastAsia="uk"/>
              </w:rPr>
              <w:t>-</w:t>
            </w:r>
            <w:proofErr w:type="spellStart"/>
            <w:r>
              <w:rPr>
                <w:rStyle w:val="spanrvts0"/>
                <w:lang w:eastAsia="uk"/>
              </w:rPr>
              <w:t>dlya</w:t>
            </w:r>
            <w:proofErr w:type="spellEnd"/>
            <w:r w:rsidRPr="008E5ED9">
              <w:rPr>
                <w:rStyle w:val="spanrvts0"/>
                <w:lang w:val="ru-RU" w:eastAsia="uk"/>
              </w:rPr>
              <w:t>-</w:t>
            </w:r>
            <w:proofErr w:type="spellStart"/>
            <w:r>
              <w:rPr>
                <w:rStyle w:val="spanrvts0"/>
                <w:lang w:eastAsia="uk"/>
              </w:rPr>
              <w:t>akczioneriv</w:t>
            </w:r>
            <w:proofErr w:type="spellEnd"/>
            <w:r w:rsidRPr="008E5ED9">
              <w:rPr>
                <w:rStyle w:val="spanrvts0"/>
                <w:lang w:val="ru-RU" w:eastAsia="uk"/>
              </w:rPr>
              <w:t>-</w:t>
            </w:r>
            <w:r>
              <w:rPr>
                <w:rStyle w:val="spanrvts0"/>
                <w:lang w:eastAsia="uk"/>
              </w:rPr>
              <w:t>ta</w:t>
            </w:r>
            <w:r w:rsidRPr="008E5ED9">
              <w:rPr>
                <w:rStyle w:val="spanrvts0"/>
                <w:lang w:val="ru-RU" w:eastAsia="uk"/>
              </w:rPr>
              <w:t>-</w:t>
            </w:r>
            <w:proofErr w:type="spellStart"/>
            <w:r>
              <w:rPr>
                <w:rStyle w:val="spanrvts0"/>
                <w:lang w:eastAsia="uk"/>
              </w:rPr>
              <w:t>stejkholderiv</w:t>
            </w:r>
            <w:proofErr w:type="spellEnd"/>
            <w:r w:rsidRPr="008E5ED9">
              <w:rPr>
                <w:rStyle w:val="spanrvts0"/>
                <w:lang w:val="ru-RU" w:eastAsia="uk"/>
              </w:rPr>
              <w:t xml:space="preserve">/  </w:t>
            </w:r>
            <w:r>
              <w:rPr>
                <w:rStyle w:val="spanrvts0"/>
                <w:lang w:eastAsia="uk"/>
              </w:rPr>
              <w:t>I</w:t>
            </w:r>
            <w:r w:rsidRPr="008E5ED9">
              <w:rPr>
                <w:rStyle w:val="spanrvts0"/>
                <w:lang w:val="ru-RU" w:eastAsia="uk"/>
              </w:rPr>
              <w:t xml:space="preserve">НША ІНФОРМАЦІЯ не </w:t>
            </w:r>
            <w:proofErr w:type="spellStart"/>
            <w:r w:rsidRPr="008E5ED9">
              <w:rPr>
                <w:rStyle w:val="spanrvts0"/>
                <w:lang w:val="ru-RU" w:eastAsia="uk"/>
              </w:rPr>
              <w:t>пізніше</w:t>
            </w:r>
            <w:proofErr w:type="spellEnd"/>
            <w:r w:rsidRPr="008E5ED9">
              <w:rPr>
                <w:rStyle w:val="spanrvts0"/>
                <w:lang w:val="ru-RU" w:eastAsia="uk"/>
              </w:rPr>
              <w:t xml:space="preserve"> 11-00 </w:t>
            </w:r>
            <w:proofErr w:type="spellStart"/>
            <w:r w:rsidRPr="008E5ED9">
              <w:rPr>
                <w:rStyle w:val="spanrvts0"/>
                <w:lang w:val="ru-RU" w:eastAsia="uk"/>
              </w:rPr>
              <w:t>години</w:t>
            </w:r>
            <w:proofErr w:type="spellEnd"/>
            <w:r w:rsidRPr="008E5ED9">
              <w:rPr>
                <w:rStyle w:val="spanrvts0"/>
                <w:lang w:val="ru-RU" w:eastAsia="uk"/>
              </w:rPr>
              <w:t xml:space="preserve"> "07" </w:t>
            </w:r>
            <w:proofErr w:type="spellStart"/>
            <w:r w:rsidRPr="008E5ED9">
              <w:rPr>
                <w:rStyle w:val="spanrvts0"/>
                <w:lang w:val="ru-RU" w:eastAsia="uk"/>
              </w:rPr>
              <w:t>травня</w:t>
            </w:r>
            <w:proofErr w:type="spellEnd"/>
            <w:r w:rsidRPr="008E5ED9">
              <w:rPr>
                <w:rStyle w:val="spanrvts0"/>
                <w:lang w:val="ru-RU" w:eastAsia="uk"/>
              </w:rPr>
              <w:t xml:space="preserve"> 2025 року - </w:t>
            </w:r>
            <w:proofErr w:type="spellStart"/>
            <w:r w:rsidRPr="008E5ED9">
              <w:rPr>
                <w:rStyle w:val="spanrvts0"/>
                <w:lang w:val="ru-RU" w:eastAsia="uk"/>
              </w:rPr>
              <w:t>бюлетень</w:t>
            </w:r>
            <w:proofErr w:type="spellEnd"/>
            <w:r w:rsidRPr="008E5ED9">
              <w:rPr>
                <w:rStyle w:val="spanrvts0"/>
                <w:lang w:val="ru-RU" w:eastAsia="uk"/>
              </w:rPr>
              <w:t xml:space="preserve"> для </w:t>
            </w:r>
            <w:proofErr w:type="spellStart"/>
            <w:r w:rsidRPr="008E5ED9">
              <w:rPr>
                <w:rStyle w:val="spanrvts0"/>
                <w:lang w:val="ru-RU" w:eastAsia="uk"/>
              </w:rPr>
              <w:t>голосування</w:t>
            </w:r>
            <w:proofErr w:type="spellEnd"/>
            <w:r w:rsidRPr="008E5ED9">
              <w:rPr>
                <w:rStyle w:val="spanrvts0"/>
                <w:lang w:val="ru-RU" w:eastAsia="uk"/>
              </w:rPr>
              <w:t xml:space="preserve"> (</w:t>
            </w:r>
            <w:proofErr w:type="spellStart"/>
            <w:r w:rsidRPr="008E5ED9">
              <w:rPr>
                <w:rStyle w:val="spanrvts0"/>
                <w:lang w:val="ru-RU" w:eastAsia="uk"/>
              </w:rPr>
              <w:t>щодо</w:t>
            </w:r>
            <w:proofErr w:type="spellEnd"/>
            <w:r w:rsidRPr="008E5ED9">
              <w:rPr>
                <w:rStyle w:val="spanrvts0"/>
                <w:lang w:val="ru-RU" w:eastAsia="uk"/>
              </w:rPr>
              <w:t xml:space="preserve"> </w:t>
            </w:r>
            <w:proofErr w:type="spellStart"/>
            <w:r w:rsidRPr="008E5ED9">
              <w:rPr>
                <w:rStyle w:val="spanrvts0"/>
                <w:lang w:val="ru-RU" w:eastAsia="uk"/>
              </w:rPr>
              <w:t>інших</w:t>
            </w:r>
            <w:proofErr w:type="spellEnd"/>
            <w:r w:rsidRPr="008E5ED9">
              <w:rPr>
                <w:rStyle w:val="spanrvts0"/>
                <w:lang w:val="ru-RU" w:eastAsia="uk"/>
              </w:rPr>
              <w:t xml:space="preserve"> </w:t>
            </w:r>
            <w:proofErr w:type="spellStart"/>
            <w:r w:rsidRPr="008E5ED9">
              <w:rPr>
                <w:rStyle w:val="spanrvts0"/>
                <w:lang w:val="ru-RU" w:eastAsia="uk"/>
              </w:rPr>
              <w:t>питань</w:t>
            </w:r>
            <w:proofErr w:type="spellEnd"/>
            <w:r w:rsidRPr="008E5ED9">
              <w:rPr>
                <w:rStyle w:val="spanrvts0"/>
                <w:lang w:val="ru-RU" w:eastAsia="uk"/>
              </w:rPr>
              <w:t xml:space="preserve"> порядку денного, </w:t>
            </w:r>
            <w:proofErr w:type="spellStart"/>
            <w:r w:rsidRPr="008E5ED9">
              <w:rPr>
                <w:rStyle w:val="spanrvts0"/>
                <w:lang w:val="ru-RU" w:eastAsia="uk"/>
              </w:rPr>
              <w:t>крім</w:t>
            </w:r>
            <w:proofErr w:type="spellEnd"/>
            <w:r w:rsidRPr="008E5ED9">
              <w:rPr>
                <w:rStyle w:val="spanrvts0"/>
                <w:lang w:val="ru-RU" w:eastAsia="uk"/>
              </w:rPr>
              <w:t xml:space="preserve"> </w:t>
            </w:r>
            <w:proofErr w:type="spellStart"/>
            <w:r w:rsidRPr="008E5ED9">
              <w:rPr>
                <w:rStyle w:val="spanrvts0"/>
                <w:lang w:val="ru-RU" w:eastAsia="uk"/>
              </w:rPr>
              <w:t>обрання</w:t>
            </w:r>
            <w:proofErr w:type="spellEnd"/>
            <w:r w:rsidRPr="008E5ED9">
              <w:rPr>
                <w:rStyle w:val="spanrvts0"/>
                <w:lang w:val="ru-RU" w:eastAsia="uk"/>
              </w:rPr>
              <w:t xml:space="preserve"> </w:t>
            </w:r>
            <w:proofErr w:type="spellStart"/>
            <w:r w:rsidRPr="008E5ED9">
              <w:rPr>
                <w:rStyle w:val="spanrvts0"/>
                <w:lang w:val="ru-RU" w:eastAsia="uk"/>
              </w:rPr>
              <w:t>органів</w:t>
            </w:r>
            <w:proofErr w:type="spellEnd"/>
            <w:r w:rsidRPr="008E5ED9">
              <w:rPr>
                <w:rStyle w:val="spanrvts0"/>
                <w:lang w:val="ru-RU" w:eastAsia="uk"/>
              </w:rPr>
              <w:t xml:space="preserve"> </w:t>
            </w:r>
            <w:proofErr w:type="spellStart"/>
            <w:r w:rsidRPr="008E5ED9">
              <w:rPr>
                <w:rStyle w:val="spanrvts0"/>
                <w:lang w:val="ru-RU" w:eastAsia="uk"/>
              </w:rPr>
              <w:t>Товариства</w:t>
            </w:r>
            <w:proofErr w:type="spellEnd"/>
            <w:r w:rsidRPr="008E5ED9">
              <w:rPr>
                <w:rStyle w:val="spanrvts0"/>
                <w:lang w:val="ru-RU" w:eastAsia="uk"/>
              </w:rPr>
              <w:t xml:space="preserve">) </w:t>
            </w:r>
          </w:p>
          <w:p w14:paraId="7396238F" w14:textId="77777777" w:rsidR="00566B07" w:rsidRPr="008E5ED9" w:rsidRDefault="00566B07" w:rsidP="00EB1242">
            <w:pPr>
              <w:pStyle w:val="rvps14"/>
              <w:rPr>
                <w:rStyle w:val="spanrvts0"/>
                <w:lang w:val="ru-RU" w:eastAsia="uk"/>
              </w:rPr>
            </w:pPr>
            <w:r w:rsidRPr="008E5ED9">
              <w:rPr>
                <w:rStyle w:val="spanrvts0"/>
                <w:lang w:val="ru-RU" w:eastAsia="uk"/>
              </w:rPr>
              <w:t>Дата завершення голосування до 18.00 год. "22" травня 2025 року</w:t>
            </w:r>
          </w:p>
          <w:p w14:paraId="47004DBE" w14:textId="77777777" w:rsidR="00566B07" w:rsidRPr="008E5ED9" w:rsidRDefault="00566B07" w:rsidP="00EB1242">
            <w:pPr>
              <w:pStyle w:val="rvps14"/>
              <w:rPr>
                <w:rStyle w:val="spanrvts0"/>
                <w:lang w:val="ru-RU" w:eastAsia="uk"/>
              </w:rPr>
            </w:pPr>
            <w:r w:rsidRPr="008E5ED9">
              <w:rPr>
                <w:rStyle w:val="spanrvts0"/>
                <w:lang w:val="ru-RU" w:eastAsia="uk"/>
              </w:rPr>
              <w:t>У даному повідомлені інформація наведена з урахуванням наступного:</w:t>
            </w:r>
          </w:p>
          <w:p w14:paraId="0B14A74A" w14:textId="77777777" w:rsidR="00566B07" w:rsidRPr="008E5ED9" w:rsidRDefault="00566B07" w:rsidP="00EB1242">
            <w:pPr>
              <w:pStyle w:val="rvps14"/>
              <w:rPr>
                <w:rStyle w:val="spanrvts0"/>
                <w:lang w:val="ru-RU" w:eastAsia="uk"/>
              </w:rPr>
            </w:pPr>
            <w:r w:rsidRPr="008E5ED9">
              <w:rPr>
                <w:rStyle w:val="spanrvts0"/>
                <w:lang w:val="ru-RU" w:eastAsia="uk"/>
              </w:rPr>
              <w:t xml:space="preserve">Позачергові загальні збори акціонерів (далі - Загальні збори) ПРИВАТНОГО </w:t>
            </w:r>
            <w:r w:rsidRPr="008E5ED9">
              <w:rPr>
                <w:rStyle w:val="spanrvts0"/>
                <w:lang w:val="ru-RU" w:eastAsia="uk"/>
              </w:rPr>
              <w:lastRenderedPageBreak/>
              <w:t>АКЦІОНЕРНОГО ТОВАРИСТВА "СТАЛЬКАНАТ" (далі - Товариство)  будуть проведені дистанційно , відповідно до Порядку скликання та проведення дистанційних загальних зборів акціонерів, затвердженого рішенням Національної комісії з цінних паперів та фондового ринку (далі - НКЦПФР) від 06.03.2023 року № 236 (далі - Порядок), законодавства України, Статуту Товариства та інших внутрішніх положень Товариства.</w:t>
            </w:r>
          </w:p>
          <w:p w14:paraId="05CA2145" w14:textId="77777777" w:rsidR="00566B07" w:rsidRPr="008E5ED9" w:rsidRDefault="00566B07" w:rsidP="00EB1242">
            <w:pPr>
              <w:pStyle w:val="rvps14"/>
              <w:rPr>
                <w:rStyle w:val="spanrvts0"/>
                <w:lang w:val="ru-RU" w:eastAsia="uk"/>
              </w:rPr>
            </w:pPr>
          </w:p>
          <w:p w14:paraId="44B0DE49" w14:textId="77777777" w:rsidR="00566B07" w:rsidRDefault="00566B07" w:rsidP="00EB1242">
            <w:pPr>
              <w:pStyle w:val="rvps14"/>
              <w:rPr>
                <w:rStyle w:val="spanrvts0"/>
                <w:lang w:eastAsia="uk"/>
              </w:rPr>
            </w:pPr>
            <w:proofErr w:type="spellStart"/>
            <w:r>
              <w:rPr>
                <w:rStyle w:val="spanrvts0"/>
                <w:lang w:eastAsia="uk"/>
              </w:rPr>
              <w:t>Довідки</w:t>
            </w:r>
            <w:proofErr w:type="spellEnd"/>
            <w:r>
              <w:rPr>
                <w:rStyle w:val="spanrvts0"/>
                <w:lang w:eastAsia="uk"/>
              </w:rPr>
              <w:t xml:space="preserve"> </w:t>
            </w:r>
            <w:proofErr w:type="spellStart"/>
            <w:r>
              <w:rPr>
                <w:rStyle w:val="spanrvts0"/>
                <w:lang w:eastAsia="uk"/>
              </w:rPr>
              <w:t>за</w:t>
            </w:r>
            <w:proofErr w:type="spellEnd"/>
            <w:r>
              <w:rPr>
                <w:rStyle w:val="spanrvts0"/>
                <w:lang w:eastAsia="uk"/>
              </w:rPr>
              <w:t xml:space="preserve"> </w:t>
            </w:r>
            <w:proofErr w:type="spellStart"/>
            <w:r>
              <w:rPr>
                <w:rStyle w:val="spanrvts0"/>
                <w:lang w:eastAsia="uk"/>
              </w:rPr>
              <w:t>телефоном</w:t>
            </w:r>
            <w:proofErr w:type="spellEnd"/>
            <w:r>
              <w:rPr>
                <w:rStyle w:val="spanrvts0"/>
                <w:lang w:eastAsia="uk"/>
              </w:rPr>
              <w:t>: +38 (048) 777-67-34</w:t>
            </w:r>
          </w:p>
          <w:p w14:paraId="7C35529E" w14:textId="366B127C" w:rsidR="00230FCE" w:rsidRPr="00C7694B" w:rsidRDefault="00230FCE" w:rsidP="00EB1242">
            <w:pPr>
              <w:pStyle w:val="rvps14"/>
              <w:rPr>
                <w:rStyle w:val="spanrvts0"/>
                <w:lang w:eastAsia="uk"/>
              </w:rPr>
            </w:pPr>
          </w:p>
        </w:tc>
      </w:tr>
      <w:tr w:rsidR="00230FCE" w:rsidRPr="00230FCE" w14:paraId="1B19D3EB"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7B133AAF" w14:textId="77777777" w:rsidR="00230FCE" w:rsidRPr="00230FCE" w:rsidRDefault="00230FCE" w:rsidP="00EB1242">
            <w:pPr>
              <w:pStyle w:val="rvps14"/>
              <w:rPr>
                <w:rStyle w:val="spanrvts0"/>
                <w:lang w:val="uk" w:eastAsia="uk"/>
              </w:rPr>
            </w:pPr>
            <w:r w:rsidRPr="00230FCE">
              <w:rPr>
                <w:rStyle w:val="spanrvts0"/>
                <w:b/>
                <w:bCs/>
                <w:lang w:val="uk" w:eastAsia="uk"/>
              </w:rPr>
              <w:lastRenderedPageBreak/>
              <w:t>Номер та дата рішення ради (виконавчого органу, якщо створення ради не передбачено) акціонерного товариства про затвердження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2BBF5764" w14:textId="213FB6EC" w:rsidR="00230FCE" w:rsidRDefault="00C7694B" w:rsidP="00EB1242">
            <w:pPr>
              <w:pStyle w:val="rvps14"/>
              <w:rPr>
                <w:rStyle w:val="spanrvts0"/>
                <w:lang w:eastAsia="uk"/>
              </w:rPr>
            </w:pPr>
            <w:r w:rsidRPr="00810F71">
              <w:rPr>
                <w:rStyle w:val="spanrvts0"/>
                <w:lang w:val="ru-RU" w:eastAsia="uk"/>
              </w:rPr>
              <w:t xml:space="preserve"> </w:t>
            </w:r>
            <w:proofErr w:type="spellStart"/>
            <w:r w:rsidR="00566B07">
              <w:rPr>
                <w:rStyle w:val="spanrvts0"/>
                <w:lang w:eastAsia="uk"/>
              </w:rPr>
              <w:t>Протокол</w:t>
            </w:r>
            <w:proofErr w:type="spellEnd"/>
            <w:r w:rsidR="00566B07">
              <w:rPr>
                <w:rStyle w:val="spanrvts0"/>
                <w:lang w:eastAsia="uk"/>
              </w:rPr>
              <w:t xml:space="preserve"> </w:t>
            </w:r>
            <w:proofErr w:type="spellStart"/>
            <w:r w:rsidR="00566B07">
              <w:rPr>
                <w:rStyle w:val="spanrvts0"/>
                <w:lang w:eastAsia="uk"/>
              </w:rPr>
              <w:t>Наглядової</w:t>
            </w:r>
            <w:proofErr w:type="spellEnd"/>
            <w:r w:rsidR="00566B07">
              <w:rPr>
                <w:rStyle w:val="spanrvts0"/>
                <w:lang w:eastAsia="uk"/>
              </w:rPr>
              <w:t xml:space="preserve"> </w:t>
            </w:r>
            <w:proofErr w:type="spellStart"/>
            <w:r w:rsidR="00566B07">
              <w:rPr>
                <w:rStyle w:val="spanrvts0"/>
                <w:lang w:eastAsia="uk"/>
              </w:rPr>
              <w:t>ради</w:t>
            </w:r>
            <w:proofErr w:type="spellEnd"/>
            <w:r w:rsidR="00566B07">
              <w:rPr>
                <w:rStyle w:val="spanrvts0"/>
                <w:lang w:eastAsia="uk"/>
              </w:rPr>
              <w:t xml:space="preserve"> № 25</w:t>
            </w:r>
          </w:p>
          <w:p w14:paraId="66886F11" w14:textId="0DC82D08" w:rsidR="00C7694B" w:rsidRPr="00C7694B" w:rsidRDefault="00C7694B" w:rsidP="00EB1242">
            <w:pPr>
              <w:pStyle w:val="rvps14"/>
              <w:rPr>
                <w:rStyle w:val="spanrvts0"/>
                <w:lang w:eastAsia="uk"/>
              </w:rPr>
            </w:pPr>
            <w:r>
              <w:rPr>
                <w:rStyle w:val="spanrvts0"/>
                <w:lang w:eastAsia="uk"/>
              </w:rPr>
              <w:t xml:space="preserve"> </w:t>
            </w:r>
            <w:r w:rsidR="00566B07">
              <w:rPr>
                <w:rStyle w:val="spanrvts0"/>
                <w:lang w:eastAsia="uk"/>
              </w:rPr>
              <w:t>06.05.2025</w:t>
            </w:r>
          </w:p>
        </w:tc>
      </w:tr>
      <w:tr w:rsidR="00230FCE" w:rsidRPr="00230FCE" w14:paraId="44897179" w14:textId="77777777" w:rsidTr="00810F71">
        <w:trPr>
          <w:trHeight w:val="60"/>
        </w:trPr>
        <w:tc>
          <w:tcPr>
            <w:tcW w:w="2491" w:type="pct"/>
            <w:gridSpan w:val="3"/>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hideMark/>
          </w:tcPr>
          <w:p w14:paraId="48E391B2" w14:textId="77777777" w:rsidR="00230FCE" w:rsidRPr="00230FCE" w:rsidRDefault="00230FCE" w:rsidP="00EB1242">
            <w:pPr>
              <w:pStyle w:val="rvps14"/>
              <w:rPr>
                <w:rStyle w:val="spanrvts0"/>
                <w:lang w:val="uk" w:eastAsia="uk"/>
              </w:rPr>
            </w:pPr>
            <w:r w:rsidRPr="00230FCE">
              <w:rPr>
                <w:rStyle w:val="spanrvts0"/>
                <w:b/>
                <w:bCs/>
                <w:lang w:val="uk" w:eastAsia="uk"/>
              </w:rPr>
              <w:t>Дата складання повідомлення</w:t>
            </w:r>
          </w:p>
        </w:tc>
        <w:tc>
          <w:tcPr>
            <w:tcW w:w="2506"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tcPr>
          <w:p w14:paraId="5D5943C3" w14:textId="2F7C4F95" w:rsidR="00230FCE" w:rsidRPr="00C7694B" w:rsidRDefault="00C7694B" w:rsidP="00EB1242">
            <w:pPr>
              <w:pStyle w:val="rvps14"/>
              <w:rPr>
                <w:rStyle w:val="spanrvts0"/>
                <w:lang w:eastAsia="uk"/>
              </w:rPr>
            </w:pPr>
            <w:r>
              <w:rPr>
                <w:rStyle w:val="spanrvts0"/>
                <w:lang w:eastAsia="uk"/>
              </w:rPr>
              <w:t xml:space="preserve"> </w:t>
            </w:r>
            <w:r w:rsidR="00566B07">
              <w:rPr>
                <w:rStyle w:val="spanrvts0"/>
                <w:lang w:eastAsia="uk"/>
              </w:rPr>
              <w:t>06.05.2025</w:t>
            </w:r>
          </w:p>
        </w:tc>
      </w:tr>
    </w:tbl>
    <w:p w14:paraId="67D2FC6E" w14:textId="77777777" w:rsidR="00337465" w:rsidRPr="00230FCE" w:rsidRDefault="00337465" w:rsidP="00230FCE">
      <w:pPr>
        <w:pStyle w:val="rvps14"/>
        <w:spacing w:before="150" w:after="150"/>
        <w:rPr>
          <w:lang w:val="uk"/>
        </w:rPr>
      </w:pPr>
    </w:p>
    <w:sectPr w:rsidR="00337465" w:rsidRPr="00230FCE" w:rsidSect="00566B07">
      <w:pgSz w:w="11906" w:h="16838"/>
      <w:pgMar w:top="363" w:right="567" w:bottom="36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B07"/>
    <w:rsid w:val="001145AF"/>
    <w:rsid w:val="00230FCE"/>
    <w:rsid w:val="002424A1"/>
    <w:rsid w:val="00337465"/>
    <w:rsid w:val="00566B07"/>
    <w:rsid w:val="00810F71"/>
    <w:rsid w:val="00855E73"/>
    <w:rsid w:val="008E5ED9"/>
    <w:rsid w:val="00AA2A4D"/>
    <w:rsid w:val="00B8206F"/>
    <w:rsid w:val="00C7694B"/>
    <w:rsid w:val="00EB1242"/>
    <w:rsid w:val="00FC0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399D"/>
  <w15:chartTrackingRefBased/>
  <w15:docId w15:val="{FDA0E452-79C0-4942-BC86-91899749A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FCE"/>
    <w:rPr>
      <w:rFonts w:ascii="Times New Roman" w:eastAsia="Times New Roman" w:hAnsi="Times New Roman"/>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anrvts0">
    <w:name w:val="span_rvts0"/>
    <w:rsid w:val="00230FCE"/>
    <w:rPr>
      <w:rFonts w:ascii="Times New Roman" w:eastAsia="Times New Roman" w:hAnsi="Times New Roman" w:cs="Times New Roman"/>
      <w:b w:val="0"/>
      <w:bCs w:val="0"/>
      <w:i w:val="0"/>
      <w:iCs w:val="0"/>
      <w:sz w:val="24"/>
      <w:szCs w:val="24"/>
    </w:rPr>
  </w:style>
  <w:style w:type="paragraph" w:customStyle="1" w:styleId="rvps14">
    <w:name w:val="rvps14"/>
    <w:basedOn w:val="a"/>
    <w:rsid w:val="00230FCE"/>
  </w:style>
  <w:style w:type="character" w:customStyle="1" w:styleId="spanrvts15">
    <w:name w:val="span_rvts15"/>
    <w:rsid w:val="00230FCE"/>
    <w:rPr>
      <w:rFonts w:ascii="Times New Roman" w:eastAsia="Times New Roman" w:hAnsi="Times New Roman" w:cs="Times New Roman"/>
      <w:b/>
      <w:bCs/>
      <w:i w:val="0"/>
      <w:iCs w:val="0"/>
      <w:sz w:val="28"/>
      <w:szCs w:val="28"/>
    </w:rPr>
  </w:style>
  <w:style w:type="paragraph" w:customStyle="1" w:styleId="rvps7">
    <w:name w:val="rvps7"/>
    <w:basedOn w:val="a"/>
    <w:rsid w:val="00230FCE"/>
    <w:pPr>
      <w:jc w:val="center"/>
    </w:pPr>
  </w:style>
  <w:style w:type="table" w:customStyle="1" w:styleId="articletable">
    <w:name w:val="article_table"/>
    <w:basedOn w:val="a1"/>
    <w:rsid w:val="00230FCE"/>
    <w:rPr>
      <w:rFonts w:ascii="Times New Roman" w:eastAsia="Times New Roman" w:hAnsi="Times New Roman"/>
      <w:lang w:val="en-US"/>
    </w:rPr>
    <w:tblPr/>
  </w:style>
  <w:style w:type="character" w:customStyle="1" w:styleId="arvts96">
    <w:name w:val="a_rvts96"/>
    <w:rsid w:val="00230FCE"/>
    <w:rPr>
      <w:rFonts w:ascii="Times New Roman" w:eastAsia="Times New Roman" w:hAnsi="Times New Roman" w:cs="Times New Roman"/>
      <w:b w:val="0"/>
      <w:bCs w:val="0"/>
      <w:i w:val="0"/>
      <w:iCs w:val="0"/>
      <w:color w:val="000099"/>
      <w:sz w:val="24"/>
      <w:szCs w:val="24"/>
    </w:rPr>
  </w:style>
  <w:style w:type="character" w:customStyle="1" w:styleId="spanrvts37">
    <w:name w:val="span_rvts37"/>
    <w:rsid w:val="00230FCE"/>
    <w:rPr>
      <w:rFonts w:ascii="Times New Roman" w:eastAsia="Times New Roman" w:hAnsi="Times New Roman" w:cs="Times New Roman"/>
      <w:b/>
      <w:bCs/>
      <w:i w:val="0"/>
      <w:iCs w:val="0"/>
      <w:sz w:val="24"/>
      <w:szCs w:val="24"/>
      <w:vertAlign w:val="superscript"/>
    </w:rPr>
  </w:style>
  <w:style w:type="character" w:customStyle="1" w:styleId="spanrvts82">
    <w:name w:val="span_rvts82"/>
    <w:rsid w:val="00230FCE"/>
    <w:rPr>
      <w:rFonts w:ascii="Times New Roman" w:eastAsia="Times New Roman" w:hAnsi="Times New Roman" w:cs="Times New Roman"/>
      <w:b w:val="0"/>
      <w:bCs w:val="0"/>
      <w:i w:val="0"/>
      <w:iCs w:val="0"/>
      <w:sz w:val="20"/>
      <w:szCs w:val="20"/>
    </w:rPr>
  </w:style>
  <w:style w:type="paragraph" w:customStyle="1" w:styleId="rvps12">
    <w:name w:val="rvps12"/>
    <w:basedOn w:val="a"/>
    <w:rsid w:val="00230FCE"/>
    <w:pPr>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5-20" TargetMode="External"/><Relationship Id="rId3" Type="http://schemas.openxmlformats.org/officeDocument/2006/relationships/webSettings" Target="webSettings.xml"/><Relationship Id="rId7" Type="http://schemas.openxmlformats.org/officeDocument/2006/relationships/hyperlink" Target="https://zakon.rada.gov.ua/laws/show/2465-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file/imgs/109/p529494n1280-29.emf" TargetMode="External"/><Relationship Id="rId11" Type="http://schemas.openxmlformats.org/officeDocument/2006/relationships/theme" Target="theme/theme1.xml"/><Relationship Id="rId5" Type="http://schemas.openxmlformats.org/officeDocument/2006/relationships/hyperlink" Target="https://zakon.rada.gov.ua/laws/file/imgs/109/p529494n1280-28.emf" TargetMode="External"/><Relationship Id="rId10" Type="http://schemas.openxmlformats.org/officeDocument/2006/relationships/fontTable" Target="fontTable.xml"/><Relationship Id="rId4" Type="http://schemas.openxmlformats.org/officeDocument/2006/relationships/hyperlink" Target="https://zakon.rada.gov.ua/laws/file/imgs/109/p529494n1280-27.emf" TargetMode="External"/><Relationship Id="rId9" Type="http://schemas.openxmlformats.org/officeDocument/2006/relationships/hyperlink" Target="https://zakon.rada.gov.ua/laws/show/2465-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OI\DOTS\zza.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zza</Template>
  <TotalTime>2</TotalTime>
  <Pages>1</Pages>
  <Words>4760</Words>
  <Characters>27134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31831</CharactersWithSpaces>
  <SharedDoc>false</SharedDoc>
  <HLinks>
    <vt:vector size="36" baseType="variant">
      <vt:variant>
        <vt:i4>6881395</vt:i4>
      </vt:variant>
      <vt:variant>
        <vt:i4>15</vt:i4>
      </vt:variant>
      <vt:variant>
        <vt:i4>0</vt:i4>
      </vt:variant>
      <vt:variant>
        <vt:i4>5</vt:i4>
      </vt:variant>
      <vt:variant>
        <vt:lpwstr>https://zakon.rada.gov.ua/laws/show/2465-20</vt:lpwstr>
      </vt:variant>
      <vt:variant>
        <vt:lpwstr>n283</vt:lpwstr>
      </vt:variant>
      <vt:variant>
        <vt:i4>7209084</vt:i4>
      </vt:variant>
      <vt:variant>
        <vt:i4>12</vt:i4>
      </vt:variant>
      <vt:variant>
        <vt:i4>0</vt:i4>
      </vt:variant>
      <vt:variant>
        <vt:i4>5</vt:i4>
      </vt:variant>
      <vt:variant>
        <vt:lpwstr>https://zakon.rada.gov.ua/laws/show/2465-20</vt:lpwstr>
      </vt:variant>
      <vt:variant>
        <vt:lpwstr>n274</vt:lpwstr>
      </vt:variant>
      <vt:variant>
        <vt:i4>7012475</vt:i4>
      </vt:variant>
      <vt:variant>
        <vt:i4>9</vt:i4>
      </vt:variant>
      <vt:variant>
        <vt:i4>0</vt:i4>
      </vt:variant>
      <vt:variant>
        <vt:i4>5</vt:i4>
      </vt:variant>
      <vt:variant>
        <vt:lpwstr>https://zakon.rada.gov.ua/laws/show/2465-20</vt:lpwstr>
      </vt:variant>
      <vt:variant>
        <vt:lpwstr>n506</vt:lpwstr>
      </vt:variant>
      <vt:variant>
        <vt:i4>458761</vt:i4>
      </vt:variant>
      <vt:variant>
        <vt:i4>6</vt:i4>
      </vt:variant>
      <vt:variant>
        <vt:i4>0</vt:i4>
      </vt:variant>
      <vt:variant>
        <vt:i4>5</vt:i4>
      </vt:variant>
      <vt:variant>
        <vt:lpwstr>https://zakon.rada.gov.ua/laws/file/imgs/109/p529494n1280-29.emf</vt:lpwstr>
      </vt:variant>
      <vt:variant>
        <vt:lpwstr/>
      </vt:variant>
      <vt:variant>
        <vt:i4>393225</vt:i4>
      </vt:variant>
      <vt:variant>
        <vt:i4>3</vt:i4>
      </vt:variant>
      <vt:variant>
        <vt:i4>0</vt:i4>
      </vt:variant>
      <vt:variant>
        <vt:i4>5</vt:i4>
      </vt:variant>
      <vt:variant>
        <vt:lpwstr>https://zakon.rada.gov.ua/laws/file/imgs/109/p529494n1280-28.emf</vt:lpwstr>
      </vt:variant>
      <vt:variant>
        <vt:lpwstr/>
      </vt:variant>
      <vt:variant>
        <vt:i4>589833</vt:i4>
      </vt:variant>
      <vt:variant>
        <vt:i4>0</vt:i4>
      </vt:variant>
      <vt:variant>
        <vt:i4>0</vt:i4>
      </vt:variant>
      <vt:variant>
        <vt:i4>5</vt:i4>
      </vt:variant>
      <vt:variant>
        <vt:lpwstr>https://zakon.rada.gov.ua/laws/file/imgs/109/p529494n1280-27.emf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Цымбалюк Максим Викторович</cp:lastModifiedBy>
  <cp:revision>4</cp:revision>
  <cp:lastPrinted>2025-05-06T07:21:00Z</cp:lastPrinted>
  <dcterms:created xsi:type="dcterms:W3CDTF">2025-05-06T06:36:00Z</dcterms:created>
  <dcterms:modified xsi:type="dcterms:W3CDTF">2025-05-06T07:21:00Z</dcterms:modified>
</cp:coreProperties>
</file>